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D563F" w14:textId="77777777" w:rsidR="00A4369F" w:rsidRDefault="00052664" w:rsidP="00D054B7">
      <w:pPr>
        <w:ind w:left="3666" w:firstLine="1296"/>
        <w:rPr>
          <w:b/>
          <w:bCs/>
          <w:i/>
          <w:iCs/>
          <w:color w:val="000000"/>
        </w:rPr>
      </w:pPr>
      <w:r>
        <w:rPr>
          <w:b/>
          <w:bCs/>
          <w:i/>
          <w:iCs/>
          <w:color w:val="000000"/>
        </w:rPr>
        <w:t>Lyginamasis</w:t>
      </w:r>
      <w:r w:rsidR="00A4369F">
        <w:rPr>
          <w:b/>
          <w:bCs/>
          <w:i/>
          <w:iCs/>
          <w:color w:val="000000"/>
        </w:rPr>
        <w:t xml:space="preserve"> variantas</w:t>
      </w:r>
    </w:p>
    <w:p w14:paraId="19927CD1" w14:textId="77777777" w:rsidR="00F04209" w:rsidRDefault="00A4369F" w:rsidP="00D054B7">
      <w:pPr>
        <w:ind w:left="3666" w:firstLine="1296"/>
        <w:rPr>
          <w:color w:val="000000"/>
        </w:rPr>
      </w:pPr>
      <w:r>
        <w:rPr>
          <w:color w:val="000000"/>
        </w:rPr>
        <w:t>PATVIRTINTA</w:t>
      </w:r>
    </w:p>
    <w:p w14:paraId="23CB0DCF" w14:textId="77777777" w:rsidR="00F04209" w:rsidRDefault="00F04209" w:rsidP="00D054B7">
      <w:pPr>
        <w:ind w:left="3888" w:firstLine="1074"/>
        <w:rPr>
          <w:color w:val="000000"/>
        </w:rPr>
      </w:pPr>
      <w:r>
        <w:rPr>
          <w:color w:val="000000"/>
        </w:rPr>
        <w:t xml:space="preserve">Skuodo rajono savivaldybės tarybos </w:t>
      </w:r>
    </w:p>
    <w:p w14:paraId="3FDD744C" w14:textId="77777777" w:rsidR="00F04209" w:rsidRDefault="00F04209" w:rsidP="00D054B7">
      <w:pPr>
        <w:ind w:left="3666" w:firstLine="1296"/>
        <w:rPr>
          <w:color w:val="000000"/>
        </w:rPr>
      </w:pPr>
      <w:r>
        <w:rPr>
          <w:color w:val="000000"/>
        </w:rPr>
        <w:t>202</w:t>
      </w:r>
      <w:r w:rsidR="008258D4">
        <w:rPr>
          <w:color w:val="000000"/>
        </w:rPr>
        <w:t>0</w:t>
      </w:r>
      <w:r>
        <w:rPr>
          <w:color w:val="000000"/>
        </w:rPr>
        <w:t xml:space="preserve"> m. </w:t>
      </w:r>
      <w:r w:rsidR="008258D4">
        <w:rPr>
          <w:color w:val="000000"/>
        </w:rPr>
        <w:t>birželio</w:t>
      </w:r>
      <w:r w:rsidR="00C61582">
        <w:rPr>
          <w:color w:val="000000"/>
        </w:rPr>
        <w:t xml:space="preserve"> 2</w:t>
      </w:r>
      <w:r w:rsidR="008258D4">
        <w:rPr>
          <w:color w:val="000000"/>
        </w:rPr>
        <w:t>5</w:t>
      </w:r>
      <w:r w:rsidR="00C61582">
        <w:rPr>
          <w:color w:val="000000"/>
        </w:rPr>
        <w:t xml:space="preserve"> </w:t>
      </w:r>
      <w:r>
        <w:rPr>
          <w:color w:val="000000"/>
        </w:rPr>
        <w:t>d. sprendimu Nr. T9-</w:t>
      </w:r>
      <w:r w:rsidR="008258D4">
        <w:rPr>
          <w:color w:val="000000"/>
        </w:rPr>
        <w:t>140</w:t>
      </w:r>
    </w:p>
    <w:p w14:paraId="2DC366FF" w14:textId="1F0CD2E5" w:rsidR="003C43EF" w:rsidRDefault="004B3E35" w:rsidP="00D054B7">
      <w:pPr>
        <w:ind w:left="3888" w:firstLine="1074"/>
        <w:rPr>
          <w:b/>
          <w:bCs/>
          <w:color w:val="000000"/>
        </w:rPr>
      </w:pPr>
      <w:r>
        <w:rPr>
          <w:b/>
          <w:color w:val="000000"/>
        </w:rPr>
        <w:t>(</w:t>
      </w:r>
      <w:r w:rsidR="003C43EF">
        <w:rPr>
          <w:b/>
          <w:bCs/>
          <w:color w:val="000000"/>
        </w:rPr>
        <w:t xml:space="preserve">Skuodo rajono savivaldybės tarybos </w:t>
      </w:r>
    </w:p>
    <w:p w14:paraId="3C5300E1" w14:textId="08F33829" w:rsidR="003C43EF" w:rsidRDefault="003C43EF" w:rsidP="00D054B7">
      <w:pPr>
        <w:ind w:left="4962"/>
        <w:rPr>
          <w:b/>
          <w:bCs/>
          <w:color w:val="000000"/>
        </w:rPr>
      </w:pPr>
      <w:r>
        <w:rPr>
          <w:b/>
          <w:bCs/>
          <w:color w:val="000000"/>
        </w:rPr>
        <w:t>202</w:t>
      </w:r>
      <w:r w:rsidR="00C61582">
        <w:rPr>
          <w:b/>
          <w:bCs/>
          <w:color w:val="000000"/>
        </w:rPr>
        <w:t>4</w:t>
      </w:r>
      <w:r>
        <w:rPr>
          <w:b/>
          <w:bCs/>
          <w:color w:val="000000"/>
        </w:rPr>
        <w:t xml:space="preserve"> m. </w:t>
      </w:r>
      <w:r w:rsidR="00C61582">
        <w:rPr>
          <w:b/>
          <w:bCs/>
          <w:color w:val="000000"/>
        </w:rPr>
        <w:t>gegužės</w:t>
      </w:r>
      <w:r>
        <w:rPr>
          <w:b/>
          <w:bCs/>
          <w:color w:val="000000"/>
        </w:rPr>
        <w:t xml:space="preserve"> </w:t>
      </w:r>
      <w:r w:rsidR="00D054B7">
        <w:rPr>
          <w:b/>
          <w:bCs/>
          <w:color w:val="000000"/>
        </w:rPr>
        <w:t xml:space="preserve">23 </w:t>
      </w:r>
      <w:r>
        <w:rPr>
          <w:b/>
          <w:bCs/>
          <w:color w:val="000000"/>
        </w:rPr>
        <w:t>d. sprendim</w:t>
      </w:r>
      <w:r w:rsidR="004B3E35">
        <w:rPr>
          <w:b/>
          <w:bCs/>
          <w:color w:val="000000"/>
        </w:rPr>
        <w:t>o</w:t>
      </w:r>
      <w:r>
        <w:rPr>
          <w:b/>
          <w:bCs/>
          <w:color w:val="000000"/>
        </w:rPr>
        <w:t xml:space="preserve"> Nr. T</w:t>
      </w:r>
      <w:r w:rsidR="000B5DA9">
        <w:rPr>
          <w:b/>
          <w:bCs/>
          <w:color w:val="000000"/>
        </w:rPr>
        <w:t>10</w:t>
      </w:r>
      <w:r>
        <w:rPr>
          <w:b/>
          <w:bCs/>
          <w:color w:val="000000"/>
        </w:rPr>
        <w:t>-</w:t>
      </w:r>
      <w:r w:rsidR="00D054B7">
        <w:rPr>
          <w:b/>
          <w:bCs/>
          <w:color w:val="000000"/>
        </w:rPr>
        <w:t>126</w:t>
      </w:r>
      <w:r w:rsidR="004778A6">
        <w:rPr>
          <w:b/>
          <w:bCs/>
          <w:color w:val="000000"/>
        </w:rPr>
        <w:t xml:space="preserve"> </w:t>
      </w:r>
      <w:r w:rsidR="004B3E35">
        <w:rPr>
          <w:b/>
          <w:bCs/>
          <w:color w:val="000000"/>
        </w:rPr>
        <w:t>redakcija)</w:t>
      </w:r>
    </w:p>
    <w:p w14:paraId="57559313" w14:textId="77777777" w:rsidR="00F04209" w:rsidRDefault="00F04209" w:rsidP="00F04209">
      <w:pPr>
        <w:jc w:val="both"/>
        <w:rPr>
          <w:b/>
          <w:color w:val="000000"/>
        </w:rPr>
      </w:pPr>
    </w:p>
    <w:p w14:paraId="08F829DB" w14:textId="77777777" w:rsidR="00F04209" w:rsidRDefault="00F04209" w:rsidP="00F04209">
      <w:pPr>
        <w:ind w:firstLine="1260"/>
        <w:jc w:val="both"/>
        <w:rPr>
          <w:color w:val="000000"/>
        </w:rPr>
      </w:pPr>
    </w:p>
    <w:p w14:paraId="336A63E4" w14:textId="77777777" w:rsidR="00F04209" w:rsidRPr="00674C60" w:rsidRDefault="00F04209" w:rsidP="00F04209">
      <w:pPr>
        <w:ind w:firstLine="1260"/>
        <w:jc w:val="both"/>
        <w:rPr>
          <w:color w:val="000000"/>
          <w:szCs w:val="24"/>
        </w:rPr>
      </w:pPr>
      <w:r>
        <w:rPr>
          <w:color w:val="000000"/>
        </w:rPr>
        <w:tab/>
      </w:r>
      <w:r w:rsidRPr="00C84DD5">
        <w:rPr>
          <w:rFonts w:eastAsia="Calibri"/>
          <w:b/>
          <w:bCs/>
          <w:color w:val="000000"/>
          <w:szCs w:val="24"/>
          <w:lang w:eastAsia="lt-LT"/>
        </w:rPr>
        <w:t>SKUODO RAJONO MOSĖDŽIO GIMNAZIJOS NUOSTATAI</w:t>
      </w:r>
    </w:p>
    <w:p w14:paraId="1386F78D" w14:textId="77777777" w:rsidR="00F04209" w:rsidRDefault="00F04209" w:rsidP="00F04209">
      <w:pPr>
        <w:rPr>
          <w:rFonts w:eastAsia="Calibri"/>
          <w:color w:val="000000"/>
          <w:lang w:eastAsia="lt-LT"/>
        </w:rPr>
      </w:pPr>
    </w:p>
    <w:p w14:paraId="3BD387E8" w14:textId="77777777" w:rsidR="00F04209" w:rsidRDefault="00F04209" w:rsidP="00F04209">
      <w:pPr>
        <w:jc w:val="center"/>
        <w:rPr>
          <w:b/>
          <w:bCs/>
          <w:color w:val="000000"/>
          <w:sz w:val="12"/>
          <w:szCs w:val="12"/>
          <w:lang w:eastAsia="lt-LT"/>
        </w:rPr>
      </w:pPr>
    </w:p>
    <w:p w14:paraId="3D11A526" w14:textId="77777777" w:rsidR="00F04209" w:rsidRDefault="00F04209" w:rsidP="00F04209">
      <w:pPr>
        <w:jc w:val="center"/>
        <w:rPr>
          <w:b/>
          <w:bCs/>
          <w:color w:val="000000"/>
          <w:lang w:eastAsia="lt-LT"/>
        </w:rPr>
      </w:pPr>
      <w:r>
        <w:rPr>
          <w:b/>
          <w:bCs/>
          <w:color w:val="000000"/>
          <w:lang w:eastAsia="lt-LT"/>
        </w:rPr>
        <w:t>I. BENDROSIOS NUOSTATOS</w:t>
      </w:r>
    </w:p>
    <w:p w14:paraId="68F982C9" w14:textId="77777777" w:rsidR="00F04209" w:rsidRDefault="00F04209" w:rsidP="00F04209">
      <w:pPr>
        <w:ind w:firstLine="1260"/>
        <w:jc w:val="both"/>
        <w:rPr>
          <w:b/>
          <w:bCs/>
          <w:color w:val="000000"/>
          <w:lang w:eastAsia="lt-LT"/>
        </w:rPr>
      </w:pPr>
    </w:p>
    <w:p w14:paraId="471B4D02" w14:textId="77777777" w:rsidR="00F04209" w:rsidRDefault="00F04209" w:rsidP="00F04209">
      <w:pPr>
        <w:ind w:firstLine="1260"/>
        <w:jc w:val="both"/>
        <w:rPr>
          <w:color w:val="000000"/>
          <w:lang w:eastAsia="lt-LT"/>
        </w:rPr>
      </w:pPr>
      <w:r>
        <w:rPr>
          <w:color w:val="000000"/>
          <w:lang w:eastAsia="lt-LT"/>
        </w:rPr>
        <w:t xml:space="preserve">1. Biudžetinės įstaigos Skuodo rajono Mosėdžio gimnazijos nuostatai (toliau – Nuostatai) reglamentuoja Skuodo rajono Mosėdžio gimnazijos (toliau – Gimnazijos) teisinę formą, priklausomybę, savininką, savininko teises ir pareigas įgyvendinančią instituciją, buveinę, mokyklos grupę, tipą, pagrindinę paskirtį, mokymo kalbą ir mokymo formas, veiklos teisinį pagrindą, sritis, rūšis, tikslą, uždavinius, funkcijas, mokymosi pasiekimų įteisinimo dokumentų išdavimą, Gimnazijos teises ir pareigas, veiklos organizavimą ir valdymą, savivaldą, darbuotojų priėmimą į darbą, jų darbo apmokėjimo tvarką ir atestaciją, turto ir lėšų šaltinius, jų naudojimo tvarką, finansinės veiklos kontrolę ir Gimnazijos veiklos priežiūrą, viešų pranešimų skelbimo tvarką, registravimo, reorganizavimo, likvidavimo ar pertvarkymo tvarką. </w:t>
      </w:r>
    </w:p>
    <w:p w14:paraId="7D662675" w14:textId="77777777" w:rsidR="00F04209" w:rsidRDefault="00F04209" w:rsidP="00F04209">
      <w:pPr>
        <w:ind w:firstLine="1260"/>
        <w:jc w:val="both"/>
        <w:rPr>
          <w:color w:val="000000"/>
          <w:lang w:eastAsia="lt-LT"/>
        </w:rPr>
      </w:pPr>
      <w:r>
        <w:rPr>
          <w:color w:val="000000"/>
          <w:lang w:eastAsia="lt-LT"/>
        </w:rPr>
        <w:t>2. Gimnazijos oficialusis pavadinimas – Skuodo rajono Mosėdžio gimnazija. Trumpasis pavadinimas – Mosėdžio gimnazija. Gimnazija įregistruota Lietuvos Respublikos juridinių asmenų registre, kodas – 290893610.</w:t>
      </w:r>
    </w:p>
    <w:p w14:paraId="52DE4373" w14:textId="77777777" w:rsidR="00F04209" w:rsidRDefault="00F04209" w:rsidP="00F04209">
      <w:pPr>
        <w:ind w:firstLine="1260"/>
        <w:jc w:val="both"/>
        <w:rPr>
          <w:color w:val="000000"/>
          <w:lang w:eastAsia="lt-LT"/>
        </w:rPr>
      </w:pPr>
      <w:r>
        <w:rPr>
          <w:color w:val="000000"/>
          <w:lang w:eastAsia="lt-LT"/>
        </w:rPr>
        <w:t>3. Gimnazijos istorija. Pirmoji mokykla Mosėdyje įsteigta 1629 m. Skuodo rajono Mosėdžio gimnazija įsteigta Skuodo rajono Mosėdžio vidurinės mokyklos pagrindu 2006 m. liepos 5 d. Skuodo savivaldybės tarybos sprendimu.</w:t>
      </w:r>
    </w:p>
    <w:p w14:paraId="33CE70D0" w14:textId="77777777" w:rsidR="00F04209" w:rsidRDefault="00F04209" w:rsidP="00F04209">
      <w:pPr>
        <w:ind w:firstLine="1260"/>
        <w:jc w:val="both"/>
        <w:rPr>
          <w:color w:val="000000"/>
          <w:lang w:eastAsia="lt-LT"/>
        </w:rPr>
      </w:pPr>
      <w:r>
        <w:rPr>
          <w:color w:val="000000"/>
          <w:lang w:eastAsia="lt-LT"/>
        </w:rPr>
        <w:t>4. Gimnazijos teisinė forma – biudžetinė įstaiga.</w:t>
      </w:r>
    </w:p>
    <w:p w14:paraId="11CAB3D5" w14:textId="77777777" w:rsidR="00F04209" w:rsidRDefault="00F04209" w:rsidP="00F04209">
      <w:pPr>
        <w:ind w:firstLine="1260"/>
        <w:jc w:val="both"/>
        <w:rPr>
          <w:color w:val="000000"/>
          <w:lang w:eastAsia="lt-LT"/>
        </w:rPr>
      </w:pPr>
      <w:r>
        <w:rPr>
          <w:color w:val="000000"/>
          <w:lang w:eastAsia="lt-LT"/>
        </w:rPr>
        <w:t>5. Gimnazijos priklausomybė – Savivaldybės mokykla.</w:t>
      </w:r>
    </w:p>
    <w:p w14:paraId="2861A4CF" w14:textId="77777777" w:rsidR="00F04209" w:rsidRDefault="00F04209" w:rsidP="00F04209">
      <w:pPr>
        <w:ind w:firstLine="1260"/>
        <w:jc w:val="both"/>
        <w:rPr>
          <w:color w:val="000000"/>
          <w:lang w:eastAsia="lt-LT"/>
        </w:rPr>
      </w:pPr>
      <w:r>
        <w:rPr>
          <w:color w:val="000000"/>
          <w:lang w:eastAsia="lt-LT"/>
        </w:rPr>
        <w:t>6. Gimnazijos savininkė – Skuodo rajono savivaldybė.</w:t>
      </w:r>
    </w:p>
    <w:p w14:paraId="4441F1F9" w14:textId="77777777" w:rsidR="00710445" w:rsidRPr="00D93F1C" w:rsidRDefault="00F04209" w:rsidP="00710445">
      <w:pPr>
        <w:widowControl w:val="0"/>
        <w:ind w:firstLine="1260"/>
        <w:jc w:val="both"/>
        <w:rPr>
          <w:szCs w:val="24"/>
          <w:lang w:eastAsia="lt-LT"/>
        </w:rPr>
      </w:pPr>
      <w:r>
        <w:rPr>
          <w:color w:val="000000"/>
          <w:lang w:eastAsia="lt-LT"/>
        </w:rPr>
        <w:t xml:space="preserve">7. </w:t>
      </w:r>
      <w:r>
        <w:rPr>
          <w:color w:val="000000"/>
          <w:szCs w:val="24"/>
          <w:lang w:eastAsia="lt-LT"/>
        </w:rPr>
        <w:t xml:space="preserve">Gimnazijos savininko teises ir pareigas įgyvendinanti institucija – Skuodo rajono savivaldybės </w:t>
      </w:r>
      <w:r>
        <w:rPr>
          <w:strike/>
          <w:color w:val="000000"/>
          <w:szCs w:val="24"/>
          <w:lang w:eastAsia="lt-LT"/>
        </w:rPr>
        <w:t>taryba</w:t>
      </w:r>
      <w:r w:rsidR="00D20384">
        <w:rPr>
          <w:strike/>
          <w:color w:val="000000"/>
          <w:szCs w:val="24"/>
          <w:lang w:eastAsia="lt-LT"/>
        </w:rPr>
        <w:t xml:space="preserve"> </w:t>
      </w:r>
      <w:r w:rsidR="004E0AEB">
        <w:rPr>
          <w:b/>
          <w:bCs/>
          <w:color w:val="000000"/>
          <w:szCs w:val="24"/>
          <w:lang w:eastAsia="lt-LT"/>
        </w:rPr>
        <w:t>meras</w:t>
      </w:r>
      <w:r>
        <w:rPr>
          <w:color w:val="000000"/>
          <w:szCs w:val="24"/>
          <w:lang w:eastAsia="lt-LT"/>
        </w:rPr>
        <w:t xml:space="preserve">, </w:t>
      </w:r>
      <w:r w:rsidR="00710445" w:rsidRPr="007A16B6">
        <w:rPr>
          <w:b/>
          <w:bCs/>
          <w:szCs w:val="24"/>
          <w:lang w:eastAsia="lt-LT"/>
        </w:rPr>
        <w:t xml:space="preserve">išskyrus tas biudžetinės įstaigos savininko teises ir pareigas, kurios </w:t>
      </w:r>
      <w:r w:rsidR="00710445" w:rsidRPr="00D93F1C">
        <w:rPr>
          <w:b/>
          <w:bCs/>
          <w:szCs w:val="24"/>
          <w:lang w:eastAsia="lt-LT"/>
        </w:rPr>
        <w:t>yra priskirtos išimtinei ir paprastajai Savivaldybės tarybos kompetencijai (jeigu paprastosios Savivaldybės tarybos kompetencijos Savivaldybės taryba nėra perdavusi Savivaldybės merui).</w:t>
      </w:r>
    </w:p>
    <w:p w14:paraId="1F7DAA5B" w14:textId="77777777" w:rsidR="00F04209" w:rsidRDefault="00F04209" w:rsidP="00710445">
      <w:pPr>
        <w:ind w:firstLine="1260"/>
        <w:jc w:val="both"/>
        <w:rPr>
          <w:strike/>
          <w:color w:val="000000"/>
          <w:lang w:eastAsia="lt-LT"/>
        </w:rPr>
      </w:pPr>
      <w:r>
        <w:rPr>
          <w:strike/>
          <w:color w:val="000000"/>
          <w:lang w:eastAsia="lt-LT"/>
        </w:rPr>
        <w:t>7.1. tvirtina Gimnazijos nuostatus;</w:t>
      </w:r>
    </w:p>
    <w:p w14:paraId="32FD2E0A" w14:textId="77777777" w:rsidR="00F04209" w:rsidRDefault="00F04209" w:rsidP="00F04209">
      <w:pPr>
        <w:ind w:firstLine="1260"/>
        <w:jc w:val="both"/>
        <w:rPr>
          <w:strike/>
          <w:color w:val="000000"/>
          <w:lang w:eastAsia="lt-LT"/>
        </w:rPr>
      </w:pPr>
      <w:r>
        <w:rPr>
          <w:strike/>
          <w:color w:val="000000"/>
          <w:lang w:eastAsia="lt-LT"/>
        </w:rPr>
        <w:t>7.2. priima sprendimą dėl Gimnazijos buveinės pakeitimo;</w:t>
      </w:r>
    </w:p>
    <w:p w14:paraId="35DC0C53" w14:textId="77777777" w:rsidR="00F04209" w:rsidRDefault="00F04209" w:rsidP="00F04209">
      <w:pPr>
        <w:ind w:firstLine="1260"/>
        <w:jc w:val="both"/>
        <w:rPr>
          <w:strike/>
          <w:color w:val="000000"/>
          <w:lang w:eastAsia="lt-LT"/>
        </w:rPr>
      </w:pPr>
      <w:r>
        <w:rPr>
          <w:strike/>
          <w:color w:val="000000"/>
          <w:lang w:eastAsia="lt-LT"/>
        </w:rPr>
        <w:t>7.3. priima sprendimą dėl Gimnazijos reorganizavimo ar likvidavimo;</w:t>
      </w:r>
    </w:p>
    <w:p w14:paraId="55D1AC0F" w14:textId="77777777" w:rsidR="00F04209" w:rsidRDefault="00F04209" w:rsidP="00F04209">
      <w:pPr>
        <w:ind w:firstLine="1260"/>
        <w:jc w:val="both"/>
        <w:rPr>
          <w:strike/>
          <w:color w:val="000000"/>
          <w:lang w:eastAsia="lt-LT"/>
        </w:rPr>
      </w:pPr>
      <w:r>
        <w:rPr>
          <w:strike/>
          <w:color w:val="000000"/>
          <w:lang w:eastAsia="lt-LT"/>
        </w:rPr>
        <w:t>7.4. priima sprendimą dėl Gimnazijos filialo steigimo ir jo veiklos nutraukimo;</w:t>
      </w:r>
    </w:p>
    <w:p w14:paraId="67C2A878" w14:textId="77777777" w:rsidR="00F04209" w:rsidRDefault="00F04209" w:rsidP="00F04209">
      <w:pPr>
        <w:ind w:firstLine="1260"/>
        <w:jc w:val="both"/>
        <w:rPr>
          <w:strike/>
          <w:color w:val="000000"/>
          <w:lang w:eastAsia="lt-LT"/>
        </w:rPr>
      </w:pPr>
      <w:r>
        <w:rPr>
          <w:strike/>
          <w:color w:val="000000"/>
          <w:lang w:eastAsia="lt-LT"/>
        </w:rPr>
        <w:t>7.5. skiria ir atleidžia likvidatorių arba sudaro likvidavimo komisiją ir nutraukia jos įgaliojimus;</w:t>
      </w:r>
    </w:p>
    <w:p w14:paraId="31C5E873" w14:textId="77777777" w:rsidR="00F04209" w:rsidRDefault="00F04209" w:rsidP="00F04209">
      <w:pPr>
        <w:ind w:firstLine="1260"/>
        <w:jc w:val="both"/>
        <w:rPr>
          <w:strike/>
          <w:color w:val="000000"/>
          <w:lang w:eastAsia="lt-LT"/>
        </w:rPr>
      </w:pPr>
      <w:r>
        <w:rPr>
          <w:strike/>
          <w:color w:val="000000"/>
          <w:lang w:eastAsia="lt-LT"/>
        </w:rPr>
        <w:t xml:space="preserve">7.6. sprendžia kitus įstatymuose ir Gimnazijos nuostatuose jos kompetencijai priskirtus klausimus. </w:t>
      </w:r>
    </w:p>
    <w:p w14:paraId="107349FD" w14:textId="77777777" w:rsidR="00F04209" w:rsidRDefault="00F04209" w:rsidP="00F04209">
      <w:pPr>
        <w:ind w:firstLine="1260"/>
        <w:jc w:val="both"/>
        <w:rPr>
          <w:strike/>
          <w:color w:val="000000"/>
          <w:lang w:eastAsia="lt-LT"/>
        </w:rPr>
      </w:pPr>
      <w:r>
        <w:rPr>
          <w:color w:val="000000"/>
          <w:lang w:eastAsia="lt-LT"/>
        </w:rPr>
        <w:t xml:space="preserve">8. Gimnazijos buveinė – Salantų g. 5, Mosėdžio mstl., LT-98301 Skuodo r. sav. </w:t>
      </w:r>
    </w:p>
    <w:p w14:paraId="31EA29F4" w14:textId="77777777" w:rsidR="00F04209" w:rsidRDefault="00F04209" w:rsidP="00F04209">
      <w:pPr>
        <w:ind w:firstLine="1260"/>
        <w:jc w:val="both"/>
        <w:rPr>
          <w:color w:val="000000"/>
          <w:lang w:eastAsia="lt-LT"/>
        </w:rPr>
      </w:pPr>
      <w:r>
        <w:rPr>
          <w:color w:val="000000"/>
          <w:lang w:eastAsia="lt-LT"/>
        </w:rPr>
        <w:t>9. Gimnazijos grupė – bendrojo ugdymo mokykla.</w:t>
      </w:r>
    </w:p>
    <w:p w14:paraId="7F585492" w14:textId="77777777" w:rsidR="00F04209" w:rsidRDefault="00F04209" w:rsidP="00F04209">
      <w:pPr>
        <w:ind w:firstLine="1260"/>
        <w:jc w:val="both"/>
        <w:rPr>
          <w:color w:val="000000"/>
          <w:lang w:eastAsia="lt-LT"/>
        </w:rPr>
      </w:pPr>
      <w:r>
        <w:rPr>
          <w:color w:val="000000"/>
          <w:lang w:eastAsia="lt-LT"/>
        </w:rPr>
        <w:t xml:space="preserve">10. Gimnazijos tipas – gimnazija. </w:t>
      </w:r>
    </w:p>
    <w:p w14:paraId="7AB16A8F" w14:textId="77777777" w:rsidR="00F04209" w:rsidRDefault="00F04209" w:rsidP="00F04209">
      <w:pPr>
        <w:ind w:firstLine="1260"/>
        <w:jc w:val="both"/>
        <w:rPr>
          <w:color w:val="000000"/>
          <w:lang w:eastAsia="lt-LT"/>
        </w:rPr>
      </w:pPr>
      <w:r>
        <w:rPr>
          <w:color w:val="000000"/>
          <w:lang w:eastAsia="lt-LT"/>
        </w:rPr>
        <w:t>11. Pagrindinė paskirtis – gimnazijos tipo gimnazija.</w:t>
      </w:r>
    </w:p>
    <w:p w14:paraId="0351E42B" w14:textId="77777777" w:rsidR="00F04209" w:rsidRDefault="00F04209" w:rsidP="00F04209">
      <w:pPr>
        <w:ind w:firstLine="1260"/>
        <w:jc w:val="both"/>
        <w:rPr>
          <w:color w:val="000000"/>
          <w:lang w:eastAsia="lt-LT"/>
        </w:rPr>
      </w:pPr>
      <w:r>
        <w:rPr>
          <w:color w:val="000000"/>
          <w:lang w:eastAsia="lt-LT"/>
        </w:rPr>
        <w:t xml:space="preserve">12. Mokymo kalba – lietuvių kalba.       </w:t>
      </w:r>
    </w:p>
    <w:p w14:paraId="77AAEE9B" w14:textId="77777777" w:rsidR="00F04209" w:rsidRDefault="00F04209" w:rsidP="00F04209">
      <w:pPr>
        <w:ind w:firstLine="1247"/>
        <w:jc w:val="both"/>
        <w:rPr>
          <w:b/>
          <w:bCs/>
          <w:color w:val="000000"/>
          <w:lang w:eastAsia="lt-LT"/>
        </w:rPr>
      </w:pPr>
      <w:r>
        <w:rPr>
          <w:color w:val="000000"/>
          <w:lang w:eastAsia="lt-LT"/>
        </w:rPr>
        <w:t>13.</w:t>
      </w:r>
      <w:r>
        <w:rPr>
          <w:b/>
          <w:bCs/>
          <w:color w:val="000000"/>
          <w:lang w:eastAsia="lt-LT"/>
        </w:rPr>
        <w:t xml:space="preserve"> </w:t>
      </w:r>
      <w:r>
        <w:rPr>
          <w:color w:val="000000"/>
          <w:lang w:eastAsia="lt-LT"/>
        </w:rPr>
        <w:t>Gimnazijos</w:t>
      </w:r>
      <w:r>
        <w:rPr>
          <w:b/>
          <w:bCs/>
          <w:color w:val="000000"/>
          <w:lang w:eastAsia="lt-LT"/>
        </w:rPr>
        <w:t xml:space="preserve"> </w:t>
      </w:r>
      <w:r>
        <w:rPr>
          <w:color w:val="000000"/>
        </w:rPr>
        <w:t>mokymosi formos – grupinio ir (ar) pavienio mokymosi:</w:t>
      </w:r>
      <w:r>
        <w:rPr>
          <w:b/>
          <w:bCs/>
          <w:color w:val="000000"/>
          <w:lang w:eastAsia="lt-LT"/>
        </w:rPr>
        <w:t xml:space="preserve"> </w:t>
      </w:r>
    </w:p>
    <w:p w14:paraId="739097DC" w14:textId="77777777" w:rsidR="00F04209" w:rsidRDefault="00F04209" w:rsidP="00F04209">
      <w:pPr>
        <w:ind w:firstLine="1247"/>
        <w:jc w:val="both"/>
        <w:rPr>
          <w:color w:val="000000"/>
        </w:rPr>
      </w:pPr>
      <w:r>
        <w:rPr>
          <w:color w:val="000000"/>
          <w:lang w:eastAsia="lt-LT"/>
        </w:rPr>
        <w:t>13.1.</w:t>
      </w:r>
      <w:r>
        <w:rPr>
          <w:b/>
          <w:bCs/>
          <w:color w:val="000000"/>
          <w:lang w:eastAsia="lt-LT"/>
        </w:rPr>
        <w:t xml:space="preserve"> </w:t>
      </w:r>
      <w:r>
        <w:rPr>
          <w:color w:val="000000"/>
        </w:rPr>
        <w:t xml:space="preserve">grupinio mokymosi forma įgyvendinama kasdieniu mokymo proceso organizavimo būdu ir (ar) nuotoliniu ugdymo proceso organizavimo būdu; </w:t>
      </w:r>
    </w:p>
    <w:p w14:paraId="0D1EC4E4" w14:textId="77777777" w:rsidR="00F04209" w:rsidRDefault="00F04209" w:rsidP="00F04209">
      <w:pPr>
        <w:ind w:firstLine="1247"/>
        <w:jc w:val="both"/>
        <w:rPr>
          <w:color w:val="000000"/>
          <w:lang w:eastAsia="lt-LT"/>
        </w:rPr>
      </w:pPr>
      <w:r>
        <w:rPr>
          <w:color w:val="000000"/>
        </w:rPr>
        <w:lastRenderedPageBreak/>
        <w:t xml:space="preserve">13.2. pavienio mokymosi forma įgyvendinama individualiu, savarankišku ir (ar) nuotoliniu mokymo proceso organizavimo būdais bei </w:t>
      </w:r>
      <w:r>
        <w:rPr>
          <w:color w:val="000000"/>
          <w:lang w:eastAsia="lt-LT"/>
        </w:rPr>
        <w:t>ugdymosi šeimoje mokymo proceso organizavimo būdu.</w:t>
      </w:r>
    </w:p>
    <w:p w14:paraId="70741CF1" w14:textId="77777777" w:rsidR="00F04209" w:rsidRDefault="00F04209" w:rsidP="00F04209">
      <w:pPr>
        <w:ind w:firstLine="1260"/>
        <w:jc w:val="both"/>
        <w:rPr>
          <w:color w:val="000000"/>
          <w:lang w:eastAsia="lt-LT"/>
        </w:rPr>
      </w:pPr>
      <w:r>
        <w:rPr>
          <w:color w:val="000000"/>
          <w:lang w:eastAsia="lt-LT"/>
        </w:rPr>
        <w:t>14. Gimnazija vykdo ikimokyklinio ugdymo, priešmokyklinio ugdymo, pradinio ugdymo, pagrindinio ugdymo, akredituotą vidurinio ugdymo programą ir neformaliojo vaikų  švietimo programas.</w:t>
      </w:r>
    </w:p>
    <w:p w14:paraId="318739A5" w14:textId="77777777" w:rsidR="00F04209" w:rsidRDefault="00F04209" w:rsidP="00F04209">
      <w:pPr>
        <w:ind w:firstLine="540"/>
        <w:jc w:val="both"/>
        <w:rPr>
          <w:color w:val="000000"/>
          <w:lang w:eastAsia="lt-LT"/>
        </w:rPr>
      </w:pPr>
      <w:r>
        <w:rPr>
          <w:color w:val="000000"/>
          <w:lang w:eastAsia="lt-LT"/>
        </w:rPr>
        <w:tab/>
        <w:t>15. Gimnazija išduoda mokymosi pasiekimus įteisinančius dokumentus: pradinio ugdymo pasiekimų, pagrindinio išsilavinimo, mokymosi pasiekimų pažymėjimus, brandos atestatus.</w:t>
      </w:r>
    </w:p>
    <w:p w14:paraId="2BBB3E97" w14:textId="5DB16B0F" w:rsidR="003E3427" w:rsidRDefault="003E3427" w:rsidP="003E3427">
      <w:pPr>
        <w:tabs>
          <w:tab w:val="left" w:pos="1080"/>
        </w:tabs>
        <w:jc w:val="both"/>
        <w:outlineLvl w:val="0"/>
        <w:rPr>
          <w:b/>
          <w:bCs/>
          <w:color w:val="000000"/>
        </w:rPr>
      </w:pPr>
      <w:r>
        <w:rPr>
          <w:color w:val="000000"/>
        </w:rPr>
        <w:tab/>
      </w:r>
      <w:r>
        <w:rPr>
          <w:color w:val="000000"/>
        </w:rPr>
        <w:tab/>
      </w:r>
      <w:r>
        <w:rPr>
          <w:b/>
          <w:bCs/>
          <w:color w:val="000000"/>
        </w:rPr>
        <w:t>16. Skuodo rajono Mosėdžio gimnazijos Ylakių vidurinio ugdymo skyri</w:t>
      </w:r>
      <w:r w:rsidR="00F3359E">
        <w:rPr>
          <w:b/>
          <w:bCs/>
          <w:color w:val="000000"/>
        </w:rPr>
        <w:t>a</w:t>
      </w:r>
      <w:r>
        <w:rPr>
          <w:b/>
          <w:bCs/>
          <w:color w:val="000000"/>
        </w:rPr>
        <w:t>us (toliau –</w:t>
      </w:r>
      <w:r w:rsidR="00C43525">
        <w:rPr>
          <w:b/>
          <w:bCs/>
          <w:color w:val="000000"/>
        </w:rPr>
        <w:t xml:space="preserve"> </w:t>
      </w:r>
      <w:r>
        <w:rPr>
          <w:b/>
          <w:bCs/>
          <w:color w:val="000000"/>
        </w:rPr>
        <w:t>Ylakių skyrius) duomenys:</w:t>
      </w:r>
    </w:p>
    <w:p w14:paraId="495D03EB" w14:textId="77777777" w:rsidR="003E3427" w:rsidRDefault="003E3427" w:rsidP="003E3427">
      <w:pPr>
        <w:tabs>
          <w:tab w:val="left" w:pos="1080"/>
          <w:tab w:val="left" w:pos="1890"/>
        </w:tabs>
        <w:ind w:firstLine="1276"/>
        <w:jc w:val="both"/>
        <w:outlineLvl w:val="0"/>
        <w:rPr>
          <w:b/>
          <w:bCs/>
          <w:color w:val="000000"/>
        </w:rPr>
      </w:pPr>
      <w:r>
        <w:rPr>
          <w:b/>
          <w:bCs/>
          <w:color w:val="000000"/>
        </w:rPr>
        <w:t>16.1. steigimo data – 2024 m. rugsėjo 1 d.</w:t>
      </w:r>
    </w:p>
    <w:p w14:paraId="106C18C7" w14:textId="77777777" w:rsidR="003E3427" w:rsidRDefault="003E3427" w:rsidP="003E3427">
      <w:pPr>
        <w:tabs>
          <w:tab w:val="left" w:pos="1080"/>
          <w:tab w:val="left" w:pos="1890"/>
          <w:tab w:val="num" w:pos="2142"/>
        </w:tabs>
        <w:ind w:firstLine="1276"/>
        <w:jc w:val="both"/>
        <w:outlineLvl w:val="0"/>
        <w:rPr>
          <w:b/>
          <w:bCs/>
          <w:color w:val="000000"/>
        </w:rPr>
      </w:pPr>
      <w:r>
        <w:rPr>
          <w:b/>
          <w:bCs/>
          <w:color w:val="000000"/>
        </w:rPr>
        <w:t>16.2. buveinė</w:t>
      </w:r>
      <w:r w:rsidR="004121D6">
        <w:rPr>
          <w:b/>
          <w:bCs/>
          <w:color w:val="000000"/>
        </w:rPr>
        <w:t xml:space="preserve"> –</w:t>
      </w:r>
      <w:r>
        <w:rPr>
          <w:b/>
          <w:bCs/>
          <w:color w:val="000000"/>
        </w:rPr>
        <w:t xml:space="preserve"> Mokyklos g. 5, Ylakių mstl., Skuodo r. sav.</w:t>
      </w:r>
    </w:p>
    <w:p w14:paraId="1DFF4BEF" w14:textId="77777777" w:rsidR="003E3427" w:rsidRDefault="003E3427" w:rsidP="003E3427">
      <w:pPr>
        <w:tabs>
          <w:tab w:val="left" w:pos="1080"/>
          <w:tab w:val="num" w:pos="1778"/>
          <w:tab w:val="left" w:pos="1890"/>
          <w:tab w:val="num" w:pos="2142"/>
        </w:tabs>
        <w:ind w:firstLine="1276"/>
        <w:jc w:val="both"/>
        <w:outlineLvl w:val="0"/>
        <w:rPr>
          <w:b/>
          <w:bCs/>
          <w:color w:val="000000"/>
        </w:rPr>
      </w:pPr>
      <w:r>
        <w:rPr>
          <w:b/>
          <w:bCs/>
          <w:color w:val="000000"/>
        </w:rPr>
        <w:t>16.3. mokymo kalba – lietuvių</w:t>
      </w:r>
      <w:r w:rsidR="00674C60">
        <w:rPr>
          <w:b/>
          <w:bCs/>
          <w:color w:val="000000"/>
        </w:rPr>
        <w:t>.</w:t>
      </w:r>
    </w:p>
    <w:p w14:paraId="6610C7CB" w14:textId="77777777" w:rsidR="003E3427" w:rsidRDefault="003E3427" w:rsidP="003E3427">
      <w:pPr>
        <w:ind w:firstLine="1276"/>
        <w:jc w:val="both"/>
        <w:rPr>
          <w:b/>
          <w:bCs/>
          <w:color w:val="000000"/>
          <w:lang w:eastAsia="lt-LT"/>
        </w:rPr>
      </w:pPr>
      <w:r>
        <w:rPr>
          <w:b/>
          <w:bCs/>
          <w:color w:val="000000"/>
          <w:lang w:eastAsia="lt-LT"/>
        </w:rPr>
        <w:t xml:space="preserve">17. Gimnazijos </w:t>
      </w:r>
      <w:r>
        <w:rPr>
          <w:b/>
          <w:bCs/>
          <w:color w:val="000000"/>
        </w:rPr>
        <w:t>mokymosi formos – grupinio ir (ar) pavienio mokymosi:</w:t>
      </w:r>
      <w:r>
        <w:rPr>
          <w:b/>
          <w:bCs/>
          <w:color w:val="000000"/>
          <w:lang w:eastAsia="lt-LT"/>
        </w:rPr>
        <w:t xml:space="preserve"> </w:t>
      </w:r>
    </w:p>
    <w:p w14:paraId="2CCDAAE3" w14:textId="77777777" w:rsidR="003E3427" w:rsidRDefault="003E3427" w:rsidP="003E3427">
      <w:pPr>
        <w:ind w:firstLine="1276"/>
        <w:jc w:val="both"/>
        <w:rPr>
          <w:b/>
          <w:bCs/>
          <w:color w:val="000000"/>
        </w:rPr>
      </w:pPr>
      <w:r>
        <w:rPr>
          <w:b/>
          <w:bCs/>
          <w:color w:val="000000"/>
          <w:lang w:eastAsia="lt-LT"/>
        </w:rPr>
        <w:t xml:space="preserve">17.1. </w:t>
      </w:r>
      <w:r>
        <w:rPr>
          <w:b/>
          <w:bCs/>
          <w:color w:val="000000"/>
        </w:rPr>
        <w:t xml:space="preserve">grupinio mokymosi forma įgyvendinama kasdieniu mokymo proceso organizavimo būdu ir (ar) nuotoliniu ugdymo proceso organizavimo būdu; </w:t>
      </w:r>
    </w:p>
    <w:p w14:paraId="69218EC5" w14:textId="77777777" w:rsidR="003E3427" w:rsidRDefault="003E3427" w:rsidP="003E3427">
      <w:pPr>
        <w:ind w:firstLine="1247"/>
        <w:jc w:val="both"/>
        <w:rPr>
          <w:b/>
          <w:bCs/>
          <w:color w:val="000000"/>
          <w:lang w:eastAsia="lt-LT"/>
        </w:rPr>
      </w:pPr>
      <w:r>
        <w:rPr>
          <w:b/>
          <w:bCs/>
          <w:color w:val="000000"/>
        </w:rPr>
        <w:t xml:space="preserve">17.2. pavienio mokymosi forma įgyvendinama individualiu, savarankišku ir (ar) nuotoliniu mokymo proceso organizavimo būdais bei </w:t>
      </w:r>
      <w:r>
        <w:rPr>
          <w:b/>
          <w:bCs/>
          <w:color w:val="000000"/>
          <w:lang w:eastAsia="lt-LT"/>
        </w:rPr>
        <w:t>ugdymosi šeimoje mokymo proceso organizavimo būdu.</w:t>
      </w:r>
    </w:p>
    <w:p w14:paraId="476F0045" w14:textId="77777777" w:rsidR="003E3427" w:rsidRDefault="003E3427" w:rsidP="003E3427">
      <w:pPr>
        <w:ind w:firstLine="1260"/>
        <w:jc w:val="both"/>
        <w:rPr>
          <w:b/>
          <w:bCs/>
          <w:color w:val="000000"/>
          <w:lang w:eastAsia="lt-LT"/>
        </w:rPr>
      </w:pPr>
      <w:r>
        <w:rPr>
          <w:b/>
          <w:bCs/>
          <w:color w:val="000000"/>
          <w:lang w:eastAsia="lt-LT"/>
        </w:rPr>
        <w:t xml:space="preserve">18. Vykdomos švietimo programos </w:t>
      </w:r>
      <w:r w:rsidR="00674C60">
        <w:rPr>
          <w:b/>
          <w:bCs/>
          <w:color w:val="000000"/>
          <w:lang w:eastAsia="lt-LT"/>
        </w:rPr>
        <w:t>–</w:t>
      </w:r>
      <w:r>
        <w:rPr>
          <w:b/>
          <w:bCs/>
          <w:color w:val="000000"/>
          <w:lang w:eastAsia="lt-LT"/>
        </w:rPr>
        <w:t xml:space="preserve"> vidurinio ugdymo programa ir neformaliojo vaikų  švietimo programa.</w:t>
      </w:r>
    </w:p>
    <w:p w14:paraId="086A35B4" w14:textId="77777777" w:rsidR="003E3427" w:rsidRDefault="003E3427" w:rsidP="003E3427">
      <w:pPr>
        <w:tabs>
          <w:tab w:val="left" w:pos="1080"/>
          <w:tab w:val="left" w:pos="1890"/>
        </w:tabs>
        <w:ind w:firstLine="1276"/>
        <w:jc w:val="both"/>
        <w:outlineLvl w:val="0"/>
        <w:rPr>
          <w:b/>
          <w:bCs/>
          <w:color w:val="000000"/>
        </w:rPr>
      </w:pPr>
      <w:r>
        <w:rPr>
          <w:b/>
          <w:bCs/>
          <w:color w:val="000000"/>
          <w:lang w:eastAsia="lt-LT"/>
        </w:rPr>
        <w:t>19. Ylakių skyriaus mokiniams išduodami mokymosi pasiekimus įteisinantys dokumentai.</w:t>
      </w:r>
    </w:p>
    <w:p w14:paraId="6D9AFDAC" w14:textId="6BCFE2C9" w:rsidR="00F04209" w:rsidRDefault="00FA6D63" w:rsidP="00F04209">
      <w:pPr>
        <w:ind w:firstLine="1260"/>
        <w:jc w:val="both"/>
        <w:rPr>
          <w:color w:val="000000"/>
          <w:lang w:eastAsia="lt-LT"/>
        </w:rPr>
      </w:pPr>
      <w:r>
        <w:rPr>
          <w:color w:val="000000"/>
          <w:lang w:eastAsia="lt-LT"/>
        </w:rPr>
        <w:t>20</w:t>
      </w:r>
      <w:r w:rsidR="00F04209">
        <w:rPr>
          <w:color w:val="000000"/>
          <w:lang w:eastAsia="lt-LT"/>
        </w:rPr>
        <w:t xml:space="preserve">. </w:t>
      </w:r>
      <w:bookmarkStart w:id="0" w:name="_Hlk121212299"/>
      <w:r w:rsidR="00F04209">
        <w:rPr>
          <w:color w:val="000000"/>
          <w:lang w:eastAsia="lt-LT"/>
        </w:rPr>
        <w:t xml:space="preserve">Gimnazija yra viešasis juridinis asmuo, turintis antspaudą su valstybės herbu ir savo pavadinimu, atsiskaitomąją ir kitas sąskaitas Lietuvos Respublikos įregistruotuose bankuose, atributiką, savo veiklą grindžia Lietuvos Respublikos Konstitucija, Lietuvos Respublikos įstatymais, Lietuvos Respublikos Vyriausybės nutarimais, švietimo, mokslo ir sporto ministro įsakymais, Skuodo rajono savivaldybės tarybos sprendimais, Skuodo rajono savivaldybės </w:t>
      </w:r>
      <w:r w:rsidR="005D61BF" w:rsidRPr="005D61BF">
        <w:rPr>
          <w:b/>
          <w:bCs/>
          <w:color w:val="000000"/>
          <w:lang w:eastAsia="lt-LT"/>
        </w:rPr>
        <w:t>mero potvarkiais</w:t>
      </w:r>
      <w:r w:rsidR="00F04209" w:rsidRPr="005D61BF">
        <w:rPr>
          <w:strike/>
          <w:color w:val="000000"/>
          <w:lang w:eastAsia="lt-LT"/>
        </w:rPr>
        <w:t>administracijos direktoriaus įsakymais</w:t>
      </w:r>
      <w:r w:rsidR="00F04209">
        <w:rPr>
          <w:color w:val="000000"/>
          <w:lang w:eastAsia="lt-LT"/>
        </w:rPr>
        <w:t>, kitais teisės aktais ir šiais Nuostatais.</w:t>
      </w:r>
    </w:p>
    <w:bookmarkEnd w:id="0"/>
    <w:p w14:paraId="6E02B408" w14:textId="77777777" w:rsidR="00F04209" w:rsidRDefault="00F04209" w:rsidP="00F04209">
      <w:pPr>
        <w:tabs>
          <w:tab w:val="num" w:pos="720"/>
        </w:tabs>
        <w:jc w:val="both"/>
        <w:rPr>
          <w:color w:val="000000"/>
          <w:lang w:eastAsia="lt-LT"/>
        </w:rPr>
      </w:pPr>
    </w:p>
    <w:p w14:paraId="78C17D2E" w14:textId="77777777" w:rsidR="00FA6D63" w:rsidRDefault="00FA6D63" w:rsidP="00FA6D63">
      <w:pPr>
        <w:jc w:val="center"/>
        <w:rPr>
          <w:b/>
          <w:bCs/>
          <w:color w:val="000000"/>
          <w:lang w:eastAsia="lt-LT"/>
        </w:rPr>
      </w:pPr>
      <w:r>
        <w:rPr>
          <w:b/>
          <w:bCs/>
          <w:color w:val="000000"/>
          <w:lang w:eastAsia="lt-LT"/>
        </w:rPr>
        <w:t>II. </w:t>
      </w:r>
      <w:r>
        <w:rPr>
          <w:b/>
          <w:bCs/>
          <w:caps/>
          <w:color w:val="000000"/>
          <w:lang w:eastAsia="lt-LT"/>
        </w:rPr>
        <w:t xml:space="preserve">gimnazijos </w:t>
      </w:r>
      <w:r>
        <w:rPr>
          <w:b/>
          <w:bCs/>
          <w:color w:val="000000"/>
          <w:lang w:eastAsia="lt-LT"/>
        </w:rPr>
        <w:t xml:space="preserve"> VEIKLOS SRITIS IR RŪŠYS, TIKSLAS, UŽDAVINIAI, </w:t>
      </w:r>
    </w:p>
    <w:p w14:paraId="31EC4BAB" w14:textId="77777777" w:rsidR="00FA6D63" w:rsidRDefault="00FA6D63" w:rsidP="00FA6D63">
      <w:pPr>
        <w:jc w:val="center"/>
        <w:rPr>
          <w:b/>
          <w:bCs/>
          <w:color w:val="000000"/>
          <w:lang w:eastAsia="lt-LT"/>
        </w:rPr>
      </w:pPr>
      <w:r>
        <w:rPr>
          <w:b/>
          <w:bCs/>
          <w:color w:val="000000"/>
          <w:lang w:eastAsia="lt-LT"/>
        </w:rPr>
        <w:t>FUNKCIJOS, MOKYMOSI PASIEKIMUS ĮTEISINANČIŲ DOKUMENTŲ IŠDAVIMAS</w:t>
      </w:r>
    </w:p>
    <w:p w14:paraId="511F9FA2" w14:textId="77777777" w:rsidR="00FA6D63" w:rsidRDefault="00FA6D63" w:rsidP="00FA6D63">
      <w:pPr>
        <w:ind w:left="851"/>
        <w:jc w:val="both"/>
        <w:rPr>
          <w:b/>
          <w:bCs/>
          <w:color w:val="000000"/>
          <w:lang w:eastAsia="lt-LT"/>
        </w:rPr>
      </w:pPr>
    </w:p>
    <w:p w14:paraId="453BF2C0" w14:textId="77777777" w:rsidR="00FA6D63" w:rsidRDefault="00FA6D63" w:rsidP="00FA6D63">
      <w:pPr>
        <w:ind w:firstLine="1260"/>
        <w:jc w:val="both"/>
        <w:rPr>
          <w:color w:val="000000"/>
          <w:lang w:eastAsia="lt-LT"/>
        </w:rPr>
      </w:pPr>
      <w:r>
        <w:rPr>
          <w:color w:val="000000"/>
          <w:lang w:eastAsia="lt-LT"/>
        </w:rPr>
        <w:t>21. Gimnazijos veiklos sritis – švietimas.</w:t>
      </w:r>
    </w:p>
    <w:p w14:paraId="27DC94FB" w14:textId="77777777" w:rsidR="00FA6D63" w:rsidRDefault="00FA6D63" w:rsidP="00FA6D63">
      <w:pPr>
        <w:ind w:firstLine="1260"/>
        <w:jc w:val="both"/>
        <w:rPr>
          <w:color w:val="000000"/>
          <w:lang w:eastAsia="lt-LT"/>
        </w:rPr>
      </w:pPr>
      <w:r>
        <w:rPr>
          <w:color w:val="000000"/>
          <w:lang w:eastAsia="lt-LT"/>
        </w:rPr>
        <w:t>22. Gimnazijos švietimo veiklos rūšys:</w:t>
      </w:r>
    </w:p>
    <w:p w14:paraId="544C23DE" w14:textId="77777777" w:rsidR="00FA6D63" w:rsidRDefault="00FA6D63" w:rsidP="00FA6D63">
      <w:pPr>
        <w:ind w:firstLine="1260"/>
        <w:jc w:val="both"/>
        <w:rPr>
          <w:color w:val="000000"/>
          <w:lang w:eastAsia="lt-LT"/>
        </w:rPr>
      </w:pPr>
      <w:r>
        <w:rPr>
          <w:color w:val="000000"/>
          <w:lang w:eastAsia="lt-LT"/>
        </w:rPr>
        <w:t>22.1. pagrindinė veiklos rūšis – vidurinis ugdymas, kodas 85.31.</w:t>
      </w:r>
    </w:p>
    <w:p w14:paraId="0808EED1" w14:textId="77777777" w:rsidR="00FA6D63" w:rsidRDefault="00FA6D63" w:rsidP="00FA6D63">
      <w:pPr>
        <w:ind w:firstLine="1260"/>
        <w:jc w:val="both"/>
        <w:rPr>
          <w:color w:val="000000"/>
          <w:lang w:eastAsia="lt-LT"/>
        </w:rPr>
      </w:pPr>
      <w:r>
        <w:rPr>
          <w:color w:val="000000"/>
          <w:lang w:eastAsia="lt-LT"/>
        </w:rPr>
        <w:t>22.2. kitos švietimo veiklos rūšys:</w:t>
      </w:r>
    </w:p>
    <w:p w14:paraId="59BE825E" w14:textId="77777777" w:rsidR="00FA6D63" w:rsidRDefault="00FA6D63" w:rsidP="00FA6D63">
      <w:pPr>
        <w:autoSpaceDE w:val="0"/>
        <w:autoSpaceDN w:val="0"/>
        <w:adjustRightInd w:val="0"/>
        <w:spacing w:after="27"/>
        <w:ind w:firstLine="1260"/>
        <w:rPr>
          <w:color w:val="000000"/>
        </w:rPr>
      </w:pPr>
      <w:r>
        <w:rPr>
          <w:color w:val="000000"/>
        </w:rPr>
        <w:t>22.2.1. pradinis ugdymas, kodas 85.20;</w:t>
      </w:r>
    </w:p>
    <w:p w14:paraId="7C9C440F" w14:textId="77777777" w:rsidR="00FA6D63" w:rsidRPr="00F32C0D" w:rsidRDefault="00FA6D63" w:rsidP="00FA6D63">
      <w:pPr>
        <w:autoSpaceDE w:val="0"/>
        <w:autoSpaceDN w:val="0"/>
        <w:adjustRightInd w:val="0"/>
        <w:spacing w:after="27"/>
        <w:ind w:firstLine="1260"/>
      </w:pPr>
      <w:r>
        <w:rPr>
          <w:color w:val="000000"/>
        </w:rPr>
        <w:t>22.2.2. priešmokyklinis ugdymas</w:t>
      </w:r>
      <w:r w:rsidRPr="00F32C0D">
        <w:rPr>
          <w:color w:val="000000"/>
        </w:rPr>
        <w:t xml:space="preserve">, kodas </w:t>
      </w:r>
      <w:r w:rsidRPr="00F32C0D">
        <w:t xml:space="preserve">85.10.20;  </w:t>
      </w:r>
    </w:p>
    <w:p w14:paraId="11EBF394" w14:textId="77777777" w:rsidR="00FA6D63" w:rsidRPr="00F32C0D" w:rsidRDefault="00FA6D63" w:rsidP="00FA6D63">
      <w:pPr>
        <w:ind w:firstLine="1260"/>
        <w:jc w:val="both"/>
        <w:rPr>
          <w:lang w:eastAsia="lt-LT"/>
        </w:rPr>
      </w:pPr>
      <w:r>
        <w:rPr>
          <w:lang w:eastAsia="lt-LT"/>
        </w:rPr>
        <w:t>22</w:t>
      </w:r>
      <w:r w:rsidRPr="00F32C0D">
        <w:rPr>
          <w:lang w:eastAsia="lt-LT"/>
        </w:rPr>
        <w:t>.2.3. sportinis ir rekreacinis švietimas, kodas 85.51;</w:t>
      </w:r>
    </w:p>
    <w:p w14:paraId="23EC3F9F" w14:textId="77777777" w:rsidR="00FA6D63" w:rsidRPr="00F32C0D" w:rsidRDefault="00FA6D63" w:rsidP="00FA6D63">
      <w:pPr>
        <w:ind w:firstLine="1260"/>
        <w:jc w:val="both"/>
        <w:rPr>
          <w:lang w:eastAsia="lt-LT"/>
        </w:rPr>
      </w:pPr>
      <w:r>
        <w:rPr>
          <w:lang w:eastAsia="lt-LT"/>
        </w:rPr>
        <w:t>22</w:t>
      </w:r>
      <w:r w:rsidRPr="00F32C0D">
        <w:rPr>
          <w:lang w:eastAsia="lt-LT"/>
        </w:rPr>
        <w:t xml:space="preserve">.2.4. kultūrinis švietimas, kodas 85.52; </w:t>
      </w:r>
    </w:p>
    <w:p w14:paraId="39517BD9" w14:textId="77777777" w:rsidR="00FA6D63" w:rsidRPr="00F32C0D" w:rsidRDefault="00FA6D63" w:rsidP="00FA6D63">
      <w:pPr>
        <w:ind w:firstLine="1260"/>
        <w:jc w:val="both"/>
        <w:rPr>
          <w:lang w:eastAsia="lt-LT"/>
        </w:rPr>
      </w:pPr>
      <w:r>
        <w:rPr>
          <w:lang w:eastAsia="lt-LT"/>
        </w:rPr>
        <w:t>22</w:t>
      </w:r>
      <w:r w:rsidRPr="00F32C0D">
        <w:rPr>
          <w:lang w:eastAsia="lt-LT"/>
        </w:rPr>
        <w:t xml:space="preserve">.2.5. kitas, niekur nepriskirtas, švietimas, kodas 85.59; </w:t>
      </w:r>
    </w:p>
    <w:p w14:paraId="0608F972" w14:textId="41601873" w:rsidR="00FA6D63" w:rsidRPr="00F32C0D" w:rsidRDefault="00FA6D63" w:rsidP="00F3035D">
      <w:pPr>
        <w:ind w:firstLine="1260"/>
        <w:jc w:val="both"/>
        <w:rPr>
          <w:lang w:eastAsia="lt-LT"/>
        </w:rPr>
      </w:pPr>
      <w:r>
        <w:rPr>
          <w:lang w:eastAsia="lt-LT"/>
        </w:rPr>
        <w:t>22</w:t>
      </w:r>
      <w:r w:rsidRPr="00F32C0D">
        <w:rPr>
          <w:lang w:eastAsia="lt-LT"/>
        </w:rPr>
        <w:t>.2.6. švietimui būdingų paslaugų veikla, kodas 85.60.</w:t>
      </w:r>
    </w:p>
    <w:p w14:paraId="21563414" w14:textId="77777777" w:rsidR="00FA6D63" w:rsidRPr="00F32C0D" w:rsidRDefault="00FA6D63" w:rsidP="00FA6D63">
      <w:pPr>
        <w:ind w:firstLine="1260"/>
        <w:jc w:val="both"/>
        <w:rPr>
          <w:lang w:eastAsia="lt-LT"/>
        </w:rPr>
      </w:pPr>
      <w:r>
        <w:rPr>
          <w:lang w:eastAsia="lt-LT"/>
        </w:rPr>
        <w:t>23</w:t>
      </w:r>
      <w:r w:rsidRPr="00F32C0D">
        <w:rPr>
          <w:lang w:eastAsia="lt-LT"/>
        </w:rPr>
        <w:t>. Kitos ne švietimo veiklos rūšys:</w:t>
      </w:r>
    </w:p>
    <w:p w14:paraId="03189672" w14:textId="553631A6" w:rsidR="00FA6D63" w:rsidRPr="00F32C0D" w:rsidRDefault="00FA6D63" w:rsidP="00F3035D">
      <w:pPr>
        <w:ind w:firstLine="1260"/>
        <w:jc w:val="both"/>
        <w:rPr>
          <w:lang w:eastAsia="lt-LT"/>
        </w:rPr>
      </w:pPr>
      <w:r>
        <w:rPr>
          <w:lang w:eastAsia="lt-LT"/>
        </w:rPr>
        <w:t>23</w:t>
      </w:r>
      <w:r w:rsidRPr="00F32C0D">
        <w:rPr>
          <w:lang w:eastAsia="lt-LT"/>
        </w:rPr>
        <w:t>.1. kitų maitinimo paslaugų teikimas, kodas 56.29;</w:t>
      </w:r>
    </w:p>
    <w:p w14:paraId="61504936" w14:textId="77777777" w:rsidR="00FA6D63" w:rsidRPr="00F32C0D" w:rsidRDefault="00FA6D63" w:rsidP="00FA6D63">
      <w:pPr>
        <w:ind w:firstLine="1260"/>
        <w:jc w:val="both"/>
        <w:rPr>
          <w:lang w:eastAsia="lt-LT"/>
        </w:rPr>
      </w:pPr>
      <w:r>
        <w:rPr>
          <w:lang w:eastAsia="lt-LT"/>
        </w:rPr>
        <w:t>23</w:t>
      </w:r>
      <w:r w:rsidRPr="00F32C0D">
        <w:rPr>
          <w:lang w:eastAsia="lt-LT"/>
        </w:rPr>
        <w:t>.2. nuosavo arba nuomojamo nekilnojamojo turto nuoma ir eksploatavimas, kodas 68.20.</w:t>
      </w:r>
    </w:p>
    <w:p w14:paraId="6015867E" w14:textId="77777777" w:rsidR="00FA6D63" w:rsidRPr="00F32C0D" w:rsidRDefault="00FA6D63" w:rsidP="00FA6D63">
      <w:pPr>
        <w:autoSpaceDE w:val="0"/>
        <w:autoSpaceDN w:val="0"/>
        <w:adjustRightInd w:val="0"/>
        <w:spacing w:after="27"/>
        <w:ind w:firstLine="1260"/>
        <w:jc w:val="both"/>
        <w:rPr>
          <w:color w:val="000000"/>
        </w:rPr>
      </w:pPr>
      <w:r w:rsidRPr="00F32C0D">
        <w:rPr>
          <w:color w:val="000000"/>
        </w:rPr>
        <w:t>2</w:t>
      </w:r>
      <w:r>
        <w:rPr>
          <w:color w:val="000000"/>
        </w:rPr>
        <w:t>4</w:t>
      </w:r>
      <w:r w:rsidRPr="00F32C0D">
        <w:rPr>
          <w:color w:val="000000"/>
        </w:rPr>
        <w:t xml:space="preserve">. Gimnazijos veiklos tikslas – plėtoti dvasines, intelektines ir fizines asmens galias, bendrąsias ir esmines dalykines kompetencijas, būtinas tolesniam mokinių mokymuisi, profesinei karjerai ir savarankiškam gyvenimui. </w:t>
      </w:r>
    </w:p>
    <w:p w14:paraId="34D57381" w14:textId="77777777" w:rsidR="00FA6D63" w:rsidRPr="00F32C0D" w:rsidRDefault="00FA6D63" w:rsidP="00FA6D63">
      <w:pPr>
        <w:ind w:firstLine="1260"/>
        <w:jc w:val="both"/>
        <w:rPr>
          <w:lang w:eastAsia="lt-LT"/>
        </w:rPr>
      </w:pPr>
      <w:r w:rsidRPr="00F32C0D">
        <w:rPr>
          <w:lang w:eastAsia="lt-LT"/>
        </w:rPr>
        <w:t>2</w:t>
      </w:r>
      <w:r>
        <w:rPr>
          <w:lang w:eastAsia="lt-LT"/>
        </w:rPr>
        <w:t>5</w:t>
      </w:r>
      <w:r w:rsidRPr="00F32C0D">
        <w:rPr>
          <w:lang w:eastAsia="lt-LT"/>
        </w:rPr>
        <w:t>. Gimnazijos veiklos uždaviniai:</w:t>
      </w:r>
    </w:p>
    <w:p w14:paraId="7BBCECA2" w14:textId="77777777" w:rsidR="00FA6D63" w:rsidRPr="00F32C0D" w:rsidRDefault="00FA6D63" w:rsidP="00FA6D63">
      <w:pPr>
        <w:ind w:firstLine="1260"/>
        <w:jc w:val="both"/>
        <w:rPr>
          <w:lang w:eastAsia="lt-LT"/>
        </w:rPr>
      </w:pPr>
      <w:r w:rsidRPr="00F32C0D">
        <w:rPr>
          <w:lang w:eastAsia="lt-LT"/>
        </w:rPr>
        <w:lastRenderedPageBreak/>
        <w:t>2</w:t>
      </w:r>
      <w:r>
        <w:rPr>
          <w:lang w:eastAsia="lt-LT"/>
        </w:rPr>
        <w:t>5</w:t>
      </w:r>
      <w:r w:rsidRPr="00F32C0D">
        <w:rPr>
          <w:lang w:eastAsia="lt-LT"/>
        </w:rPr>
        <w:t>.1. užtikrinti kokybišką pagrindinį ir vidurinį išsilavinimą, pradinio, priešmokyklinio ugdymo programų vykdymą;</w:t>
      </w:r>
    </w:p>
    <w:p w14:paraId="19CEFBB7" w14:textId="77777777" w:rsidR="00FA6D63" w:rsidRPr="00F32C0D" w:rsidRDefault="00FA6D63" w:rsidP="00FA6D63">
      <w:pPr>
        <w:ind w:firstLine="1260"/>
        <w:jc w:val="both"/>
        <w:rPr>
          <w:lang w:eastAsia="lt-LT"/>
        </w:rPr>
      </w:pPr>
      <w:r w:rsidRPr="00F32C0D">
        <w:rPr>
          <w:lang w:eastAsia="lt-LT"/>
        </w:rPr>
        <w:t>2</w:t>
      </w:r>
      <w:r>
        <w:rPr>
          <w:lang w:eastAsia="lt-LT"/>
        </w:rPr>
        <w:t>5</w:t>
      </w:r>
      <w:r w:rsidRPr="00F32C0D">
        <w:rPr>
          <w:lang w:eastAsia="lt-LT"/>
        </w:rPr>
        <w:t>.2. tenkinti mokinių pažinimo, lavinimosi ir saviraiškos poreikius;</w:t>
      </w:r>
    </w:p>
    <w:p w14:paraId="349B4E82" w14:textId="77777777" w:rsidR="00FA6D63" w:rsidRPr="00F32C0D" w:rsidRDefault="00FA6D63" w:rsidP="00FA6D63">
      <w:pPr>
        <w:autoSpaceDE w:val="0"/>
        <w:autoSpaceDN w:val="0"/>
        <w:adjustRightInd w:val="0"/>
        <w:spacing w:after="27"/>
        <w:ind w:firstLine="1260"/>
        <w:rPr>
          <w:color w:val="000000"/>
        </w:rPr>
      </w:pPr>
      <w:r w:rsidRPr="00F32C0D">
        <w:rPr>
          <w:color w:val="000000"/>
        </w:rPr>
        <w:t>2</w:t>
      </w:r>
      <w:r>
        <w:rPr>
          <w:color w:val="000000"/>
        </w:rPr>
        <w:t>5</w:t>
      </w:r>
      <w:r w:rsidRPr="00F32C0D">
        <w:rPr>
          <w:color w:val="000000"/>
        </w:rPr>
        <w:t xml:space="preserve">.3. teikti socialinę  pedagoginę,  psichologinę,  pedagoginę  specialiąją pagalbą; </w:t>
      </w:r>
    </w:p>
    <w:p w14:paraId="451F9F74" w14:textId="77777777" w:rsidR="00FA6D63" w:rsidRPr="00F32C0D" w:rsidRDefault="00FA6D63" w:rsidP="00FA6D63">
      <w:pPr>
        <w:ind w:firstLine="1260"/>
        <w:jc w:val="both"/>
        <w:rPr>
          <w:lang w:eastAsia="lt-LT"/>
        </w:rPr>
      </w:pPr>
      <w:r w:rsidRPr="00F32C0D">
        <w:rPr>
          <w:lang w:eastAsia="lt-LT"/>
        </w:rPr>
        <w:t>2</w:t>
      </w:r>
      <w:r>
        <w:rPr>
          <w:lang w:eastAsia="lt-LT"/>
        </w:rPr>
        <w:t>5</w:t>
      </w:r>
      <w:r w:rsidRPr="00F32C0D">
        <w:rPr>
          <w:lang w:eastAsia="lt-LT"/>
        </w:rPr>
        <w:t>.4. užtikrinti sveiką ir saugią mokymo (-si) aplinką.</w:t>
      </w:r>
    </w:p>
    <w:p w14:paraId="6934F0E4"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 Įgyvendindama pavestus uždavinius, Gimnazija:</w:t>
      </w:r>
    </w:p>
    <w:p w14:paraId="2F0A4D2C"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.1. konkretina ir individualizuoja ugdymo turinį, vadovaudamasi švietimo ir mokslo ministro tvirtinamomis bendrosiomis programomis, atsižvelgdama į Gimnazijos bendruomenės reikmes, taip pat į mokinių poreikius ir interesus;</w:t>
      </w:r>
    </w:p>
    <w:p w14:paraId="393F4B81"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.2. rengia pagrindinio ugdymo ir vidurinio ugdymo programas papildančius bei mokinių poreikius tenkinančius šių programų modulius, neformaliojo vaikų švietimo programas;</w:t>
      </w:r>
    </w:p>
    <w:p w14:paraId="4C406862" w14:textId="77777777" w:rsidR="00FA6D63" w:rsidRPr="00F32C0D" w:rsidRDefault="00FA6D63" w:rsidP="00FA6D63">
      <w:pPr>
        <w:ind w:firstLine="1260"/>
        <w:jc w:val="both"/>
        <w:rPr>
          <w:rFonts w:eastAsia="Calibri"/>
        </w:rPr>
      </w:pPr>
      <w:r w:rsidRPr="00F32C0D">
        <w:rPr>
          <w:rFonts w:eastAsia="Calibri"/>
        </w:rPr>
        <w:t>2</w:t>
      </w:r>
      <w:r>
        <w:rPr>
          <w:rFonts w:eastAsia="Calibri"/>
        </w:rPr>
        <w:t>6</w:t>
      </w:r>
      <w:r w:rsidRPr="00F32C0D">
        <w:rPr>
          <w:rFonts w:eastAsia="Calibri"/>
        </w:rPr>
        <w:t>.3. atlieka mokinio specialiųjų ugdymosi poreikių pirminį įvertinimą, organizuoja mokinių, turinčių specialiųjų ugdymosi poreikių, ugdymą švietimo</w:t>
      </w:r>
      <w:r>
        <w:rPr>
          <w:rFonts w:eastAsia="Calibri"/>
        </w:rPr>
        <w:t xml:space="preserve">, mokslo ir sporto </w:t>
      </w:r>
      <w:r w:rsidRPr="00F32C0D">
        <w:rPr>
          <w:rFonts w:eastAsia="Calibri"/>
        </w:rPr>
        <w:t>ministro nustatyta tvarka;</w:t>
      </w:r>
    </w:p>
    <w:p w14:paraId="5DF14D3E" w14:textId="77777777" w:rsidR="00FA6D63" w:rsidRPr="003764B6" w:rsidRDefault="00FA6D63" w:rsidP="00FA6D63">
      <w:pPr>
        <w:ind w:firstLine="1260"/>
        <w:jc w:val="both"/>
        <w:rPr>
          <w:lang w:eastAsia="lt-LT"/>
        </w:rPr>
      </w:pPr>
      <w:r w:rsidRPr="003764B6">
        <w:rPr>
          <w:lang w:eastAsia="lt-LT"/>
        </w:rPr>
        <w:t>2</w:t>
      </w:r>
      <w:r>
        <w:rPr>
          <w:lang w:eastAsia="lt-LT"/>
        </w:rPr>
        <w:t>6</w:t>
      </w:r>
      <w:r w:rsidRPr="003764B6">
        <w:rPr>
          <w:lang w:eastAsia="lt-LT"/>
        </w:rPr>
        <w:t xml:space="preserve">.4. vykdo pagrindinio ugdymo pasiekimų patikrinimą, brandos egzaminus švietimo, mokslo  ir sporto ministro nustatyta tvarka </w:t>
      </w:r>
    </w:p>
    <w:p w14:paraId="0D2D34F8" w14:textId="77777777" w:rsidR="00FA6D63" w:rsidRPr="00F32C0D" w:rsidRDefault="00FA6D63" w:rsidP="00FA6D63">
      <w:pPr>
        <w:ind w:firstLine="1260"/>
        <w:jc w:val="both"/>
        <w:rPr>
          <w:lang w:eastAsia="lt-LT"/>
        </w:rPr>
      </w:pPr>
      <w:r w:rsidRPr="003764B6">
        <w:rPr>
          <w:lang w:eastAsia="lt-LT"/>
        </w:rPr>
        <w:t>2</w:t>
      </w:r>
      <w:r>
        <w:rPr>
          <w:lang w:eastAsia="lt-LT"/>
        </w:rPr>
        <w:t>6</w:t>
      </w:r>
      <w:r w:rsidRPr="003764B6">
        <w:rPr>
          <w:lang w:eastAsia="lt-LT"/>
        </w:rPr>
        <w:t xml:space="preserve">.5. sudaro palankias sąlygas </w:t>
      </w:r>
      <w:r w:rsidRPr="00F32C0D">
        <w:rPr>
          <w:lang w:eastAsia="lt-LT"/>
        </w:rPr>
        <w:t>veikti mokinių organizacijoms, skatinančioms mokinių dorovinį, tautinį, pilietinį sąmoningumą, patriotizmą, puoselėjančioms kultūrinę ir socialinę brandą, padedančioms tenkinti saviugdos ir saviraiškos poreikius;</w:t>
      </w:r>
    </w:p>
    <w:p w14:paraId="1A55C1B9"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.6. teikia informacinę, psichologinę, socialinę pedagoginę, specialiąją pedagoginę, specialiąją pagalbą, vykdo mokinių sveikatos priežiūrą, vaiko minimalios priežiūros priemones teisės aktų nustatyta tvarka, organizuoja ugdymo karjerai veiklas;</w:t>
      </w:r>
    </w:p>
    <w:p w14:paraId="66F58F73"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.7. organizuoja papildomas mokamas paslaugas (stovyklas, ekskursijas ir kita) teisės aktų nustatyta tvarka;</w:t>
      </w:r>
    </w:p>
    <w:p w14:paraId="758D2649"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.8. sudaro sąlygas darbuotojams tobulinti kvalifikaciją;</w:t>
      </w:r>
    </w:p>
    <w:p w14:paraId="4302B3DB"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.9. užtikrina higienos normas, teisės aktų reikalavimus atitinkančią sveiką, saugią mokymosi ir darbo aplinką;</w:t>
      </w:r>
    </w:p>
    <w:p w14:paraId="59BAC3C8"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 xml:space="preserve">.10. kuria ugdymo turinio reikalavimams įgyvendinti reikiamą materialinę bazę vadovaudamasi </w:t>
      </w:r>
      <w:r w:rsidRPr="003764B6">
        <w:rPr>
          <w:lang w:eastAsia="lt-LT"/>
        </w:rPr>
        <w:t xml:space="preserve">Lietuvos Respublikos švietimo, mokslo ir sporto ministro patvirtintais </w:t>
      </w:r>
      <w:r w:rsidRPr="00F32C0D">
        <w:rPr>
          <w:lang w:eastAsia="lt-LT"/>
        </w:rPr>
        <w:t>teisės aktais;</w:t>
      </w:r>
    </w:p>
    <w:p w14:paraId="6CF5A6B8"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.11. organizuoja mokinių maitinimą;</w:t>
      </w:r>
    </w:p>
    <w:p w14:paraId="2709E398"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.12. organizuoja mokinių vežioji</w:t>
      </w:r>
      <w:r w:rsidRPr="00F32C0D">
        <w:rPr>
          <w:spacing w:val="-2"/>
          <w:lang w:eastAsia="lt-LT"/>
        </w:rPr>
        <w:t>m</w:t>
      </w:r>
      <w:r w:rsidRPr="00F32C0D">
        <w:rPr>
          <w:lang w:eastAsia="lt-LT"/>
        </w:rPr>
        <w:t>ą į Gimnazi</w:t>
      </w:r>
      <w:r w:rsidRPr="00F32C0D">
        <w:rPr>
          <w:spacing w:val="-1"/>
          <w:lang w:eastAsia="lt-LT"/>
        </w:rPr>
        <w:t>j</w:t>
      </w:r>
      <w:r w:rsidRPr="00F32C0D">
        <w:rPr>
          <w:lang w:eastAsia="lt-LT"/>
        </w:rPr>
        <w:t>ą ir iš jos į na</w:t>
      </w:r>
      <w:r w:rsidRPr="00F32C0D">
        <w:rPr>
          <w:spacing w:val="-2"/>
          <w:lang w:eastAsia="lt-LT"/>
        </w:rPr>
        <w:t>m</w:t>
      </w:r>
      <w:r w:rsidRPr="00F32C0D">
        <w:rPr>
          <w:lang w:eastAsia="lt-LT"/>
        </w:rPr>
        <w:t>us;</w:t>
      </w:r>
    </w:p>
    <w:p w14:paraId="416D16B6"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.13. viešai skelbia informaciją apie Gimnazijos veiklą teisės aktų nustatyta tvarka;</w:t>
      </w:r>
    </w:p>
    <w:p w14:paraId="110D0B74" w14:textId="77777777" w:rsidR="00FA6D63" w:rsidRPr="00F32C0D" w:rsidRDefault="00FA6D63" w:rsidP="00FA6D63">
      <w:pPr>
        <w:ind w:firstLine="1260"/>
        <w:jc w:val="both"/>
        <w:rPr>
          <w:lang w:eastAsia="lt-LT"/>
        </w:rPr>
      </w:pPr>
      <w:r w:rsidRPr="00F32C0D">
        <w:rPr>
          <w:lang w:eastAsia="lt-LT"/>
        </w:rPr>
        <w:t>2</w:t>
      </w:r>
      <w:r>
        <w:rPr>
          <w:lang w:eastAsia="lt-LT"/>
        </w:rPr>
        <w:t>6</w:t>
      </w:r>
      <w:r w:rsidRPr="00F32C0D">
        <w:rPr>
          <w:lang w:eastAsia="lt-LT"/>
        </w:rPr>
        <w:t>.14. atlieka kitas įstatymų ir kitų teisės aktų nustatytas funkcijas.</w:t>
      </w:r>
    </w:p>
    <w:p w14:paraId="3C7D119F" w14:textId="77777777" w:rsidR="00FA6D63" w:rsidRPr="003764B6" w:rsidRDefault="00FA6D63" w:rsidP="00FA6D63">
      <w:pPr>
        <w:ind w:firstLine="1260"/>
        <w:jc w:val="both"/>
        <w:rPr>
          <w:lang w:eastAsia="lt-LT"/>
        </w:rPr>
      </w:pPr>
      <w:r w:rsidRPr="00F32C0D">
        <w:rPr>
          <w:lang w:eastAsia="lt-LT"/>
        </w:rPr>
        <w:t>2</w:t>
      </w:r>
      <w:r>
        <w:rPr>
          <w:lang w:eastAsia="lt-LT"/>
        </w:rPr>
        <w:t>7</w:t>
      </w:r>
      <w:r w:rsidRPr="00F32C0D">
        <w:rPr>
          <w:lang w:eastAsia="lt-LT"/>
        </w:rPr>
        <w:t xml:space="preserve">. Gimnazija išduoda mokymosi pasiekimus įteisinančius </w:t>
      </w:r>
      <w:r w:rsidRPr="003764B6">
        <w:rPr>
          <w:lang w:eastAsia="lt-LT"/>
        </w:rPr>
        <w:t xml:space="preserve">dokumentus Lietuvos Respublikos švietimo, mokslo ir sporto ministro nustatyta tvarka. </w:t>
      </w:r>
    </w:p>
    <w:p w14:paraId="2519C83F" w14:textId="77777777" w:rsidR="00FA6D63" w:rsidRPr="003764B6" w:rsidRDefault="00FA6D63" w:rsidP="00FA6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lang w:eastAsia="lt-LT"/>
        </w:rPr>
      </w:pPr>
    </w:p>
    <w:p w14:paraId="6923D74D" w14:textId="77777777" w:rsidR="00FA6D63" w:rsidRPr="00F32C0D" w:rsidRDefault="00FA6D63" w:rsidP="00FA6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lang w:eastAsia="lt-LT"/>
        </w:rPr>
      </w:pPr>
      <w:r w:rsidRPr="00F32C0D">
        <w:rPr>
          <w:rFonts w:eastAsia="Calibri" w:cs="Courier New"/>
          <w:b/>
          <w:bCs/>
          <w:lang w:eastAsia="lt-LT"/>
        </w:rPr>
        <w:t>III. GIMNAZIJOS TEISĖS IR PAREIGOS</w:t>
      </w:r>
    </w:p>
    <w:p w14:paraId="1F078A94" w14:textId="77777777" w:rsidR="00FA6D63" w:rsidRPr="00F32C0D" w:rsidRDefault="00FA6D63" w:rsidP="00FA6D63">
      <w:pPr>
        <w:jc w:val="both"/>
        <w:rPr>
          <w:lang w:eastAsia="lt-LT"/>
        </w:rPr>
      </w:pPr>
    </w:p>
    <w:p w14:paraId="7F5C0EED"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 Gimnazija, įgyvendindama jai pavestus tikslus ir uždavinius, vykdydama jai priskirtas funkcijas, turi teisę:</w:t>
      </w:r>
    </w:p>
    <w:p w14:paraId="09B59F06"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.1. parinkti mokymo (-si) metodus ir mokymo (-si) veiklos būdus;</w:t>
      </w:r>
    </w:p>
    <w:p w14:paraId="17A265A6"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.2. kurti naujus mokymo (-si) modelius, užtikrinančius kokybišką ugdymą;</w:t>
      </w:r>
    </w:p>
    <w:p w14:paraId="4C225B2F"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.3. bendradarbiauti su savo veiklai įtakos turinčiais fiziniais ir juridiniais asmenimis;</w:t>
      </w:r>
    </w:p>
    <w:p w14:paraId="5D10F7A9"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 xml:space="preserve">.4. vykdyti šalies ir tarptautinius švietimo projektus; </w:t>
      </w:r>
    </w:p>
    <w:p w14:paraId="6EF9E336"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.5. jungtis į asociacijas ir dalyvauti jų veikloje Lietuvos Respublikos įstatymų nustatyta tvarka;</w:t>
      </w:r>
    </w:p>
    <w:p w14:paraId="038E8023"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.6. gauti paramą Lietuvos Respublikos įstatymų nustatyta tvarka;</w:t>
      </w:r>
    </w:p>
    <w:p w14:paraId="0CD67963"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8</w:t>
      </w:r>
      <w:r w:rsidRPr="00F32C0D">
        <w:rPr>
          <w:lang w:eastAsia="lt-LT"/>
        </w:rPr>
        <w:t>.7. naudotis kitomis teisės aktų suteiktomis teisėmis.</w:t>
      </w:r>
    </w:p>
    <w:p w14:paraId="1AFB870F"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 Gimnazijos pareigos:</w:t>
      </w:r>
    </w:p>
    <w:p w14:paraId="3E7917DA"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.1. užtikrinti kokybišką ugdymo programų vykdymą</w:t>
      </w:r>
      <w:r>
        <w:rPr>
          <w:lang w:eastAsia="lt-LT"/>
        </w:rPr>
        <w:t>;</w:t>
      </w:r>
      <w:r w:rsidRPr="00F32C0D">
        <w:rPr>
          <w:lang w:eastAsia="lt-LT"/>
        </w:rPr>
        <w:t xml:space="preserve"> </w:t>
      </w:r>
    </w:p>
    <w:p w14:paraId="4694D206"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.2. suprantamai ir aiškiai, taisyklinga lietuvių kalba perteikti ugdymo turinį, kai teisės aktais nustatyta, kad atitinkamas ugdymo turinys perteikiamas lietuvių kalba;</w:t>
      </w:r>
    </w:p>
    <w:p w14:paraId="564A0320" w14:textId="77777777" w:rsidR="00FA6D63" w:rsidRPr="00F32C0D" w:rsidRDefault="00FA6D63" w:rsidP="00FA6D63">
      <w:pPr>
        <w:tabs>
          <w:tab w:val="left" w:pos="720"/>
        </w:tabs>
        <w:ind w:firstLine="1260"/>
        <w:jc w:val="both"/>
        <w:rPr>
          <w:lang w:eastAsia="lt-LT"/>
        </w:rPr>
      </w:pPr>
      <w:r w:rsidRPr="00F32C0D">
        <w:rPr>
          <w:lang w:eastAsia="lt-LT"/>
        </w:rPr>
        <w:lastRenderedPageBreak/>
        <w:t>2</w:t>
      </w:r>
      <w:r>
        <w:rPr>
          <w:lang w:eastAsia="lt-LT"/>
        </w:rPr>
        <w:t>9</w:t>
      </w:r>
      <w:r w:rsidRPr="00F32C0D">
        <w:rPr>
          <w:lang w:eastAsia="lt-LT"/>
        </w:rPr>
        <w:t>.3. sudaryti higienos normas atitinkančias ugdymo sąlygas;</w:t>
      </w:r>
    </w:p>
    <w:p w14:paraId="7066BF62"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.4. užtikrinti sveiką, saugią, užkertančią kelią smurto, prievartos apraiškoms ir žalingiems įpročiams aplinką;</w:t>
      </w:r>
    </w:p>
    <w:p w14:paraId="30C90DDC"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 xml:space="preserve">.5. užtikrinti veiksmingą vaiko minimalios priežiūros priemonių įgyvendinimą; </w:t>
      </w:r>
    </w:p>
    <w:p w14:paraId="2C25831F"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.6. viešai skelbti informaciją apie Gimnazijos veiklą;</w:t>
      </w:r>
    </w:p>
    <w:p w14:paraId="3623F9B4" w14:textId="77777777" w:rsidR="00FA6D63" w:rsidRPr="00F32C0D" w:rsidRDefault="00FA6D63" w:rsidP="00FA6D63">
      <w:pPr>
        <w:tabs>
          <w:tab w:val="left" w:pos="720"/>
        </w:tabs>
        <w:ind w:firstLine="1260"/>
        <w:jc w:val="both"/>
        <w:rPr>
          <w:lang w:eastAsia="lt-LT"/>
        </w:rPr>
      </w:pPr>
      <w:r w:rsidRPr="00F32C0D">
        <w:rPr>
          <w:lang w:eastAsia="lt-LT"/>
        </w:rPr>
        <w:t>2</w:t>
      </w:r>
      <w:r>
        <w:rPr>
          <w:lang w:eastAsia="lt-LT"/>
        </w:rPr>
        <w:t>9</w:t>
      </w:r>
      <w:r w:rsidRPr="00F32C0D">
        <w:rPr>
          <w:lang w:eastAsia="lt-LT"/>
        </w:rPr>
        <w:t>.7. vykdyti kitas pareigas, nustatytas Lietuvos Respublikos švietimo įstatyme ir kituose teisės aktuose.</w:t>
      </w:r>
    </w:p>
    <w:p w14:paraId="1D2F4622" w14:textId="77777777" w:rsidR="00FA6D63" w:rsidRPr="00F32C0D" w:rsidRDefault="00FA6D63" w:rsidP="00FA6D63">
      <w:pPr>
        <w:ind w:right="-81"/>
        <w:jc w:val="both"/>
        <w:rPr>
          <w:rFonts w:ascii="Calibri" w:eastAsia="Calibri" w:hAnsi="Calibri"/>
          <w:lang w:eastAsia="lt-LT"/>
        </w:rPr>
      </w:pPr>
    </w:p>
    <w:p w14:paraId="39A254BA" w14:textId="77777777" w:rsidR="00FA6D63" w:rsidRPr="00F32C0D" w:rsidRDefault="00FA6D63" w:rsidP="00FA6D63">
      <w:pPr>
        <w:jc w:val="center"/>
        <w:outlineLvl w:val="0"/>
        <w:rPr>
          <w:b/>
          <w:bCs/>
          <w:lang w:eastAsia="lt-LT"/>
        </w:rPr>
      </w:pPr>
      <w:r w:rsidRPr="00F32C0D">
        <w:rPr>
          <w:b/>
          <w:bCs/>
          <w:lang w:eastAsia="lt-LT"/>
        </w:rPr>
        <w:t>IV. GIMNAZIJOS VEIKLOS ORGANIZAVIMAS IR VALDYMAS</w:t>
      </w:r>
    </w:p>
    <w:p w14:paraId="23993D43" w14:textId="77777777" w:rsidR="00FA6D63" w:rsidRPr="00F32C0D" w:rsidRDefault="00FA6D63" w:rsidP="00FA6D63">
      <w:pPr>
        <w:tabs>
          <w:tab w:val="left" w:pos="360"/>
        </w:tabs>
        <w:jc w:val="both"/>
        <w:rPr>
          <w:rFonts w:ascii="Calibri" w:eastAsia="Calibri" w:hAnsi="Calibri"/>
          <w:strike/>
          <w:lang w:eastAsia="lt-LT"/>
        </w:rPr>
      </w:pPr>
    </w:p>
    <w:p w14:paraId="48CFF713" w14:textId="77777777" w:rsidR="00FA6D63" w:rsidRPr="00F32C0D" w:rsidRDefault="00FA6D63" w:rsidP="00FA6D63">
      <w:pPr>
        <w:tabs>
          <w:tab w:val="left" w:pos="360"/>
        </w:tabs>
        <w:ind w:firstLine="1260"/>
        <w:jc w:val="both"/>
        <w:rPr>
          <w:rFonts w:eastAsia="Calibri"/>
          <w:lang w:eastAsia="lt-LT"/>
        </w:rPr>
      </w:pPr>
      <w:r>
        <w:rPr>
          <w:rFonts w:eastAsia="Calibri"/>
          <w:lang w:eastAsia="lt-LT"/>
        </w:rPr>
        <w:t>30</w:t>
      </w:r>
      <w:r w:rsidRPr="00F32C0D">
        <w:rPr>
          <w:rFonts w:eastAsia="Calibri"/>
          <w:lang w:eastAsia="lt-LT"/>
        </w:rPr>
        <w:t>. Gimnazijos veikla organizuojama pagal:</w:t>
      </w:r>
    </w:p>
    <w:p w14:paraId="6D467588" w14:textId="77777777" w:rsidR="00FA6D63" w:rsidRPr="00305A3E" w:rsidRDefault="00FA6D63" w:rsidP="00FA6D63">
      <w:pPr>
        <w:tabs>
          <w:tab w:val="left" w:pos="360"/>
        </w:tabs>
        <w:ind w:firstLine="1260"/>
        <w:jc w:val="both"/>
        <w:rPr>
          <w:rFonts w:eastAsia="Calibri"/>
          <w:b/>
          <w:bCs/>
          <w:strike/>
          <w:lang w:eastAsia="lt-LT"/>
        </w:rPr>
      </w:pPr>
      <w:r>
        <w:rPr>
          <w:rFonts w:eastAsia="Calibri"/>
          <w:lang w:eastAsia="lt-LT"/>
        </w:rPr>
        <w:t>30</w:t>
      </w:r>
      <w:r w:rsidRPr="00F32C0D">
        <w:rPr>
          <w:rFonts w:eastAsia="Calibri"/>
          <w:lang w:eastAsia="lt-LT"/>
        </w:rPr>
        <w:t>.1. direktoriaus patvirtintą strateginį planą, kuriam yra pritar</w:t>
      </w:r>
      <w:r>
        <w:rPr>
          <w:rFonts w:eastAsia="Calibri"/>
          <w:lang w:eastAsia="lt-LT"/>
        </w:rPr>
        <w:t>usi</w:t>
      </w:r>
      <w:r w:rsidRPr="00F32C0D">
        <w:rPr>
          <w:rFonts w:eastAsia="Calibri"/>
          <w:lang w:eastAsia="lt-LT"/>
        </w:rPr>
        <w:t xml:space="preserve"> Gimnazijos taryba </w:t>
      </w:r>
      <w:r>
        <w:rPr>
          <w:rFonts w:eastAsia="Calibri"/>
          <w:lang w:eastAsia="lt-LT"/>
        </w:rPr>
        <w:t>ir</w:t>
      </w:r>
      <w:r w:rsidRPr="00F32C0D">
        <w:rPr>
          <w:rFonts w:eastAsia="Calibri"/>
          <w:lang w:eastAsia="lt-LT"/>
        </w:rPr>
        <w:t xml:space="preserve"> </w:t>
      </w:r>
      <w:r w:rsidRPr="00F5779E">
        <w:rPr>
          <w:lang w:eastAsia="lt-LT"/>
        </w:rPr>
        <w:t>Skuodo rajono savivaldybės vykdomoji institucija</w:t>
      </w:r>
      <w:r w:rsidRPr="00C33830">
        <w:rPr>
          <w:lang w:eastAsia="lt-LT"/>
        </w:rPr>
        <w:t xml:space="preserve"> </w:t>
      </w:r>
      <w:r w:rsidRPr="00C33830">
        <w:rPr>
          <w:rFonts w:eastAsia="Calibri"/>
          <w:lang w:eastAsia="lt-LT"/>
        </w:rPr>
        <w:t>ar</w:t>
      </w:r>
      <w:r>
        <w:rPr>
          <w:rFonts w:eastAsia="Calibri"/>
          <w:lang w:eastAsia="lt-LT"/>
        </w:rPr>
        <w:t>ba</w:t>
      </w:r>
      <w:r w:rsidRPr="00C33830">
        <w:rPr>
          <w:rFonts w:eastAsia="Calibri"/>
          <w:lang w:eastAsia="lt-LT"/>
        </w:rPr>
        <w:t xml:space="preserve"> jo</w:t>
      </w:r>
      <w:r>
        <w:rPr>
          <w:rFonts w:eastAsia="Calibri"/>
          <w:lang w:eastAsia="lt-LT"/>
        </w:rPr>
        <w:t xml:space="preserve">s </w:t>
      </w:r>
      <w:r w:rsidRPr="00C33830">
        <w:rPr>
          <w:rFonts w:eastAsia="Calibri"/>
          <w:lang w:eastAsia="lt-LT"/>
        </w:rPr>
        <w:t>įgaliotas asmuo</w:t>
      </w:r>
      <w:r w:rsidRPr="00F32C0D">
        <w:rPr>
          <w:rFonts w:eastAsia="Calibri"/>
          <w:lang w:eastAsia="lt-LT"/>
        </w:rPr>
        <w:t>;</w:t>
      </w:r>
    </w:p>
    <w:p w14:paraId="4317D63F" w14:textId="77777777" w:rsidR="00FA6D63" w:rsidRPr="00F32C0D" w:rsidRDefault="00FA6D63" w:rsidP="00FA6D63">
      <w:pPr>
        <w:tabs>
          <w:tab w:val="left" w:pos="360"/>
        </w:tabs>
        <w:ind w:firstLine="1260"/>
        <w:jc w:val="both"/>
        <w:rPr>
          <w:rFonts w:eastAsia="Calibri"/>
          <w:lang w:eastAsia="lt-LT"/>
        </w:rPr>
      </w:pPr>
      <w:r>
        <w:rPr>
          <w:rFonts w:eastAsia="Calibri"/>
          <w:lang w:eastAsia="lt-LT"/>
        </w:rPr>
        <w:t>30</w:t>
      </w:r>
      <w:r w:rsidRPr="00F32C0D">
        <w:rPr>
          <w:rFonts w:eastAsia="Calibri"/>
          <w:lang w:eastAsia="lt-LT"/>
        </w:rPr>
        <w:t>.2. direktoriaus patvirtintą metinį veiklos planą, kuriam yra pritarusi Gimnazijos taryba;</w:t>
      </w:r>
    </w:p>
    <w:p w14:paraId="048301D6" w14:textId="77777777" w:rsidR="00FA6D63" w:rsidRPr="00C33830" w:rsidRDefault="00FA6D63" w:rsidP="00FA6D63">
      <w:pPr>
        <w:tabs>
          <w:tab w:val="left" w:pos="360"/>
        </w:tabs>
        <w:ind w:firstLine="1260"/>
        <w:jc w:val="both"/>
        <w:rPr>
          <w:rFonts w:eastAsia="Calibri"/>
          <w:b/>
          <w:bCs/>
          <w:strike/>
          <w:lang w:eastAsia="lt-LT"/>
        </w:rPr>
      </w:pPr>
      <w:r>
        <w:rPr>
          <w:rFonts w:eastAsia="Calibri"/>
          <w:lang w:eastAsia="lt-LT"/>
        </w:rPr>
        <w:t>30</w:t>
      </w:r>
      <w:r w:rsidRPr="00F32C0D">
        <w:rPr>
          <w:rFonts w:eastAsia="Calibri"/>
          <w:lang w:eastAsia="lt-LT"/>
        </w:rPr>
        <w:t>.3. direktoriaus patvirtintą Gimnazijos ugdymo planą, kuris yra suderintas su Gimnazijos taryba</w:t>
      </w:r>
      <w:r>
        <w:rPr>
          <w:rFonts w:eastAsia="Calibri"/>
          <w:lang w:eastAsia="lt-LT"/>
        </w:rPr>
        <w:t xml:space="preserve"> ir</w:t>
      </w:r>
      <w:r w:rsidRPr="009B6C32">
        <w:rPr>
          <w:rFonts w:eastAsia="Calibri"/>
          <w:color w:val="FF0000"/>
          <w:lang w:eastAsia="lt-LT"/>
        </w:rPr>
        <w:t xml:space="preserve"> </w:t>
      </w:r>
      <w:r w:rsidRPr="00F5779E">
        <w:rPr>
          <w:lang w:eastAsia="lt-LT"/>
        </w:rPr>
        <w:t>Skuodo rajono savivaldybės vykdomąja institucija</w:t>
      </w:r>
      <w:r>
        <w:rPr>
          <w:b/>
          <w:bCs/>
          <w:lang w:eastAsia="lt-LT"/>
        </w:rPr>
        <w:t xml:space="preserve"> </w:t>
      </w:r>
      <w:r w:rsidRPr="00C33830">
        <w:rPr>
          <w:rFonts w:eastAsia="Calibri"/>
          <w:lang w:eastAsia="lt-LT"/>
        </w:rPr>
        <w:t>arba jos įgaliotu asmeniu.</w:t>
      </w:r>
    </w:p>
    <w:p w14:paraId="30EA2524" w14:textId="77777777" w:rsidR="00FA6D63" w:rsidRPr="00F5779E" w:rsidRDefault="00FA6D63" w:rsidP="00FA6D63">
      <w:pPr>
        <w:ind w:firstLine="1247"/>
        <w:jc w:val="both"/>
        <w:rPr>
          <w:lang w:eastAsia="lt-LT"/>
        </w:rPr>
      </w:pPr>
      <w:r>
        <w:rPr>
          <w:lang w:eastAsia="lt-LT"/>
        </w:rPr>
        <w:t>31</w:t>
      </w:r>
      <w:r w:rsidRPr="00F5779E">
        <w:rPr>
          <w:lang w:eastAsia="lt-LT"/>
        </w:rPr>
        <w:t>. Gimnazijai vadovauja direktorius. Gimnazijos  direktoriaus pareigybės aprašymą tvirtina, Gimnazijos direktorių viešo konkurso būdu į pareigas penkeriems metams skiria ir iš jų atleidžia, viešą konkursą organizuoja Skuodo rajono savivaldybės meras.</w:t>
      </w:r>
    </w:p>
    <w:p w14:paraId="219FAAF9" w14:textId="77777777" w:rsidR="00FA6D63" w:rsidRPr="00F5779E" w:rsidRDefault="00FA6D63" w:rsidP="00FA6D63">
      <w:pPr>
        <w:ind w:firstLine="1260"/>
        <w:jc w:val="both"/>
        <w:rPr>
          <w:lang w:eastAsia="lt-LT"/>
        </w:rPr>
      </w:pPr>
      <w:r>
        <w:rPr>
          <w:lang w:eastAsia="lt-LT"/>
        </w:rPr>
        <w:t>32</w:t>
      </w:r>
      <w:r w:rsidRPr="00F5779E">
        <w:rPr>
          <w:lang w:eastAsia="lt-LT"/>
        </w:rPr>
        <w:t>. Gimnazijos direktoriumi gali būti tik nepriekaištingos reputacijos asmuo, kuriam atliktas vadovavimo valstybinei ar savivaldybės švietimo įstaigai kompetencijų vertinimas, atitinkantis švietimo, mokslo ir sporto ministro nustatytus reikalavimus, arba, jeigu asmuo vienoje švietimo įstaigoje vadovo pareigas ėjo ne mažiau kaip 10 metų, jam prilygintas vertinimas švietimo, mokslo ir sporto ministro nustatyta tvarka, patikrinus jo kompetencijas atlikti pareigybės aprašyme nustatytas funkcijas.</w:t>
      </w:r>
    </w:p>
    <w:p w14:paraId="12416A2F" w14:textId="50F3F62A" w:rsidR="00710445" w:rsidRPr="001075B9" w:rsidRDefault="00710445" w:rsidP="00710445">
      <w:pPr>
        <w:widowControl w:val="0"/>
        <w:ind w:firstLine="1260"/>
        <w:jc w:val="both"/>
        <w:rPr>
          <w:b/>
          <w:szCs w:val="24"/>
        </w:rPr>
      </w:pPr>
      <w:r w:rsidRPr="009D0A55">
        <w:rPr>
          <w:lang w:eastAsia="lt-LT"/>
        </w:rPr>
        <w:t>33.</w:t>
      </w:r>
      <w:r w:rsidRPr="00F5779E">
        <w:rPr>
          <w:lang w:eastAsia="lt-LT"/>
        </w:rPr>
        <w:t xml:space="preserve"> </w:t>
      </w:r>
      <w:r w:rsidRPr="001075B9">
        <w:rPr>
          <w:b/>
          <w:szCs w:val="24"/>
        </w:rPr>
        <w:t xml:space="preserve">Asmuo į Gimnazijos </w:t>
      </w:r>
      <w:r w:rsidR="00E306C4">
        <w:rPr>
          <w:b/>
          <w:szCs w:val="24"/>
        </w:rPr>
        <w:t>direktoriaus</w:t>
      </w:r>
      <w:r w:rsidRPr="001075B9">
        <w:rPr>
          <w:b/>
          <w:szCs w:val="24"/>
        </w:rPr>
        <w:t xml:space="preserve"> pareigas priimamas 5 metų kadencijai konkurso būdu arba įstatymų nustatytais atvejais be konkurso. Konkursai į </w:t>
      </w:r>
      <w:r w:rsidR="00AA3913">
        <w:rPr>
          <w:b/>
          <w:szCs w:val="24"/>
        </w:rPr>
        <w:t>gimnazijos</w:t>
      </w:r>
      <w:r w:rsidRPr="001075B9">
        <w:rPr>
          <w:b/>
          <w:szCs w:val="24"/>
        </w:rPr>
        <w:t xml:space="preserve"> </w:t>
      </w:r>
      <w:r w:rsidR="00E306C4">
        <w:rPr>
          <w:b/>
          <w:szCs w:val="24"/>
        </w:rPr>
        <w:t>direktoriaus</w:t>
      </w:r>
      <w:r w:rsidRPr="001075B9">
        <w:rPr>
          <w:b/>
          <w:szCs w:val="24"/>
        </w:rPr>
        <w:t xml:space="preserve"> pareigas organizuojami ir vykdomi</w:t>
      </w:r>
      <w:r w:rsidR="00AA3913">
        <w:rPr>
          <w:b/>
          <w:szCs w:val="24"/>
        </w:rPr>
        <w:t xml:space="preserve"> švietimo, mokslo ir sporto ministro</w:t>
      </w:r>
      <w:r w:rsidRPr="001075B9">
        <w:rPr>
          <w:b/>
          <w:szCs w:val="24"/>
        </w:rPr>
        <w:t xml:space="preserve"> nustatyta tvarka. Asmuo gali eiti tos pačios </w:t>
      </w:r>
      <w:r w:rsidR="00E306C4">
        <w:rPr>
          <w:b/>
          <w:szCs w:val="24"/>
        </w:rPr>
        <w:t>Gimnazijos</w:t>
      </w:r>
      <w:r w:rsidRPr="001075B9">
        <w:rPr>
          <w:b/>
          <w:szCs w:val="24"/>
        </w:rPr>
        <w:t xml:space="preserve"> </w:t>
      </w:r>
      <w:r w:rsidR="0000286F">
        <w:rPr>
          <w:b/>
          <w:szCs w:val="24"/>
        </w:rPr>
        <w:t>direktoriaus</w:t>
      </w:r>
      <w:r w:rsidRPr="001075B9">
        <w:rPr>
          <w:b/>
          <w:szCs w:val="24"/>
        </w:rPr>
        <w:t xml:space="preserve"> pareigas ne daugiau kaip dvi kadencijas iš eilės. </w:t>
      </w:r>
      <w:r w:rsidR="00E306C4">
        <w:rPr>
          <w:b/>
          <w:szCs w:val="24"/>
        </w:rPr>
        <w:t>Gimnazijos</w:t>
      </w:r>
      <w:r w:rsidRPr="001075B9">
        <w:rPr>
          <w:b/>
          <w:szCs w:val="24"/>
        </w:rPr>
        <w:t xml:space="preserve"> </w:t>
      </w:r>
      <w:r w:rsidR="0000286F">
        <w:rPr>
          <w:b/>
          <w:szCs w:val="24"/>
        </w:rPr>
        <w:t>direktorius</w:t>
      </w:r>
      <w:r w:rsidRPr="001075B9">
        <w:rPr>
          <w:b/>
          <w:szCs w:val="24"/>
        </w:rPr>
        <w:t>, kurio veikla visų eitos kadencijos metu atliktų vertinimų metu įvertinta kaip atitinkanti lūkesčius ir (ar) viršijanti lūkesčius (iki 202</w:t>
      </w:r>
      <w:r w:rsidR="00AA3913">
        <w:rPr>
          <w:b/>
          <w:szCs w:val="24"/>
        </w:rPr>
        <w:t>3</w:t>
      </w:r>
      <w:r w:rsidRPr="001075B9">
        <w:rPr>
          <w:b/>
          <w:szCs w:val="24"/>
        </w:rPr>
        <w:t xml:space="preserve"> m. </w:t>
      </w:r>
      <w:r w:rsidR="00AA3913">
        <w:rPr>
          <w:b/>
          <w:szCs w:val="24"/>
        </w:rPr>
        <w:t>gruodžio</w:t>
      </w:r>
      <w:r w:rsidRPr="001075B9">
        <w:rPr>
          <w:b/>
          <w:szCs w:val="24"/>
        </w:rPr>
        <w:t xml:space="preserve"> </w:t>
      </w:r>
      <w:r w:rsidR="00AA3913">
        <w:rPr>
          <w:b/>
          <w:szCs w:val="24"/>
        </w:rPr>
        <w:t>3</w:t>
      </w:r>
      <w:r w:rsidRPr="001075B9">
        <w:rPr>
          <w:b/>
          <w:szCs w:val="24"/>
        </w:rPr>
        <w:t xml:space="preserve">1 d. – gerai ir (ar) labai gerai), </w:t>
      </w:r>
      <w:r w:rsidR="00E306C4">
        <w:rPr>
          <w:b/>
          <w:szCs w:val="24"/>
        </w:rPr>
        <w:t>Gimnazijos</w:t>
      </w:r>
      <w:r w:rsidRPr="001075B9">
        <w:rPr>
          <w:b/>
          <w:szCs w:val="24"/>
        </w:rPr>
        <w:t xml:space="preserve"> savininko teises ir pareigas įgyvendinančios institucijos sprendimu į tos pačios </w:t>
      </w:r>
      <w:r w:rsidR="00E306C4">
        <w:rPr>
          <w:b/>
          <w:szCs w:val="24"/>
        </w:rPr>
        <w:t>Gimnazijos</w:t>
      </w:r>
      <w:r w:rsidRPr="001075B9">
        <w:rPr>
          <w:b/>
          <w:szCs w:val="24"/>
        </w:rPr>
        <w:t xml:space="preserve"> </w:t>
      </w:r>
      <w:r w:rsidR="0000286F">
        <w:rPr>
          <w:b/>
          <w:szCs w:val="24"/>
        </w:rPr>
        <w:t>direktoriaus</w:t>
      </w:r>
      <w:r w:rsidRPr="001075B9">
        <w:rPr>
          <w:b/>
          <w:szCs w:val="24"/>
        </w:rPr>
        <w:t xml:space="preserve"> pareigas antrajai kadencijai gali būti skiriamas be konkurso.</w:t>
      </w:r>
    </w:p>
    <w:p w14:paraId="72935A53" w14:textId="39F0385A" w:rsidR="00710445" w:rsidRPr="001075B9" w:rsidRDefault="000F4EF5" w:rsidP="00710445">
      <w:pPr>
        <w:ind w:firstLine="1260"/>
        <w:jc w:val="both"/>
        <w:rPr>
          <w:strike/>
          <w:lang w:eastAsia="lt-LT"/>
        </w:rPr>
      </w:pPr>
      <w:r>
        <w:rPr>
          <w:strike/>
          <w:lang w:eastAsia="lt-LT"/>
        </w:rPr>
        <w:t xml:space="preserve">33. </w:t>
      </w:r>
      <w:r w:rsidR="00710445" w:rsidRPr="001075B9">
        <w:rPr>
          <w:strike/>
          <w:lang w:eastAsia="lt-LT"/>
        </w:rPr>
        <w:t>Pasibaigus Gimnazijos direktoriaus penkerių metų kadencijai, jis gali būti skiriamas be konkurso antrajai penkerių metų kadencijai, jeigu jo metų veikla kiekvienais metais buvo vertinama labai gerai arba gerai. Pasibaigus Gimnazijos direktoriaus penkerių metų kadencijai, jam sutikus, jo įgaliojimai pratęsiami, iki įvyks viešas konkursas Gimnazijos direktoriaus pareigoms eiti ir bus paskirtas Gimnazijos direktorius.  Gimnazijos direktorius, baigęs penkerių metų kadenciją, turi teisę dalyvauti Gimnazijos viešame konkurse vadovo pareigoms eiti.</w:t>
      </w:r>
    </w:p>
    <w:p w14:paraId="19FD0669" w14:textId="325ADC44" w:rsidR="00710445" w:rsidRPr="009D0A55" w:rsidRDefault="00710445" w:rsidP="00710445">
      <w:pPr>
        <w:ind w:firstLine="1260"/>
        <w:jc w:val="both"/>
        <w:rPr>
          <w:b/>
          <w:bCs/>
          <w:lang w:eastAsia="lt-LT"/>
        </w:rPr>
      </w:pPr>
      <w:r w:rsidRPr="009D0A55">
        <w:rPr>
          <w:b/>
          <w:bCs/>
          <w:lang w:eastAsia="lt-LT"/>
        </w:rPr>
        <w:t>34.</w:t>
      </w:r>
      <w:r w:rsidRPr="009D0A55">
        <w:t xml:space="preserve"> </w:t>
      </w:r>
      <w:r w:rsidRPr="009D0A55">
        <w:rPr>
          <w:b/>
          <w:bCs/>
          <w:lang w:eastAsia="lt-LT"/>
        </w:rPr>
        <w:t xml:space="preserve">Pasibaigus </w:t>
      </w:r>
      <w:r w:rsidR="0000286F">
        <w:rPr>
          <w:b/>
          <w:bCs/>
          <w:lang w:eastAsia="lt-LT"/>
        </w:rPr>
        <w:t>Gimnazijos direktoriaus</w:t>
      </w:r>
      <w:r w:rsidRPr="009D0A55">
        <w:rPr>
          <w:b/>
          <w:bCs/>
          <w:lang w:eastAsia="lt-LT"/>
        </w:rPr>
        <w:t xml:space="preserve"> kadencijai, jam sutikus, jo įgaliojimai pratęsiami, iki įvyks viešas konkursas </w:t>
      </w:r>
      <w:r w:rsidR="0000286F">
        <w:rPr>
          <w:b/>
          <w:bCs/>
          <w:lang w:eastAsia="lt-LT"/>
        </w:rPr>
        <w:t>Gimnazijos direktoriaus</w:t>
      </w:r>
      <w:r w:rsidRPr="009D0A55">
        <w:rPr>
          <w:b/>
          <w:bCs/>
          <w:lang w:eastAsia="lt-LT"/>
        </w:rPr>
        <w:t xml:space="preserve"> pareigoms eiti ir bus paskirtas švietimo įstaigos vadovas. </w:t>
      </w:r>
      <w:r w:rsidR="0000286F">
        <w:rPr>
          <w:b/>
          <w:bCs/>
          <w:lang w:eastAsia="lt-LT"/>
        </w:rPr>
        <w:t>Gimnazijos direktorius</w:t>
      </w:r>
      <w:r w:rsidRPr="009D0A55">
        <w:rPr>
          <w:b/>
          <w:bCs/>
          <w:lang w:eastAsia="lt-LT"/>
        </w:rPr>
        <w:t>, baigęs penkerių metų kadenciją, turi teisę dalyvauti tos pačios švietimo įstaigos viešame konkurse vadovo pareigoms eiti.</w:t>
      </w:r>
    </w:p>
    <w:p w14:paraId="1AEB9F1F" w14:textId="77777777" w:rsidR="00710445" w:rsidRPr="00173F6A" w:rsidRDefault="00710445" w:rsidP="00710445">
      <w:pPr>
        <w:ind w:firstLine="1260"/>
        <w:jc w:val="both"/>
        <w:rPr>
          <w:strike/>
          <w:lang w:eastAsia="lt-LT"/>
        </w:rPr>
      </w:pPr>
      <w:r w:rsidRPr="00173F6A">
        <w:rPr>
          <w:strike/>
          <w:lang w:eastAsia="lt-LT"/>
        </w:rPr>
        <w:t>34. Jeigu pasibaigus penkerių metų kadencijai švietimo įstaigos vadovas, kurio visos metų veiklos ataskaitos buvo įvertintos gerai ir labai gerai, atsisako būti paskirtas be konkurso antrajai penkerių metų kadencijai arba dalyvauti viešame konkurse tos švietimo įstaigos vadovo pareigoms eiti arba jo nelaimi, esant galimybei</w:t>
      </w:r>
      <w:r w:rsidRPr="00173F6A">
        <w:rPr>
          <w:b/>
          <w:bCs/>
          <w:strike/>
          <w:lang w:eastAsia="lt-LT"/>
        </w:rPr>
        <w:t xml:space="preserve">, </w:t>
      </w:r>
      <w:r w:rsidRPr="009D0A55">
        <w:rPr>
          <w:strike/>
          <w:lang w:eastAsia="lt-LT"/>
        </w:rPr>
        <w:t>jam turi būti pasiūlytos iki paskyrimo švietimo įstaigos vadovu eitos arba kitos pareigos atitinkamai valstybės ar savivaldybės</w:t>
      </w:r>
      <w:r w:rsidRPr="00173F6A">
        <w:rPr>
          <w:strike/>
          <w:lang w:eastAsia="lt-LT"/>
        </w:rPr>
        <w:t xml:space="preserve"> įsteigto juridinio asmens, savininko teises ir pareigas įgyvendinančios Vyriausybės ar jos įgaliotos institucijos arba savivaldybės tarybos ar savivaldybės vykdomosios institucijos įsteigtoje įstaigoje.</w:t>
      </w:r>
    </w:p>
    <w:p w14:paraId="59FD0430" w14:textId="77777777" w:rsidR="00103F0F" w:rsidRPr="00F5779E" w:rsidRDefault="00103F0F" w:rsidP="00103F0F">
      <w:pPr>
        <w:ind w:firstLine="1260"/>
        <w:jc w:val="both"/>
        <w:rPr>
          <w:lang w:eastAsia="lt-LT"/>
        </w:rPr>
      </w:pPr>
      <w:r w:rsidRPr="00F5779E">
        <w:rPr>
          <w:lang w:eastAsia="lt-LT"/>
        </w:rPr>
        <w:lastRenderedPageBreak/>
        <w:t>3</w:t>
      </w:r>
      <w:r>
        <w:rPr>
          <w:lang w:eastAsia="lt-LT"/>
        </w:rPr>
        <w:t>5</w:t>
      </w:r>
      <w:r w:rsidRPr="00F5779E">
        <w:rPr>
          <w:lang w:eastAsia="lt-LT"/>
        </w:rPr>
        <w:t>. Jeigu su savivaldybės švietimo įstaigos vadovu darbo sutartis nutraukiama, ne vėliau kaip per 10 darbo dienų nuo darbo sutarties nutraukimo dienos skelbiamas viešas konkursas švietimo įstaigos vadovo pareigoms eiti</w:t>
      </w:r>
      <w:r>
        <w:rPr>
          <w:lang w:eastAsia="lt-LT"/>
        </w:rPr>
        <w:t>. S</w:t>
      </w:r>
      <w:r w:rsidRPr="00F5779E">
        <w:rPr>
          <w:lang w:eastAsia="lt-LT"/>
        </w:rPr>
        <w:t>avivaldybės meras, priėmęs sprendimą dėl darbo sutarties nutraukimo, paskiria nepriekaištingos reputacijos asmenį laikinai eiti švietimo įstaigos vadovo pareigas.</w:t>
      </w:r>
    </w:p>
    <w:p w14:paraId="18E2F434" w14:textId="77777777" w:rsidR="00FA6D63" w:rsidRPr="00E564C0" w:rsidRDefault="00FA6D63" w:rsidP="00FA6D63">
      <w:pPr>
        <w:ind w:firstLine="1260"/>
        <w:jc w:val="both"/>
        <w:rPr>
          <w:lang w:eastAsia="lt-LT"/>
        </w:rPr>
      </w:pPr>
      <w:r w:rsidRPr="00E564C0">
        <w:rPr>
          <w:lang w:eastAsia="lt-LT"/>
        </w:rPr>
        <w:t>3</w:t>
      </w:r>
      <w:r>
        <w:rPr>
          <w:lang w:eastAsia="lt-LT"/>
        </w:rPr>
        <w:t>6</w:t>
      </w:r>
      <w:r w:rsidRPr="00E564C0">
        <w:rPr>
          <w:lang w:eastAsia="lt-LT"/>
        </w:rPr>
        <w:t>. Direktoriaus kompetencija:</w:t>
      </w:r>
    </w:p>
    <w:p w14:paraId="55BF25BD" w14:textId="67B040AF" w:rsidR="00FA6D63" w:rsidRPr="0090499A" w:rsidRDefault="00FA6D63" w:rsidP="00FA6D63">
      <w:pPr>
        <w:ind w:firstLine="1260"/>
        <w:jc w:val="both"/>
        <w:rPr>
          <w:strike/>
          <w:lang w:eastAsia="lt-LT"/>
        </w:rPr>
      </w:pPr>
      <w:r>
        <w:rPr>
          <w:lang w:eastAsia="lt-LT"/>
        </w:rPr>
        <w:t>36</w:t>
      </w:r>
      <w:r w:rsidRPr="00F32C0D">
        <w:rPr>
          <w:lang w:eastAsia="lt-LT"/>
        </w:rPr>
        <w:t>.1. tvirtina Gi</w:t>
      </w:r>
      <w:r w:rsidRPr="00F32C0D">
        <w:rPr>
          <w:spacing w:val="-2"/>
          <w:lang w:eastAsia="lt-LT"/>
        </w:rPr>
        <w:t>m</w:t>
      </w:r>
      <w:r w:rsidRPr="00F32C0D">
        <w:rPr>
          <w:lang w:eastAsia="lt-LT"/>
        </w:rPr>
        <w:t>n</w:t>
      </w:r>
      <w:r w:rsidRPr="00F32C0D">
        <w:rPr>
          <w:spacing w:val="2"/>
          <w:lang w:eastAsia="lt-LT"/>
        </w:rPr>
        <w:t>a</w:t>
      </w:r>
      <w:r w:rsidRPr="00F32C0D">
        <w:rPr>
          <w:lang w:eastAsia="lt-LT"/>
        </w:rPr>
        <w:t>zijos vidaus struk</w:t>
      </w:r>
      <w:r w:rsidRPr="00F32C0D">
        <w:rPr>
          <w:spacing w:val="1"/>
          <w:lang w:eastAsia="lt-LT"/>
        </w:rPr>
        <w:t>t</w:t>
      </w:r>
      <w:r w:rsidRPr="00F32C0D">
        <w:rPr>
          <w:spacing w:val="-1"/>
          <w:lang w:eastAsia="lt-LT"/>
        </w:rPr>
        <w:t>ū</w:t>
      </w:r>
      <w:r w:rsidRPr="00F32C0D">
        <w:rPr>
          <w:lang w:eastAsia="lt-LT"/>
        </w:rPr>
        <w:t>rą ir darbuotojų pa</w:t>
      </w:r>
      <w:r w:rsidRPr="00F32C0D">
        <w:rPr>
          <w:spacing w:val="2"/>
          <w:lang w:eastAsia="lt-LT"/>
        </w:rPr>
        <w:t>r</w:t>
      </w:r>
      <w:r w:rsidRPr="00F32C0D">
        <w:rPr>
          <w:lang w:eastAsia="lt-LT"/>
        </w:rPr>
        <w:t>eigybių s</w:t>
      </w:r>
      <w:r w:rsidRPr="00F32C0D">
        <w:rPr>
          <w:spacing w:val="-1"/>
          <w:lang w:eastAsia="lt-LT"/>
        </w:rPr>
        <w:t>ą</w:t>
      </w:r>
      <w:r w:rsidRPr="00F32C0D">
        <w:rPr>
          <w:lang w:eastAsia="lt-LT"/>
        </w:rPr>
        <w:t>rašą</w:t>
      </w:r>
      <w:r w:rsidR="0090499A" w:rsidRPr="0090499A">
        <w:rPr>
          <w:strike/>
          <w:lang w:eastAsia="lt-LT"/>
        </w:rPr>
        <w:t>;</w:t>
      </w:r>
      <w:r w:rsidRPr="0090499A">
        <w:rPr>
          <w:strike/>
          <w:lang w:eastAsia="lt-LT"/>
        </w:rPr>
        <w:t>, neviršydamas nustatyto didžiausio leistino pareigybių skaičiaus;</w:t>
      </w:r>
    </w:p>
    <w:p w14:paraId="21179C01" w14:textId="77777777" w:rsidR="00FA6D63" w:rsidRPr="00F32C0D" w:rsidRDefault="00FA6D63" w:rsidP="00FA6D63">
      <w:pPr>
        <w:ind w:firstLine="1260"/>
        <w:jc w:val="both"/>
        <w:rPr>
          <w:lang w:eastAsia="lt-LT"/>
        </w:rPr>
      </w:pPr>
      <w:r>
        <w:rPr>
          <w:lang w:eastAsia="lt-LT"/>
        </w:rPr>
        <w:t>36</w:t>
      </w:r>
      <w:r w:rsidRPr="00F32C0D">
        <w:rPr>
          <w:lang w:eastAsia="lt-LT"/>
        </w:rPr>
        <w:t>.2. nustato Gimnazijos direktoriaus pavaduotojų veiklos sritis ir tvirtina jų pareigybių aprašymus;</w:t>
      </w:r>
    </w:p>
    <w:p w14:paraId="21C88BC3" w14:textId="77777777" w:rsidR="00FA6D63" w:rsidRPr="00F32C0D" w:rsidRDefault="00FA6D63" w:rsidP="00FA6D63">
      <w:pPr>
        <w:ind w:firstLine="1260"/>
        <w:jc w:val="both"/>
        <w:rPr>
          <w:lang w:eastAsia="lt-LT"/>
        </w:rPr>
      </w:pPr>
      <w:r>
        <w:rPr>
          <w:lang w:eastAsia="lt-LT"/>
        </w:rPr>
        <w:t>36</w:t>
      </w:r>
      <w:r w:rsidRPr="00F32C0D">
        <w:rPr>
          <w:lang w:eastAsia="lt-LT"/>
        </w:rPr>
        <w:t>.3. tvirtina mokytojų ir kitų ugdymo procese dalyvaujančių asmenų, aptarnaujančio personalo pareigybių aprašymus;</w:t>
      </w:r>
    </w:p>
    <w:p w14:paraId="25A67090" w14:textId="77777777" w:rsidR="00FA6D63" w:rsidRPr="00F32C0D" w:rsidRDefault="00FA6D63" w:rsidP="00FA6D63">
      <w:pPr>
        <w:ind w:firstLine="1260"/>
        <w:jc w:val="both"/>
        <w:rPr>
          <w:lang w:eastAsia="lt-LT"/>
        </w:rPr>
      </w:pPr>
      <w:r>
        <w:rPr>
          <w:lang w:eastAsia="lt-LT"/>
        </w:rPr>
        <w:t>36</w:t>
      </w:r>
      <w:r w:rsidRPr="00F32C0D">
        <w:rPr>
          <w:lang w:eastAsia="lt-LT"/>
        </w:rPr>
        <w:t>.4. Lietuvos Respublikos darbo kodekso ir kitų teisės aktų nustatyta tvarka priima į darbą ir atleidžia iš jo Gimnazijos darbuotojus, skatina juos, skiria jiems drausmines nuobaudas;</w:t>
      </w:r>
    </w:p>
    <w:p w14:paraId="7D390B0B" w14:textId="77777777" w:rsidR="00FA6D63" w:rsidRPr="00F32C0D" w:rsidRDefault="00FA6D63" w:rsidP="00FA6D63">
      <w:pPr>
        <w:ind w:firstLine="1260"/>
        <w:jc w:val="both"/>
        <w:rPr>
          <w:lang w:eastAsia="lt-LT"/>
        </w:rPr>
      </w:pPr>
      <w:r>
        <w:rPr>
          <w:lang w:eastAsia="lt-LT"/>
        </w:rPr>
        <w:t>36</w:t>
      </w:r>
      <w:r w:rsidRPr="00F32C0D">
        <w:rPr>
          <w:lang w:eastAsia="lt-LT"/>
        </w:rPr>
        <w:t>.5. priima mokinius Skuodo rajono savivaldybės tarybos nustatyta tvarka, sudaro mokymo sutartis teisės aktų nustatyta tvarka;</w:t>
      </w:r>
    </w:p>
    <w:p w14:paraId="106990D2" w14:textId="77777777" w:rsidR="00FA6D63" w:rsidRDefault="00FA6D63" w:rsidP="00FA6D63">
      <w:pPr>
        <w:ind w:firstLine="1260"/>
        <w:jc w:val="both"/>
        <w:rPr>
          <w:lang w:eastAsia="lt-LT"/>
        </w:rPr>
      </w:pPr>
      <w:r>
        <w:rPr>
          <w:lang w:eastAsia="lt-LT"/>
        </w:rPr>
        <w:t>36</w:t>
      </w:r>
      <w:r w:rsidRPr="00F32C0D">
        <w:rPr>
          <w:lang w:eastAsia="lt-LT"/>
        </w:rPr>
        <w:t>.6. vadovaudamasis įstatymais ir kitais teisės aktais Gimnazijos darbo tvarkos taisyklėse nustato mokinių, mokytojų, kitų ugdymo procese dalyvaujančių asmenų, aptarnaujančio personalo teises, pareigas ir atsakomybę;</w:t>
      </w:r>
    </w:p>
    <w:p w14:paraId="3CE58A74" w14:textId="77777777" w:rsidR="00FA6D63" w:rsidRPr="00F32C0D" w:rsidRDefault="00FA6D63" w:rsidP="00FA6D63">
      <w:pPr>
        <w:ind w:firstLine="1260"/>
        <w:jc w:val="both"/>
        <w:rPr>
          <w:lang w:eastAsia="lt-LT"/>
        </w:rPr>
      </w:pPr>
      <w:r>
        <w:rPr>
          <w:lang w:eastAsia="lt-LT"/>
        </w:rPr>
        <w:t>36</w:t>
      </w:r>
      <w:r w:rsidRPr="00F32C0D">
        <w:rPr>
          <w:lang w:eastAsia="lt-LT"/>
        </w:rPr>
        <w:t xml:space="preserve">.7. suderinęs su Gimnazijos taryba, tvirtina Gimnazijos darbo tvarkos taisykles;  </w:t>
      </w:r>
    </w:p>
    <w:p w14:paraId="4CFD4687" w14:textId="77777777" w:rsidR="00FA6D63" w:rsidRPr="00F32C0D" w:rsidRDefault="00FA6D63" w:rsidP="00FA6D63">
      <w:pPr>
        <w:ind w:firstLine="1260"/>
        <w:jc w:val="both"/>
        <w:rPr>
          <w:lang w:eastAsia="lt-LT"/>
        </w:rPr>
      </w:pPr>
      <w:r>
        <w:rPr>
          <w:lang w:eastAsia="lt-LT"/>
        </w:rPr>
        <w:t>36</w:t>
      </w:r>
      <w:r w:rsidRPr="00F32C0D">
        <w:rPr>
          <w:lang w:eastAsia="lt-LT"/>
        </w:rPr>
        <w:t>.8. sudaro mokiniams ir darbuotojams saugias ir sveikatai nekenksmingas darbo sąlygas visais su ugdymu ir darbu susijusiais aspektais;</w:t>
      </w:r>
    </w:p>
    <w:p w14:paraId="2B878056" w14:textId="77777777" w:rsidR="00FA6D63" w:rsidRPr="00F32C0D" w:rsidRDefault="00FA6D63" w:rsidP="00FA6D63">
      <w:pPr>
        <w:ind w:firstLine="1260"/>
        <w:jc w:val="both"/>
        <w:rPr>
          <w:lang w:eastAsia="lt-LT"/>
        </w:rPr>
      </w:pPr>
      <w:r>
        <w:rPr>
          <w:lang w:eastAsia="lt-LT"/>
        </w:rPr>
        <w:t>36</w:t>
      </w:r>
      <w:r w:rsidRPr="00F32C0D">
        <w:rPr>
          <w:lang w:eastAsia="lt-LT"/>
        </w:rPr>
        <w:t>.9. organizuoja ir koordinuoja Gimnazijos veiklą pavestoms funkcijoms atlikti, uždaviniams įgyvendinti, analizuoja ir vertina Gimnazijos veiklą, materialinius ir intelektinius išteklius;</w:t>
      </w:r>
    </w:p>
    <w:p w14:paraId="08532E2D" w14:textId="77777777" w:rsidR="00FA6D63" w:rsidRPr="00F32C0D" w:rsidRDefault="00FA6D63" w:rsidP="00FA6D63">
      <w:pPr>
        <w:ind w:firstLine="1260"/>
        <w:jc w:val="both"/>
        <w:rPr>
          <w:lang w:eastAsia="lt-LT"/>
        </w:rPr>
      </w:pPr>
      <w:r>
        <w:rPr>
          <w:lang w:eastAsia="lt-LT"/>
        </w:rPr>
        <w:t>36</w:t>
      </w:r>
      <w:r w:rsidRPr="00F32C0D">
        <w:rPr>
          <w:lang w:eastAsia="lt-LT"/>
        </w:rPr>
        <w:t>.10. leidžia įsakymus, kontroliuoja jų vykdymą, užtikrina, kad būtų laikomasi Lietuvos Respublikos įstatymų, kitų teisės aktų ir šių Nuostatų;</w:t>
      </w:r>
    </w:p>
    <w:p w14:paraId="7A1F1A09" w14:textId="77777777" w:rsidR="00FA6D63" w:rsidRPr="00F32C0D" w:rsidRDefault="00FA6D63" w:rsidP="00FA6D63">
      <w:pPr>
        <w:ind w:firstLine="1260"/>
        <w:jc w:val="both"/>
        <w:rPr>
          <w:lang w:eastAsia="lt-LT"/>
        </w:rPr>
      </w:pPr>
      <w:r>
        <w:rPr>
          <w:lang w:eastAsia="lt-LT"/>
        </w:rPr>
        <w:t>36</w:t>
      </w:r>
      <w:r w:rsidRPr="00F32C0D">
        <w:rPr>
          <w:lang w:eastAsia="lt-LT"/>
        </w:rPr>
        <w:t>.11. sudaro komisijas, darbo grupes, metodines grupes, metodinę tarybą;</w:t>
      </w:r>
    </w:p>
    <w:p w14:paraId="1636B31F" w14:textId="77777777" w:rsidR="00FA6D63" w:rsidRPr="00F32C0D" w:rsidRDefault="00FA6D63" w:rsidP="00FA6D63">
      <w:pPr>
        <w:ind w:firstLine="1260"/>
        <w:jc w:val="both"/>
        <w:rPr>
          <w:lang w:eastAsia="lt-LT"/>
        </w:rPr>
      </w:pPr>
      <w:r>
        <w:rPr>
          <w:lang w:eastAsia="lt-LT"/>
        </w:rPr>
        <w:t>36</w:t>
      </w:r>
      <w:r w:rsidRPr="00F32C0D">
        <w:rPr>
          <w:lang w:eastAsia="lt-LT"/>
        </w:rPr>
        <w:t>.12. Gimnazijos vardu sudaro sutartis Gimnazijos funkcijoms atlikti;</w:t>
      </w:r>
    </w:p>
    <w:p w14:paraId="4B827CCF" w14:textId="77777777" w:rsidR="00FA6D63" w:rsidRPr="00F32C0D" w:rsidRDefault="00FA6D63" w:rsidP="00FA6D63">
      <w:pPr>
        <w:ind w:firstLine="1260"/>
        <w:jc w:val="both"/>
        <w:rPr>
          <w:lang w:eastAsia="lt-LT"/>
        </w:rPr>
      </w:pPr>
      <w:r>
        <w:rPr>
          <w:lang w:eastAsia="lt-LT"/>
        </w:rPr>
        <w:t>36</w:t>
      </w:r>
      <w:r w:rsidRPr="00F32C0D">
        <w:rPr>
          <w:lang w:eastAsia="lt-LT"/>
        </w:rPr>
        <w:t xml:space="preserve">.13. organizuoja Gimnazijos dokumentų saugojimą ir valdymą teisės aktų nustatyta tvarka; </w:t>
      </w:r>
    </w:p>
    <w:p w14:paraId="67FAF527" w14:textId="77777777" w:rsidR="00FA6D63" w:rsidRPr="00F32C0D" w:rsidRDefault="00FA6D63" w:rsidP="00FA6D63">
      <w:pPr>
        <w:ind w:firstLine="1260"/>
        <w:jc w:val="both"/>
        <w:rPr>
          <w:noProof/>
          <w:lang w:eastAsia="lt-LT"/>
        </w:rPr>
      </w:pPr>
      <w:r>
        <w:rPr>
          <w:lang w:eastAsia="lt-LT"/>
        </w:rPr>
        <w:t>36</w:t>
      </w:r>
      <w:r w:rsidRPr="00F32C0D">
        <w:rPr>
          <w:lang w:eastAsia="lt-LT"/>
        </w:rPr>
        <w:t>.14. teisės aktų nustatyta tvarka valdo, racionaliai ir taupiai naudoja Gimnazijos turtą, lėšas ir j</w:t>
      </w:r>
      <w:r>
        <w:rPr>
          <w:lang w:eastAsia="lt-LT"/>
        </w:rPr>
        <w:t>omis</w:t>
      </w:r>
      <w:r w:rsidRPr="00F32C0D">
        <w:rPr>
          <w:lang w:eastAsia="lt-LT"/>
        </w:rPr>
        <w:t xml:space="preserve"> disponuoja, rūpinasi intelektiniais, materialiniais, finansiniais, informaciniais ištekliais, užtikrina jų optimalų valdymą ir naudojimą;</w:t>
      </w:r>
    </w:p>
    <w:p w14:paraId="219BBED9" w14:textId="77777777" w:rsidR="00FA6D63" w:rsidRPr="00F32C0D" w:rsidRDefault="00FA6D63" w:rsidP="00FA6D63">
      <w:pPr>
        <w:ind w:firstLine="1260"/>
        <w:jc w:val="both"/>
        <w:rPr>
          <w:lang w:eastAsia="lt-LT"/>
        </w:rPr>
      </w:pPr>
      <w:r>
        <w:rPr>
          <w:lang w:eastAsia="lt-LT"/>
        </w:rPr>
        <w:t>36</w:t>
      </w:r>
      <w:r w:rsidRPr="00F32C0D">
        <w:rPr>
          <w:lang w:eastAsia="lt-LT"/>
        </w:rPr>
        <w:t>.15. rūpinasi metodinės veiklos organizavimu, darbuotojų profesiniu tobulėjimu, sudaro jiems sąlygas tobulinti kvalifikaciją, direktoriaus pavaduotojams ugdymui, mokytojams ir pagalbos mokiniui specialistams – galimybę atestuotis ir organizuoja jų atestaciją švietimo ir mokslo ministro nustatyta tvarka;</w:t>
      </w:r>
    </w:p>
    <w:p w14:paraId="6EF550F6" w14:textId="77777777" w:rsidR="00FA6D63" w:rsidRPr="00F32C0D" w:rsidRDefault="00FA6D63" w:rsidP="00FA6D63">
      <w:pPr>
        <w:ind w:firstLine="1260"/>
        <w:jc w:val="both"/>
        <w:rPr>
          <w:lang w:eastAsia="lt-LT"/>
        </w:rPr>
      </w:pPr>
      <w:r>
        <w:rPr>
          <w:lang w:eastAsia="lt-LT"/>
        </w:rPr>
        <w:t>36</w:t>
      </w:r>
      <w:r w:rsidRPr="00F32C0D">
        <w:rPr>
          <w:lang w:eastAsia="lt-LT"/>
        </w:rPr>
        <w:t xml:space="preserve">.16. inicijuoja Gimnazijos savivaldos institucijų sudarymą ir skatina jų veiklą; </w:t>
      </w:r>
    </w:p>
    <w:p w14:paraId="542FEE2B" w14:textId="77777777" w:rsidR="00FA6D63" w:rsidRPr="00F32C0D" w:rsidRDefault="00FA6D63" w:rsidP="00FA6D63">
      <w:pPr>
        <w:ind w:firstLine="1260"/>
        <w:jc w:val="both"/>
        <w:rPr>
          <w:lang w:eastAsia="lt-LT"/>
        </w:rPr>
      </w:pPr>
      <w:r>
        <w:rPr>
          <w:lang w:eastAsia="lt-LT"/>
        </w:rPr>
        <w:t>36</w:t>
      </w:r>
      <w:r w:rsidRPr="00F32C0D">
        <w:rPr>
          <w:lang w:eastAsia="lt-LT"/>
        </w:rPr>
        <w:t>.17. bendradarbiauja su mokinių tėvais (globėjais), pagalbą mokiniui, mokytojui ir mokyklai teikiančiomis įstaigomis, teritorinėmis policijos, socialinių paslaugų, sveikatos įstaigomis, vaiko teisių apsaugos tarnybomis ir kitomis institucijomis, dirbančiomis vaiko teisių apsaugos srityje;</w:t>
      </w:r>
    </w:p>
    <w:p w14:paraId="4DD0CAC0" w14:textId="77777777" w:rsidR="00FA6D63" w:rsidRPr="00F32C0D" w:rsidRDefault="00FA6D63" w:rsidP="00FA6D63">
      <w:pPr>
        <w:ind w:firstLine="1260"/>
        <w:jc w:val="both"/>
        <w:rPr>
          <w:lang w:eastAsia="lt-LT"/>
        </w:rPr>
      </w:pPr>
      <w:r>
        <w:rPr>
          <w:lang w:eastAsia="lt-LT"/>
        </w:rPr>
        <w:t>36</w:t>
      </w:r>
      <w:r w:rsidRPr="00F32C0D">
        <w:rPr>
          <w:lang w:eastAsia="lt-LT"/>
        </w:rPr>
        <w:t>.18. atstovauja Gimnazijai kitose institucijose;</w:t>
      </w:r>
    </w:p>
    <w:p w14:paraId="5DFF0D80" w14:textId="77777777" w:rsidR="00FA6D63" w:rsidRPr="00F32C0D" w:rsidRDefault="00FA6D63" w:rsidP="00FA6D63">
      <w:pPr>
        <w:ind w:firstLine="1260"/>
        <w:jc w:val="both"/>
        <w:rPr>
          <w:lang w:eastAsia="lt-LT"/>
        </w:rPr>
      </w:pPr>
      <w:r>
        <w:rPr>
          <w:lang w:eastAsia="lt-LT"/>
        </w:rPr>
        <w:t>36.</w:t>
      </w:r>
      <w:r w:rsidRPr="00F32C0D">
        <w:rPr>
          <w:lang w:eastAsia="lt-LT"/>
        </w:rPr>
        <w:t>19. garantuoja, kad pagal Lietuvos Respublikos viešojo sektoriaus atskaitomybės įstatymą teikiamos statistinės ataskaitos ir ataskaitų rinkiniai būtų teisingi;</w:t>
      </w:r>
    </w:p>
    <w:p w14:paraId="1CB5DAF8" w14:textId="77777777" w:rsidR="00FA6D63" w:rsidRPr="00F32C0D" w:rsidRDefault="00FA6D63" w:rsidP="00FA6D63">
      <w:pPr>
        <w:ind w:firstLine="1260"/>
        <w:jc w:val="both"/>
        <w:rPr>
          <w:lang w:eastAsia="lt-LT"/>
        </w:rPr>
      </w:pPr>
      <w:r>
        <w:rPr>
          <w:lang w:eastAsia="lt-LT"/>
        </w:rPr>
        <w:t>36</w:t>
      </w:r>
      <w:r w:rsidRPr="00F32C0D">
        <w:rPr>
          <w:lang w:eastAsia="lt-LT"/>
        </w:rPr>
        <w:t>.20. dalį savo funkcijų teisės aktų nustatyta tvarka gali pavesti vykdyti direktoriaus pavaduotojams;</w:t>
      </w:r>
    </w:p>
    <w:p w14:paraId="079E0C0D" w14:textId="77777777" w:rsidR="00FA6D63" w:rsidRDefault="00FA6D63" w:rsidP="00FA6D63">
      <w:pPr>
        <w:ind w:firstLine="1260"/>
        <w:jc w:val="both"/>
        <w:rPr>
          <w:lang w:eastAsia="lt-LT"/>
        </w:rPr>
      </w:pPr>
      <w:r>
        <w:rPr>
          <w:lang w:eastAsia="lt-LT"/>
        </w:rPr>
        <w:t>36</w:t>
      </w:r>
      <w:r w:rsidRPr="00F32C0D">
        <w:rPr>
          <w:lang w:eastAsia="lt-LT"/>
        </w:rPr>
        <w:t xml:space="preserve">.21. atsako už tai, kad Gimnazijoje būtų laikomasi Lietuvos Respublikos įstatymų ir kitų teisės aktų, už demokratinį Gimnazijos valdymą, bendruomenės narių informavimą, tinkamą funkcijų atlikimą, nustatytų tikslo ir uždavinių įgyvendinimą, Gimnazijos veiklos rezultatus, už gerą ir veiksmingą </w:t>
      </w:r>
      <w:r w:rsidRPr="00F32C0D">
        <w:rPr>
          <w:color w:val="000000"/>
          <w:lang w:eastAsia="lt-LT"/>
        </w:rPr>
        <w:t xml:space="preserve">vaiko </w:t>
      </w:r>
      <w:r w:rsidRPr="00F32C0D">
        <w:rPr>
          <w:lang w:eastAsia="lt-LT"/>
        </w:rPr>
        <w:t>minimalios priežiūros priemonių įgyvendinimą;</w:t>
      </w:r>
    </w:p>
    <w:p w14:paraId="18A7AB6F" w14:textId="0EBA7D5F" w:rsidR="00015936" w:rsidRPr="00015936" w:rsidRDefault="00015936" w:rsidP="00015936">
      <w:pPr>
        <w:ind w:firstLine="1260"/>
        <w:jc w:val="both"/>
        <w:rPr>
          <w:b/>
          <w:bCs/>
          <w:lang w:eastAsia="lt-LT"/>
        </w:rPr>
      </w:pPr>
      <w:r w:rsidRPr="00015936">
        <w:rPr>
          <w:b/>
          <w:bCs/>
          <w:lang w:eastAsia="lt-LT"/>
        </w:rPr>
        <w:lastRenderedPageBreak/>
        <w:t>36.22</w:t>
      </w:r>
      <w:r>
        <w:rPr>
          <w:b/>
          <w:bCs/>
          <w:lang w:eastAsia="lt-LT"/>
        </w:rPr>
        <w:t xml:space="preserve">. </w:t>
      </w:r>
      <w:r w:rsidRPr="00015936">
        <w:rPr>
          <w:b/>
          <w:bCs/>
          <w:lang w:eastAsia="lt-LT"/>
        </w:rPr>
        <w:t xml:space="preserve">nustato </w:t>
      </w:r>
      <w:r>
        <w:rPr>
          <w:b/>
          <w:bCs/>
          <w:lang w:eastAsia="lt-LT"/>
        </w:rPr>
        <w:t>Gimnazijos</w:t>
      </w:r>
      <w:r w:rsidRPr="00015936">
        <w:rPr>
          <w:b/>
          <w:bCs/>
          <w:lang w:eastAsia="lt-LT"/>
        </w:rPr>
        <w:t xml:space="preserve"> darbuotojų darbo apmokėjimo sistemą, jeigu </w:t>
      </w:r>
      <w:r w:rsidR="00E26403">
        <w:rPr>
          <w:b/>
          <w:bCs/>
          <w:lang w:eastAsia="lt-LT"/>
        </w:rPr>
        <w:t>Gimnazijoje</w:t>
      </w:r>
      <w:r w:rsidRPr="00015936">
        <w:rPr>
          <w:b/>
          <w:bCs/>
          <w:lang w:eastAsia="lt-LT"/>
        </w:rPr>
        <w:t xml:space="preserve"> nėra sudaryta kolektyvinė sutartis</w:t>
      </w:r>
      <w:r>
        <w:rPr>
          <w:b/>
          <w:bCs/>
          <w:lang w:eastAsia="lt-LT"/>
        </w:rPr>
        <w:t>;</w:t>
      </w:r>
    </w:p>
    <w:p w14:paraId="2B9E8219" w14:textId="48920210" w:rsidR="00015936" w:rsidRDefault="00015936" w:rsidP="00015936">
      <w:pPr>
        <w:ind w:firstLine="1260"/>
        <w:jc w:val="both"/>
        <w:rPr>
          <w:b/>
          <w:bCs/>
          <w:lang w:eastAsia="lt-LT"/>
        </w:rPr>
      </w:pPr>
      <w:r>
        <w:rPr>
          <w:b/>
          <w:bCs/>
          <w:lang w:eastAsia="lt-LT"/>
        </w:rPr>
        <w:t xml:space="preserve">36.23. </w:t>
      </w:r>
      <w:r w:rsidRPr="00015936">
        <w:rPr>
          <w:b/>
          <w:bCs/>
          <w:lang w:eastAsia="lt-LT"/>
        </w:rPr>
        <w:t xml:space="preserve">organizuoja </w:t>
      </w:r>
      <w:r>
        <w:rPr>
          <w:b/>
          <w:bCs/>
          <w:lang w:eastAsia="lt-LT"/>
        </w:rPr>
        <w:t>Gimnazijos</w:t>
      </w:r>
      <w:r w:rsidRPr="00015936">
        <w:rPr>
          <w:b/>
          <w:bCs/>
          <w:lang w:eastAsia="lt-LT"/>
        </w:rPr>
        <w:t xml:space="preserve"> finansinę apskaitą pagal Lietuvos Respublikos finansinės apskaitos įstatymą;</w:t>
      </w:r>
    </w:p>
    <w:p w14:paraId="1B357B92" w14:textId="52F32637" w:rsidR="00015936" w:rsidRPr="00015936" w:rsidRDefault="00015936" w:rsidP="00015936">
      <w:pPr>
        <w:ind w:firstLine="1260"/>
        <w:jc w:val="both"/>
        <w:rPr>
          <w:b/>
          <w:bCs/>
          <w:lang w:eastAsia="lt-LT"/>
        </w:rPr>
      </w:pPr>
      <w:r>
        <w:rPr>
          <w:b/>
          <w:bCs/>
          <w:lang w:eastAsia="lt-LT"/>
        </w:rPr>
        <w:t>36.24.nustato vidaus kontrolės politiką;</w:t>
      </w:r>
    </w:p>
    <w:p w14:paraId="55410BCA" w14:textId="559401CF" w:rsidR="00FA6D63" w:rsidRPr="00F32C0D" w:rsidRDefault="00E6481F" w:rsidP="00FA6D63">
      <w:pPr>
        <w:ind w:firstLine="1260"/>
        <w:jc w:val="both"/>
        <w:rPr>
          <w:lang w:eastAsia="lt-LT"/>
        </w:rPr>
      </w:pPr>
      <w:r w:rsidRPr="00E6481F">
        <w:rPr>
          <w:strike/>
          <w:lang w:eastAsia="lt-LT"/>
        </w:rPr>
        <w:t>36.22.</w:t>
      </w:r>
      <w:r w:rsidRPr="00E6481F">
        <w:rPr>
          <w:lang w:eastAsia="lt-LT"/>
        </w:rPr>
        <w:t xml:space="preserve"> </w:t>
      </w:r>
      <w:r w:rsidR="00FA6D63" w:rsidRPr="00E6481F">
        <w:rPr>
          <w:b/>
          <w:bCs/>
          <w:lang w:eastAsia="lt-LT"/>
        </w:rPr>
        <w:t>36.2</w:t>
      </w:r>
      <w:r w:rsidR="00015936" w:rsidRPr="00E6481F">
        <w:rPr>
          <w:b/>
          <w:bCs/>
          <w:lang w:eastAsia="lt-LT"/>
        </w:rPr>
        <w:t>5</w:t>
      </w:r>
      <w:r w:rsidR="00FA6D63" w:rsidRPr="00F32C0D">
        <w:rPr>
          <w:lang w:eastAsia="lt-LT"/>
        </w:rPr>
        <w:t>. vykdo kitas teisės aktuose ir pareigybės aprašyme nustatytas funkcijas.</w:t>
      </w:r>
    </w:p>
    <w:p w14:paraId="3B6E1FA5" w14:textId="1E9283EA" w:rsidR="00FA6D63" w:rsidRPr="00F5779E" w:rsidRDefault="00FA6D63" w:rsidP="00FA6D63">
      <w:pPr>
        <w:ind w:firstLine="1260"/>
        <w:jc w:val="both"/>
        <w:rPr>
          <w:lang w:eastAsia="lt-LT"/>
        </w:rPr>
      </w:pPr>
      <w:r w:rsidRPr="00F5779E">
        <w:rPr>
          <w:lang w:eastAsia="lt-LT"/>
        </w:rPr>
        <w:t>3</w:t>
      </w:r>
      <w:r>
        <w:rPr>
          <w:lang w:eastAsia="lt-LT"/>
        </w:rPr>
        <w:t>7</w:t>
      </w:r>
      <w:r w:rsidRPr="00F5779E">
        <w:rPr>
          <w:lang w:eastAsia="lt-LT"/>
        </w:rPr>
        <w:t>. Už šių Nuostatų 3</w:t>
      </w:r>
      <w:r w:rsidR="00BD173A">
        <w:rPr>
          <w:lang w:eastAsia="lt-LT"/>
        </w:rPr>
        <w:t>6</w:t>
      </w:r>
      <w:r w:rsidRPr="00F5779E">
        <w:rPr>
          <w:lang w:eastAsia="lt-LT"/>
        </w:rPr>
        <w:t xml:space="preserve"> punkte išvardintų funkcijų nevykdymą ar netinkamą vykdymą direktoriui gali būti taikoma drausminė ar kitokia atsakomybė teisės aktų nustatyta tvarka.</w:t>
      </w:r>
    </w:p>
    <w:p w14:paraId="0AC0DFED" w14:textId="77777777" w:rsidR="00FA6D63" w:rsidRPr="00F32C0D" w:rsidRDefault="00FA6D63" w:rsidP="00FA6D63">
      <w:pPr>
        <w:ind w:firstLine="1260"/>
        <w:jc w:val="both"/>
        <w:rPr>
          <w:lang w:eastAsia="lt-LT"/>
        </w:rPr>
      </w:pPr>
      <w:r w:rsidRPr="00F32C0D">
        <w:rPr>
          <w:lang w:eastAsia="lt-LT"/>
        </w:rPr>
        <w:t>3</w:t>
      </w:r>
      <w:r>
        <w:rPr>
          <w:lang w:eastAsia="lt-LT"/>
        </w:rPr>
        <w:t>8</w:t>
      </w:r>
      <w:r w:rsidRPr="00F32C0D">
        <w:rPr>
          <w:lang w:eastAsia="lt-LT"/>
        </w:rPr>
        <w:t>. Laikinai direktoriui nesant darbe (nedarbingumas, komandiruotė, atostogos) jo visas funkcijas atlieka pavaduotojas, o jam nesant – kitas teisės aktų nustatyta tvarka paskirtas asmuo.</w:t>
      </w:r>
    </w:p>
    <w:p w14:paraId="245B388D" w14:textId="77777777" w:rsidR="00FA6D63" w:rsidRPr="00F32C0D" w:rsidRDefault="00FA6D63" w:rsidP="00FA6D63">
      <w:pPr>
        <w:ind w:firstLine="1260"/>
        <w:jc w:val="both"/>
        <w:rPr>
          <w:lang w:eastAsia="lt-LT"/>
        </w:rPr>
      </w:pPr>
      <w:r w:rsidRPr="00F32C0D">
        <w:rPr>
          <w:lang w:eastAsia="lt-LT"/>
        </w:rPr>
        <w:t>3</w:t>
      </w:r>
      <w:r>
        <w:rPr>
          <w:lang w:eastAsia="lt-LT"/>
        </w:rPr>
        <w:t>9</w:t>
      </w:r>
      <w:r w:rsidRPr="00F32C0D">
        <w:rPr>
          <w:lang w:eastAsia="lt-LT"/>
        </w:rPr>
        <w:t>. Gimnazijos mokytojų metodinei veiklai organizuoti sudaromos mokytojų metodinės grupės ir metodinė taryba.</w:t>
      </w:r>
    </w:p>
    <w:p w14:paraId="5A954E91" w14:textId="77777777" w:rsidR="00FA6D63" w:rsidRPr="00F32C0D" w:rsidRDefault="00FA6D63" w:rsidP="00FA6D63">
      <w:pPr>
        <w:ind w:firstLine="1260"/>
        <w:jc w:val="both"/>
        <w:rPr>
          <w:color w:val="000000"/>
          <w:lang w:eastAsia="lt-LT"/>
        </w:rPr>
      </w:pPr>
      <w:r>
        <w:rPr>
          <w:color w:val="000000"/>
          <w:lang w:eastAsia="lt-LT"/>
        </w:rPr>
        <w:t>40</w:t>
      </w:r>
      <w:r w:rsidRPr="00F32C0D">
        <w:rPr>
          <w:color w:val="000000"/>
          <w:lang w:eastAsia="lt-LT"/>
        </w:rPr>
        <w:t xml:space="preserve">. 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w:t>
      </w:r>
      <w:r w:rsidRPr="00F32C0D">
        <w:rPr>
          <w:color w:val="000000"/>
          <w:spacing w:val="-5"/>
          <w:lang w:eastAsia="lt-LT"/>
        </w:rPr>
        <w:t>specialiųjų poreikių mokinių ugdymo bendrosiose klasėse,</w:t>
      </w:r>
      <w:r w:rsidRPr="00F32C0D">
        <w:rPr>
          <w:color w:val="000000"/>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w:t>
      </w:r>
      <w:r w:rsidRPr="00F32C0D">
        <w:rPr>
          <w:lang w:eastAsia="lt-LT"/>
        </w:rPr>
        <w:t>Gimnazijos</w:t>
      </w:r>
      <w:r w:rsidRPr="00F32C0D">
        <w:rPr>
          <w:color w:val="000000"/>
          <w:lang w:eastAsia="lt-LT"/>
        </w:rPr>
        <w:t xml:space="preserve"> veiklos tikslais; keičiasi informacija ir bendradarbiauja su kitų mokyklų metodinėmis grupėmis, teikia metodinei tarybai siūlymus dėl ugdymo turinio formavimo ir ugdymo organizavimo gerinimo. Metodinei grupei vadovauja grupės narių išrinktas pirmininkas. </w:t>
      </w:r>
    </w:p>
    <w:p w14:paraId="2CF3E63F" w14:textId="77777777" w:rsidR="00FA6D63" w:rsidRPr="00F32C0D" w:rsidRDefault="00FA6D63" w:rsidP="00FA6D63">
      <w:pPr>
        <w:ind w:firstLine="1260"/>
        <w:jc w:val="both"/>
        <w:rPr>
          <w:color w:val="000000"/>
          <w:lang w:eastAsia="lt-LT"/>
        </w:rPr>
      </w:pPr>
      <w:r>
        <w:rPr>
          <w:color w:val="000000"/>
          <w:lang w:eastAsia="lt-LT"/>
        </w:rPr>
        <w:t>41</w:t>
      </w:r>
      <w:r w:rsidRPr="00F32C0D">
        <w:rPr>
          <w:color w:val="000000"/>
          <w:lang w:eastAsia="lt-LT"/>
        </w:rPr>
        <w:t xml:space="preserve">. </w:t>
      </w:r>
      <w:r w:rsidRPr="00F32C0D">
        <w:rPr>
          <w:lang w:eastAsia="lt-LT"/>
        </w:rPr>
        <w:t>Gimnazijos</w:t>
      </w:r>
      <w:r w:rsidRPr="00F32C0D">
        <w:rPr>
          <w:color w:val="000000"/>
          <w:lang w:eastAsia="lt-LT"/>
        </w:rPr>
        <w:t xml:space="preserve"> metodinės tarybos nariai yra metodinių grupių pirmininkai.</w:t>
      </w:r>
    </w:p>
    <w:p w14:paraId="23D4C300" w14:textId="77777777" w:rsidR="00FA6D63" w:rsidRPr="00F32C0D" w:rsidRDefault="00FA6D63" w:rsidP="00FA6D63">
      <w:pPr>
        <w:ind w:firstLine="1260"/>
        <w:jc w:val="both"/>
        <w:rPr>
          <w:color w:val="000000"/>
          <w:lang w:eastAsia="lt-LT"/>
        </w:rPr>
      </w:pPr>
      <w:r>
        <w:rPr>
          <w:lang w:eastAsia="lt-LT"/>
        </w:rPr>
        <w:t>42</w:t>
      </w:r>
      <w:r w:rsidRPr="00F32C0D">
        <w:rPr>
          <w:lang w:eastAsia="lt-LT"/>
        </w:rPr>
        <w:t xml:space="preserve">. </w:t>
      </w:r>
      <w:r w:rsidRPr="00F32C0D">
        <w:rPr>
          <w:color w:val="000000"/>
          <w:lang w:eastAsia="lt-LT"/>
        </w:rPr>
        <w:t xml:space="preserve">Metodinė taryba kartu </w:t>
      </w:r>
      <w:r w:rsidRPr="00F32C0D">
        <w:rPr>
          <w:lang w:eastAsia="lt-LT"/>
        </w:rPr>
        <w:t>su Gimnazijos vadovais</w:t>
      </w:r>
      <w:r w:rsidRPr="00F32C0D">
        <w:rPr>
          <w:color w:val="000000"/>
          <w:lang w:eastAsia="lt-LT"/>
        </w:rPr>
        <w:t xml:space="preserve">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mokytojų kvalifikacijos tobulinimo prioritetus. Teikia metodinėms grupėms siūlymus dėl veiklos tobulinimo, </w:t>
      </w:r>
      <w:r w:rsidRPr="00F32C0D">
        <w:rPr>
          <w:lang w:eastAsia="lt-LT"/>
        </w:rPr>
        <w:t>Gimnazijos</w:t>
      </w:r>
      <w:r w:rsidRPr="00F32C0D">
        <w:rPr>
          <w:color w:val="000000"/>
          <w:lang w:eastAsia="lt-LT"/>
        </w:rPr>
        <w:t xml:space="preserve"> direktoriui – dėl turinio formavimo ir ugdymo organizavimo gerinimo. Metodinei tarybai vadovauja metodinės tarybos narių išrinktas pirmininkas. Metodinės tarybos veiklą koordinuoja direktoriaus pavaduotojas ugdymui.</w:t>
      </w:r>
    </w:p>
    <w:p w14:paraId="34498EBF" w14:textId="77777777" w:rsidR="00FA6D63" w:rsidRPr="00F32C0D" w:rsidRDefault="00FA6D63" w:rsidP="00FA6D63">
      <w:pPr>
        <w:ind w:firstLine="1260"/>
        <w:jc w:val="both"/>
        <w:rPr>
          <w:lang w:eastAsia="lt-LT"/>
        </w:rPr>
      </w:pPr>
      <w:r>
        <w:rPr>
          <w:lang w:eastAsia="lt-LT"/>
        </w:rPr>
        <w:t>43</w:t>
      </w:r>
      <w:r w:rsidRPr="00F32C0D">
        <w:rPr>
          <w:lang w:eastAsia="lt-LT"/>
        </w:rPr>
        <w:t>. Ugdymo turinio formavimo ir ugdymo proceso organizavimo klausimais Gimnazijos direktorius gali organizuoti mokytojų ir švietimo pagalbos specialistų, kurių veikla susijusi su nagrinėjamu klausimu, pasitarimus, posėdžius.</w:t>
      </w:r>
    </w:p>
    <w:p w14:paraId="04F614A0" w14:textId="77777777" w:rsidR="00FA6D63" w:rsidRPr="00F32C0D" w:rsidRDefault="00FA6D63" w:rsidP="00FA6D63">
      <w:pPr>
        <w:ind w:firstLine="1260"/>
        <w:jc w:val="both"/>
        <w:rPr>
          <w:lang w:eastAsia="lt-LT"/>
        </w:rPr>
      </w:pPr>
      <w:r>
        <w:rPr>
          <w:lang w:eastAsia="lt-LT"/>
        </w:rPr>
        <w:t>44</w:t>
      </w:r>
      <w:r w:rsidRPr="00F32C0D">
        <w:rPr>
          <w:lang w:eastAsia="lt-LT"/>
        </w:rPr>
        <w:t>. Klasės mokinių tėvų (globėjų) tarybą sudaro visų tos klasės mokinių tėvai (globėjai). Tarybai vadovauja klasės mokinių tėvų (globėjų) susirinkime išrinktas pirmininkas.  Tėvų taryba padeda spręsti klasės veiklos ir mokinių auklėjimo klausimus: aptaria su klasės auklėtoju klasės mokinių lankomumo, elgesio ir pažangumo, saugumo, maitinimo, informacijos gavimo apie vaikus klausimus, padeda organizuoti klasės renginius, išvykas, kurti edukacinę aplinką, teikia siūlymus Gimnazijos tarybai ir direktoriui.</w:t>
      </w:r>
    </w:p>
    <w:p w14:paraId="6F81EC6E" w14:textId="77777777" w:rsidR="00FA6D63" w:rsidRPr="00F32C0D" w:rsidRDefault="00FA6D63" w:rsidP="00FA6D63">
      <w:pPr>
        <w:ind w:firstLine="1260"/>
        <w:jc w:val="both"/>
        <w:rPr>
          <w:lang w:eastAsia="lt-LT"/>
        </w:rPr>
      </w:pPr>
      <w:r>
        <w:rPr>
          <w:lang w:eastAsia="lt-LT"/>
        </w:rPr>
        <w:t>45</w:t>
      </w:r>
      <w:r w:rsidRPr="00F32C0D">
        <w:rPr>
          <w:lang w:eastAsia="lt-LT"/>
        </w:rPr>
        <w:t>. Visuotinis Gimnazijos mokinių tėvų (globėjų) susirinkimas gali būti šaukiamas Gimnazijos direktoriaus iniciatyva arba klasių mokinių tėvų tarybų atstovų reikalavimu ypač svarbiais Gimnazijos veiklos organizavimo klausimais.</w:t>
      </w:r>
    </w:p>
    <w:p w14:paraId="66581B8A" w14:textId="77777777" w:rsidR="00FA6D63" w:rsidRPr="00F32C0D" w:rsidRDefault="00FA6D63" w:rsidP="00FA6D63">
      <w:pPr>
        <w:ind w:firstLine="720"/>
        <w:jc w:val="both"/>
        <w:rPr>
          <w:lang w:eastAsia="lt-LT"/>
        </w:rPr>
      </w:pPr>
    </w:p>
    <w:p w14:paraId="5D256668" w14:textId="77777777" w:rsidR="00FA6D63" w:rsidRPr="00F32C0D" w:rsidRDefault="00FA6D63" w:rsidP="00FA6D63">
      <w:pPr>
        <w:jc w:val="center"/>
        <w:outlineLvl w:val="0"/>
        <w:rPr>
          <w:b/>
          <w:bCs/>
          <w:lang w:eastAsia="lt-LT"/>
        </w:rPr>
      </w:pPr>
      <w:r w:rsidRPr="00F32C0D">
        <w:rPr>
          <w:b/>
          <w:bCs/>
          <w:lang w:eastAsia="lt-LT"/>
        </w:rPr>
        <w:t>V. GIMNAZIJOS SAVIVALDA</w:t>
      </w:r>
    </w:p>
    <w:p w14:paraId="7ED6857C" w14:textId="77777777" w:rsidR="00FA6D63" w:rsidRPr="00F32C0D" w:rsidRDefault="00FA6D63" w:rsidP="00FA6D63">
      <w:pPr>
        <w:ind w:left="780"/>
        <w:jc w:val="both"/>
        <w:outlineLvl w:val="0"/>
        <w:rPr>
          <w:b/>
          <w:bCs/>
          <w:lang w:eastAsia="lt-LT"/>
        </w:rPr>
      </w:pPr>
    </w:p>
    <w:p w14:paraId="06CBE0DC" w14:textId="77777777" w:rsidR="00FA6D63" w:rsidRPr="00F32C0D" w:rsidRDefault="00FA6D63" w:rsidP="00FA6D63">
      <w:pPr>
        <w:tabs>
          <w:tab w:val="left" w:pos="720"/>
          <w:tab w:val="num" w:pos="1361"/>
        </w:tabs>
        <w:ind w:firstLine="1260"/>
        <w:jc w:val="both"/>
        <w:rPr>
          <w:color w:val="000000"/>
          <w:lang w:eastAsia="lt-LT"/>
        </w:rPr>
      </w:pPr>
      <w:r>
        <w:rPr>
          <w:color w:val="000000"/>
          <w:lang w:eastAsia="lt-LT"/>
        </w:rPr>
        <w:t>46</w:t>
      </w:r>
      <w:r w:rsidRPr="00F32C0D">
        <w:rPr>
          <w:color w:val="000000"/>
          <w:lang w:eastAsia="lt-LT"/>
        </w:rPr>
        <w:t xml:space="preserve">. </w:t>
      </w:r>
      <w:r w:rsidRPr="00F32C0D">
        <w:rPr>
          <w:lang w:eastAsia="lt-LT"/>
        </w:rPr>
        <w:t>Gimnazijos</w:t>
      </w:r>
      <w:r w:rsidRPr="00F32C0D">
        <w:rPr>
          <w:color w:val="000000"/>
          <w:lang w:eastAsia="lt-LT"/>
        </w:rPr>
        <w:t xml:space="preserve"> taryba yra aukščiausioji </w:t>
      </w:r>
      <w:r w:rsidRPr="00F32C0D">
        <w:rPr>
          <w:lang w:eastAsia="lt-LT"/>
        </w:rPr>
        <w:t>Gimnazijos</w:t>
      </w:r>
      <w:r w:rsidRPr="00F32C0D">
        <w:rPr>
          <w:color w:val="000000"/>
          <w:lang w:eastAsia="lt-LT"/>
        </w:rPr>
        <w:t xml:space="preserve"> savivaldos institucija. </w:t>
      </w:r>
      <w:r w:rsidRPr="00F32C0D">
        <w:rPr>
          <w:lang w:eastAsia="lt-LT"/>
        </w:rPr>
        <w:t>Gimnazijos</w:t>
      </w:r>
      <w:r w:rsidRPr="00F32C0D">
        <w:rPr>
          <w:color w:val="000000"/>
          <w:lang w:eastAsia="lt-LT"/>
        </w:rPr>
        <w:t xml:space="preserve"> taryba telkia </w:t>
      </w:r>
      <w:r w:rsidRPr="00F32C0D">
        <w:rPr>
          <w:lang w:eastAsia="lt-LT"/>
        </w:rPr>
        <w:t>Gimnazijos</w:t>
      </w:r>
      <w:r w:rsidRPr="00F32C0D">
        <w:rPr>
          <w:color w:val="000000"/>
          <w:lang w:eastAsia="lt-LT"/>
        </w:rPr>
        <w:t xml:space="preserve"> mokinių, mokytojų, tėvų (globėjų) bendruomenę, vietos bendruomenę </w:t>
      </w:r>
      <w:r w:rsidRPr="00F32C0D">
        <w:rPr>
          <w:color w:val="000000"/>
          <w:lang w:eastAsia="lt-LT"/>
        </w:rPr>
        <w:lastRenderedPageBreak/>
        <w:t xml:space="preserve">demokratiniam </w:t>
      </w:r>
      <w:r w:rsidRPr="00F32C0D">
        <w:rPr>
          <w:lang w:eastAsia="lt-LT"/>
        </w:rPr>
        <w:t>Gimnazijos</w:t>
      </w:r>
      <w:r w:rsidRPr="00F32C0D">
        <w:rPr>
          <w:color w:val="000000"/>
          <w:lang w:eastAsia="lt-LT"/>
        </w:rPr>
        <w:t xml:space="preserve"> valdymui, padeda spręsti </w:t>
      </w:r>
      <w:r w:rsidRPr="00F32C0D">
        <w:rPr>
          <w:lang w:eastAsia="lt-LT"/>
        </w:rPr>
        <w:t>Gimnazijai</w:t>
      </w:r>
      <w:r w:rsidRPr="00F32C0D">
        <w:rPr>
          <w:color w:val="000000"/>
          <w:lang w:eastAsia="lt-LT"/>
        </w:rPr>
        <w:t xml:space="preserve"> aktualius klausimus, atstovauti teisėtiems </w:t>
      </w:r>
      <w:r w:rsidRPr="00F32C0D">
        <w:rPr>
          <w:lang w:eastAsia="lt-LT"/>
        </w:rPr>
        <w:t>Gimnazijos</w:t>
      </w:r>
      <w:r w:rsidRPr="00F32C0D">
        <w:rPr>
          <w:color w:val="000000"/>
          <w:lang w:eastAsia="lt-LT"/>
        </w:rPr>
        <w:t xml:space="preserve"> interesams.</w:t>
      </w:r>
    </w:p>
    <w:p w14:paraId="567E004F" w14:textId="77777777" w:rsidR="00FA6D63" w:rsidRPr="00F5779E" w:rsidRDefault="00FA6D63" w:rsidP="00FA6D63">
      <w:pPr>
        <w:ind w:firstLine="1260"/>
        <w:jc w:val="both"/>
        <w:rPr>
          <w:lang w:eastAsia="lt-LT"/>
        </w:rPr>
      </w:pPr>
      <w:r w:rsidRPr="00F5779E">
        <w:rPr>
          <w:lang w:eastAsia="lt-LT"/>
        </w:rPr>
        <w:t>4</w:t>
      </w:r>
      <w:r>
        <w:rPr>
          <w:lang w:eastAsia="lt-LT"/>
        </w:rPr>
        <w:t>7</w:t>
      </w:r>
      <w:r w:rsidRPr="00F5779E">
        <w:rPr>
          <w:lang w:eastAsia="lt-LT"/>
        </w:rPr>
        <w:t>. Gimnazijos taryba – aukščiausioji mokyklos savivaldos institucija, sudaryta iš mokinių, mokytojų, tėvų (globėjų, rūpintojų) ir vietos bendruomenės atstovų. Už savo veiklą mokyklos taryba atsiskaito ją rinkusiems mokyklos bendruomenės nariams.</w:t>
      </w:r>
    </w:p>
    <w:p w14:paraId="3ADEACDE" w14:textId="77777777" w:rsidR="00FA6D63" w:rsidRPr="00F5779E" w:rsidRDefault="00FA6D63" w:rsidP="00FA6D63">
      <w:pPr>
        <w:tabs>
          <w:tab w:val="left" w:pos="504"/>
        </w:tabs>
        <w:ind w:firstLine="720"/>
        <w:jc w:val="both"/>
      </w:pPr>
      <w:r w:rsidRPr="00F5779E">
        <w:rPr>
          <w:rFonts w:ascii="Arial" w:hAnsi="Arial" w:cs="Arial"/>
          <w:sz w:val="20"/>
        </w:rPr>
        <w:tab/>
        <w:t>4</w:t>
      </w:r>
      <w:r>
        <w:rPr>
          <w:rFonts w:ascii="Arial" w:hAnsi="Arial" w:cs="Arial"/>
          <w:sz w:val="20"/>
        </w:rPr>
        <w:t>8</w:t>
      </w:r>
      <w:r w:rsidRPr="00F5779E">
        <w:rPr>
          <w:rFonts w:ascii="Arial" w:hAnsi="Arial" w:cs="Arial"/>
          <w:sz w:val="20"/>
        </w:rPr>
        <w:t xml:space="preserve">. </w:t>
      </w:r>
      <w:r w:rsidRPr="00F5779E">
        <w:t>Mokyklos tarybos nariu gali būti asmuo, turintis žinių ir gebėjimų, padedančių siekti švietimo įstaigos strateginių tikslų ir įgyvendinti švietimo įstaigos misiją. Mokyklos tarybos nariu negali būti tos pačios švietimo įstaigos vadovas, valstybės politikai, politinio (asmeninio) pasitikėjimo valstybės tarnautojai.</w:t>
      </w:r>
    </w:p>
    <w:p w14:paraId="0B9A9625" w14:textId="77777777" w:rsidR="00FA6D63" w:rsidRPr="009501D5" w:rsidRDefault="00FA6D63" w:rsidP="00FA6D63">
      <w:pPr>
        <w:ind w:firstLine="1260"/>
        <w:jc w:val="both"/>
        <w:rPr>
          <w:b/>
          <w:bCs/>
          <w:lang w:eastAsia="lt-LT"/>
        </w:rPr>
      </w:pPr>
      <w:r>
        <w:rPr>
          <w:color w:val="000000"/>
          <w:shd w:val="clear" w:color="auto" w:fill="FFFFFF"/>
        </w:rPr>
        <w:t xml:space="preserve">49. </w:t>
      </w:r>
      <w:r w:rsidRPr="009501D5">
        <w:rPr>
          <w:color w:val="000000"/>
          <w:shd w:val="clear" w:color="auto" w:fill="FFFFFF"/>
        </w:rPr>
        <w:t>Kiekvienais metais mokyklos taryba vertina mokyklos vadovo metų veiklos ataskaitą ir teikia savo sprendimą dėl ataskait</w:t>
      </w:r>
      <w:r>
        <w:rPr>
          <w:color w:val="000000"/>
          <w:shd w:val="clear" w:color="auto" w:fill="FFFFFF"/>
        </w:rPr>
        <w:t xml:space="preserve">os </w:t>
      </w:r>
      <w:r w:rsidRPr="00F5779E">
        <w:rPr>
          <w:color w:val="000000"/>
          <w:shd w:val="clear" w:color="auto" w:fill="FFFFFF"/>
        </w:rPr>
        <w:t>Skuodo rajono savivaldybės merui.</w:t>
      </w:r>
    </w:p>
    <w:p w14:paraId="447EC695" w14:textId="77777777" w:rsidR="00FA6D63" w:rsidRPr="00F5779E" w:rsidRDefault="00FA6D63" w:rsidP="00FA6D63">
      <w:pPr>
        <w:tabs>
          <w:tab w:val="num" w:pos="1361"/>
        </w:tabs>
        <w:ind w:firstLine="1260"/>
        <w:jc w:val="both"/>
        <w:rPr>
          <w:lang w:eastAsia="lt-LT"/>
        </w:rPr>
      </w:pPr>
      <w:r>
        <w:rPr>
          <w:lang w:eastAsia="lt-LT"/>
        </w:rPr>
        <w:t>50</w:t>
      </w:r>
      <w:r w:rsidRPr="00F5779E">
        <w:rPr>
          <w:lang w:eastAsia="lt-LT"/>
        </w:rPr>
        <w:t xml:space="preserve">. Gimnazijos taryba sudaroma iš 13 narių: 4 mokytojų atstovų, 4 tėvų (globėjų) atstovų, 4 mokinių atstovų, 1 vietos seniūnaičio. </w:t>
      </w:r>
    </w:p>
    <w:p w14:paraId="4E95245C" w14:textId="77777777" w:rsidR="00FA6D63" w:rsidRPr="00F5779E" w:rsidRDefault="00FA6D63" w:rsidP="00FA6D63">
      <w:pPr>
        <w:tabs>
          <w:tab w:val="num" w:pos="1361"/>
        </w:tabs>
        <w:ind w:firstLine="1260"/>
        <w:jc w:val="both"/>
        <w:rPr>
          <w:lang w:eastAsia="lt-LT"/>
        </w:rPr>
      </w:pPr>
      <w:r>
        <w:t>51</w:t>
      </w:r>
      <w:r w:rsidRPr="00F5779E">
        <w:t>. Tėvų atstovus renka visuotinis tėvų susirinkimas, mokytojus – mokytojų taryba, mokinius – mokinių savivaldos taryba</w:t>
      </w:r>
      <w:r>
        <w:t>,</w:t>
      </w:r>
      <w:r w:rsidRPr="00F5779E">
        <w:t xml:space="preserve"> seniūnaitį - Mosėdžio</w:t>
      </w:r>
      <w:r w:rsidRPr="00F5779E">
        <w:rPr>
          <w:bdr w:val="none" w:sz="0" w:space="0" w:color="auto" w:frame="1"/>
        </w:rPr>
        <w:t xml:space="preserve"> seniūnijos seniūnaičių sueiga. </w:t>
      </w:r>
    </w:p>
    <w:p w14:paraId="4AA0BC48" w14:textId="0B2112A4" w:rsidR="00FA6D63" w:rsidRPr="00F5779E" w:rsidRDefault="00FA6D63" w:rsidP="00FA6D63">
      <w:pPr>
        <w:tabs>
          <w:tab w:val="num" w:pos="1361"/>
        </w:tabs>
        <w:ind w:firstLine="1260"/>
        <w:jc w:val="both"/>
        <w:rPr>
          <w:lang w:eastAsia="lt-LT"/>
        </w:rPr>
      </w:pPr>
      <w:r>
        <w:rPr>
          <w:lang w:eastAsia="lt-LT"/>
        </w:rPr>
        <w:t>52</w:t>
      </w:r>
      <w:r w:rsidRPr="00F5779E">
        <w:rPr>
          <w:lang w:eastAsia="lt-LT"/>
        </w:rPr>
        <w:t xml:space="preserve">. </w:t>
      </w:r>
      <w:r w:rsidR="00BE5170">
        <w:rPr>
          <w:lang w:eastAsia="lt-LT"/>
        </w:rPr>
        <w:t xml:space="preserve">Į </w:t>
      </w:r>
      <w:r w:rsidRPr="00F5779E">
        <w:rPr>
          <w:lang w:eastAsia="lt-LT"/>
        </w:rPr>
        <w:t>Gimnazijos tarybą Mokiniai iki 14 metų į tarybą nerenkami</w:t>
      </w:r>
      <w:r w:rsidRPr="00F5779E">
        <w:rPr>
          <w:i/>
          <w:lang w:eastAsia="lt-LT"/>
        </w:rPr>
        <w:t>.</w:t>
      </w:r>
      <w:r w:rsidRPr="00F5779E">
        <w:rPr>
          <w:lang w:eastAsia="lt-LT"/>
        </w:rPr>
        <w:t xml:space="preserve"> </w:t>
      </w:r>
    </w:p>
    <w:p w14:paraId="1363EE5A" w14:textId="77777777" w:rsidR="00FA6D63" w:rsidRPr="00F5779E" w:rsidRDefault="00FA6D63" w:rsidP="00FA6D63">
      <w:pPr>
        <w:tabs>
          <w:tab w:val="num" w:pos="1361"/>
        </w:tabs>
        <w:ind w:firstLine="1260"/>
        <w:jc w:val="both"/>
        <w:rPr>
          <w:lang w:eastAsia="lt-LT"/>
        </w:rPr>
      </w:pPr>
      <w:r>
        <w:rPr>
          <w:lang w:eastAsia="lt-LT"/>
        </w:rPr>
        <w:t>53</w:t>
      </w:r>
      <w:r w:rsidRPr="00F5779E">
        <w:rPr>
          <w:lang w:eastAsia="lt-LT"/>
        </w:rPr>
        <w:t>. Gimnazijos taryba renkama 3 metams. Gimnazijos tarybos kadencijų skaičius neribojamas.</w:t>
      </w:r>
    </w:p>
    <w:p w14:paraId="7BBB9E27" w14:textId="77777777" w:rsidR="00FA6D63" w:rsidRPr="00F5779E" w:rsidRDefault="00FA6D63" w:rsidP="00FA6D63">
      <w:pPr>
        <w:tabs>
          <w:tab w:val="num" w:pos="1361"/>
        </w:tabs>
        <w:ind w:firstLine="1260"/>
        <w:jc w:val="both"/>
        <w:rPr>
          <w:lang w:eastAsia="lt-LT"/>
        </w:rPr>
      </w:pPr>
      <w:r w:rsidRPr="00F5779E">
        <w:rPr>
          <w:lang w:eastAsia="lt-LT"/>
        </w:rPr>
        <w:t>5</w:t>
      </w:r>
      <w:r>
        <w:rPr>
          <w:lang w:eastAsia="lt-LT"/>
        </w:rPr>
        <w:t>4</w:t>
      </w:r>
      <w:r w:rsidRPr="00F5779E">
        <w:rPr>
          <w:lang w:eastAsia="lt-LT"/>
        </w:rPr>
        <w:t xml:space="preserve">. Nutrūkus pirma laiko Gimnazijos tarybos nario įgaliojimams, naujas narys paskiriamas Nuostatų </w:t>
      </w:r>
      <w:r>
        <w:rPr>
          <w:lang w:eastAsia="lt-LT"/>
        </w:rPr>
        <w:t>51</w:t>
      </w:r>
      <w:r w:rsidRPr="00F5779E">
        <w:rPr>
          <w:lang w:eastAsia="lt-LT"/>
        </w:rPr>
        <w:t xml:space="preserve"> punkte nurodyta tvarka.</w:t>
      </w:r>
    </w:p>
    <w:p w14:paraId="67AF257E" w14:textId="77777777" w:rsidR="00FA6D63" w:rsidRPr="00F32C0D" w:rsidRDefault="00FA6D63" w:rsidP="00FA6D63">
      <w:pPr>
        <w:tabs>
          <w:tab w:val="num" w:pos="1361"/>
        </w:tabs>
        <w:ind w:firstLine="1260"/>
        <w:jc w:val="both"/>
        <w:rPr>
          <w:lang w:eastAsia="lt-LT"/>
        </w:rPr>
      </w:pPr>
      <w:r>
        <w:rPr>
          <w:lang w:eastAsia="lt-LT"/>
        </w:rPr>
        <w:t>55</w:t>
      </w:r>
      <w:r w:rsidRPr="00F32C0D">
        <w:rPr>
          <w:lang w:eastAsia="lt-LT"/>
        </w:rPr>
        <w:t xml:space="preserve">. Gimnazijos tarybos posėdžiai šaukiami ne rečiau kaip du kartus per metus. Posėdis teisėtas, jeigu jame dalyvauja ne mažiau kaip du trečdaliai narių. Nutarimai priimami posėdyje dalyvaujančių balsų dauguma. </w:t>
      </w:r>
    </w:p>
    <w:p w14:paraId="453E3F32" w14:textId="77777777" w:rsidR="00FA6D63" w:rsidRPr="00F32C0D" w:rsidRDefault="00FA6D63" w:rsidP="00FA6D63">
      <w:pPr>
        <w:tabs>
          <w:tab w:val="left" w:pos="720"/>
          <w:tab w:val="num" w:pos="1361"/>
        </w:tabs>
        <w:ind w:firstLine="1260"/>
        <w:jc w:val="both"/>
        <w:rPr>
          <w:lang w:eastAsia="lt-LT"/>
        </w:rPr>
      </w:pPr>
      <w:r>
        <w:rPr>
          <w:lang w:eastAsia="lt-LT"/>
        </w:rPr>
        <w:t>56</w:t>
      </w:r>
      <w:r w:rsidRPr="00F32C0D">
        <w:rPr>
          <w:lang w:eastAsia="lt-LT"/>
        </w:rPr>
        <w:t xml:space="preserve">. Gimnazijos tarybai vadovauja pirmininkas, išrinktas slaptu balsavimu Gimnazijos tarybos posėdyje. Tarybos pirmininką, jo pavaduotoją renka Gimnazijos tarybos nariai. Gimnazijos direktorius posėdžiuose dalyvauja kviestinio </w:t>
      </w:r>
      <w:r w:rsidRPr="00F5779E">
        <w:rPr>
          <w:lang w:eastAsia="lt-LT"/>
        </w:rPr>
        <w:t>svečio</w:t>
      </w:r>
      <w:r>
        <w:rPr>
          <w:b/>
          <w:bCs/>
          <w:lang w:eastAsia="lt-LT"/>
        </w:rPr>
        <w:t xml:space="preserve"> </w:t>
      </w:r>
      <w:r w:rsidRPr="00F32C0D">
        <w:rPr>
          <w:lang w:eastAsia="lt-LT"/>
        </w:rPr>
        <w:t>teisėmis.</w:t>
      </w:r>
    </w:p>
    <w:p w14:paraId="000B34A3"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 Gimnazijos taryba:</w:t>
      </w:r>
    </w:p>
    <w:p w14:paraId="48EF1207" w14:textId="77777777" w:rsidR="00FA6D63" w:rsidRPr="00F32C0D" w:rsidRDefault="00FA6D63" w:rsidP="00FA6D63">
      <w:pPr>
        <w:tabs>
          <w:tab w:val="left" w:pos="720"/>
          <w:tab w:val="num" w:pos="1361"/>
        </w:tabs>
        <w:ind w:firstLine="1260"/>
        <w:jc w:val="both"/>
        <w:rPr>
          <w:lang w:eastAsia="lt-LT"/>
        </w:rPr>
      </w:pPr>
      <w:r>
        <w:rPr>
          <w:lang w:eastAsia="lt-LT"/>
        </w:rPr>
        <w:t>57</w:t>
      </w:r>
      <w:r w:rsidRPr="00F32C0D">
        <w:rPr>
          <w:lang w:eastAsia="lt-LT"/>
        </w:rPr>
        <w:t>.1. teikia siūlymus dėl Gimnazijos strateginių tikslų, uždavinių ir jų įgyvendinimo priemonių;</w:t>
      </w:r>
    </w:p>
    <w:p w14:paraId="169374F5" w14:textId="77777777" w:rsidR="00FA6D63" w:rsidRPr="00F32C0D" w:rsidRDefault="00FA6D63" w:rsidP="00FA6D63">
      <w:pPr>
        <w:tabs>
          <w:tab w:val="left" w:pos="720"/>
          <w:tab w:val="num" w:pos="1361"/>
        </w:tabs>
        <w:ind w:firstLine="1260"/>
        <w:jc w:val="both"/>
        <w:rPr>
          <w:lang w:eastAsia="lt-LT"/>
        </w:rPr>
      </w:pPr>
      <w:r>
        <w:rPr>
          <w:lang w:eastAsia="lt-LT"/>
        </w:rPr>
        <w:t>57</w:t>
      </w:r>
      <w:r w:rsidRPr="00F32C0D">
        <w:rPr>
          <w:lang w:eastAsia="lt-LT"/>
        </w:rPr>
        <w:t>.2. pritaria Gimnazijos strateginiam planui, metiniam Gimnazijos veiklos planui, Gimnazijos nuostatams, Gimnazijos darbo tvarkos taisyklėms, kitiems Gimnazijos veiklą reglamentuojantiems dokumentams, teikiamiems Gimnazijos direktoriaus;</w:t>
      </w:r>
    </w:p>
    <w:p w14:paraId="31FA9706" w14:textId="77777777" w:rsidR="00FA6D63" w:rsidRPr="00F32C0D" w:rsidRDefault="00FA6D63" w:rsidP="00FA6D63">
      <w:pPr>
        <w:tabs>
          <w:tab w:val="left" w:pos="720"/>
          <w:tab w:val="num" w:pos="1361"/>
        </w:tabs>
        <w:ind w:firstLine="1260"/>
        <w:jc w:val="both"/>
        <w:rPr>
          <w:lang w:eastAsia="lt-LT"/>
        </w:rPr>
      </w:pPr>
      <w:r>
        <w:rPr>
          <w:lang w:eastAsia="lt-LT"/>
        </w:rPr>
        <w:t>57</w:t>
      </w:r>
      <w:r w:rsidRPr="00F32C0D">
        <w:rPr>
          <w:lang w:eastAsia="lt-LT"/>
        </w:rPr>
        <w:t>.3. teikia Gimnazijos direktoriui siūlymus dėl Gimnazijos nuostatų pakeitimo ar papildymo, Gimnazijos vidaus struktūros tobulinimo;</w:t>
      </w:r>
    </w:p>
    <w:p w14:paraId="7580879C" w14:textId="77777777" w:rsidR="00FA6D63" w:rsidRPr="00F32C0D" w:rsidRDefault="00FA6D63" w:rsidP="00FA6D63">
      <w:pPr>
        <w:tabs>
          <w:tab w:val="left" w:pos="720"/>
          <w:tab w:val="num" w:pos="1361"/>
        </w:tabs>
        <w:ind w:firstLine="1260"/>
        <w:jc w:val="both"/>
        <w:rPr>
          <w:lang w:eastAsia="lt-LT"/>
        </w:rPr>
      </w:pPr>
      <w:r>
        <w:rPr>
          <w:lang w:eastAsia="lt-LT"/>
        </w:rPr>
        <w:t>57</w:t>
      </w:r>
      <w:r w:rsidRPr="00F32C0D">
        <w:rPr>
          <w:lang w:eastAsia="lt-LT"/>
        </w:rPr>
        <w:t>.4. per 15 dienų nuo Gimnazijos direktoriaus metų veiklos ataskaitos pateikimo, įvertinusi Gimnazijos direktoriaus metų veiklos ataskaitą ir mokyklos bendruomenės narių siūlymus, priima sprendimą dėl mokyklos vadovo metų veiklos įvertinimo ir pateikia jį Skuodo rajono savivaldybės tarybai ar jos įgaliotam asmeniui.</w:t>
      </w:r>
    </w:p>
    <w:p w14:paraId="5EDF61FB" w14:textId="77777777" w:rsidR="00FA6D63" w:rsidRPr="00F32C0D" w:rsidRDefault="00FA6D63" w:rsidP="00FA6D63">
      <w:pPr>
        <w:tabs>
          <w:tab w:val="left" w:pos="720"/>
          <w:tab w:val="num" w:pos="1361"/>
        </w:tabs>
        <w:ind w:firstLine="1260"/>
        <w:jc w:val="both"/>
        <w:rPr>
          <w:lang w:eastAsia="lt-LT"/>
        </w:rPr>
      </w:pPr>
      <w:r>
        <w:rPr>
          <w:lang w:eastAsia="lt-LT"/>
        </w:rPr>
        <w:t>57</w:t>
      </w:r>
      <w:r w:rsidRPr="00F32C0D">
        <w:rPr>
          <w:lang w:eastAsia="lt-LT"/>
        </w:rPr>
        <w:t>.5. kolegialiai svarsto Gimnazijos lėšų naudojimo klausimus;</w:t>
      </w:r>
    </w:p>
    <w:p w14:paraId="3ABED332"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.6. teikia Gimnazijos direktoriui siūlymus dėl Gimnazijos veiklos tobulinimo;</w:t>
      </w:r>
    </w:p>
    <w:p w14:paraId="45B8E60D"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 xml:space="preserve">.7. teikia Gimnazijos savininko teises ir pareigas įgyvendinančiai institucijai siūlymus dėl Gimnazijos materialinio aprūpinimo; </w:t>
      </w:r>
    </w:p>
    <w:p w14:paraId="615E6619"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.8. svarsto Gimnazijos savivaldos institucijų ar Gimnazijos bendruomenės narių iniciatyvas ir teikia siūlymus Gimnazijos direktoriui;</w:t>
      </w:r>
    </w:p>
    <w:p w14:paraId="7D7FC411"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.9. teikia siūlymus dėl saugių ugdymo ir darbo sąlygų sudarymo, talkina formuojant Gimnazijos materialinius, finansinius ir intelektinius išteklius;</w:t>
      </w:r>
    </w:p>
    <w:p w14:paraId="2991AB1A"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.10. svarsto Gimnazijos direktoriaus teikiamus klausimus;</w:t>
      </w:r>
    </w:p>
    <w:p w14:paraId="545DBFB6" w14:textId="77777777" w:rsidR="00FA6D63" w:rsidRPr="00F32C0D" w:rsidRDefault="00FA6D63" w:rsidP="00FA6D63">
      <w:pPr>
        <w:tabs>
          <w:tab w:val="num" w:pos="1361"/>
        </w:tabs>
        <w:ind w:firstLine="1260"/>
        <w:jc w:val="both"/>
        <w:rPr>
          <w:lang w:eastAsia="lt-LT"/>
        </w:rPr>
      </w:pPr>
      <w:r>
        <w:rPr>
          <w:lang w:eastAsia="lt-LT"/>
        </w:rPr>
        <w:t>57</w:t>
      </w:r>
      <w:r w:rsidRPr="00F32C0D">
        <w:rPr>
          <w:lang w:eastAsia="lt-LT"/>
        </w:rPr>
        <w:t>.11. svarsto ugdymo plano projektą ir teikia siūlymus dėl pakeitimų Gimnazijos direktoriui.</w:t>
      </w:r>
    </w:p>
    <w:p w14:paraId="2B909CF5" w14:textId="77777777" w:rsidR="00FA6D63" w:rsidRPr="00F32C0D" w:rsidRDefault="00FA6D63" w:rsidP="00FA6D63">
      <w:pPr>
        <w:tabs>
          <w:tab w:val="num" w:pos="1361"/>
        </w:tabs>
        <w:ind w:firstLine="1260"/>
        <w:jc w:val="both"/>
        <w:rPr>
          <w:lang w:eastAsia="lt-LT"/>
        </w:rPr>
      </w:pPr>
      <w:r>
        <w:rPr>
          <w:lang w:eastAsia="lt-LT"/>
        </w:rPr>
        <w:t>58</w:t>
      </w:r>
      <w:r w:rsidRPr="00F32C0D">
        <w:rPr>
          <w:lang w:eastAsia="lt-LT"/>
        </w:rPr>
        <w:t xml:space="preserve">. Gimnazijos tarybos nutarimai yra teisėti, jeigu jie neprieštarauja Lietuvos Respublikos teisės aktams. </w:t>
      </w:r>
    </w:p>
    <w:p w14:paraId="65E235CC" w14:textId="77777777" w:rsidR="00FA6D63" w:rsidRPr="00F32C0D" w:rsidRDefault="00FA6D63" w:rsidP="00FA6D63">
      <w:pPr>
        <w:tabs>
          <w:tab w:val="left" w:pos="720"/>
          <w:tab w:val="num" w:pos="1361"/>
        </w:tabs>
        <w:ind w:firstLine="1260"/>
        <w:jc w:val="both"/>
        <w:rPr>
          <w:lang w:eastAsia="lt-LT"/>
        </w:rPr>
      </w:pPr>
      <w:r>
        <w:rPr>
          <w:lang w:eastAsia="lt-LT"/>
        </w:rPr>
        <w:lastRenderedPageBreak/>
        <w:t>59</w:t>
      </w:r>
      <w:r w:rsidRPr="00F32C0D">
        <w:rPr>
          <w:lang w:eastAsia="lt-LT"/>
        </w:rPr>
        <w:t>. Gimnazijos taryba už savo veiklą vieną kartą per metus atsiskaito Gimnazijos bendruomenei.</w:t>
      </w:r>
    </w:p>
    <w:p w14:paraId="3236C84C" w14:textId="77777777" w:rsidR="00FA6D63" w:rsidRPr="00F32C0D" w:rsidRDefault="00FA6D63" w:rsidP="00FA6D63">
      <w:pPr>
        <w:tabs>
          <w:tab w:val="left" w:pos="720"/>
          <w:tab w:val="num" w:pos="1361"/>
        </w:tabs>
        <w:ind w:firstLine="1260"/>
        <w:jc w:val="both"/>
        <w:rPr>
          <w:lang w:eastAsia="lt-LT"/>
        </w:rPr>
      </w:pPr>
      <w:r>
        <w:rPr>
          <w:lang w:eastAsia="lt-LT"/>
        </w:rPr>
        <w:t>60</w:t>
      </w:r>
      <w:r w:rsidRPr="00F32C0D">
        <w:rPr>
          <w:lang w:eastAsia="lt-LT"/>
        </w:rPr>
        <w:t xml:space="preserve">. Mokytojų taryba – nuolat veikianti Gimnazijos savivaldos institucija mokytojų profesiniams ir bendriesiems ugdymo klausimams spręsti. Ją sudaro Gimnazijos direktorius, direktoriaus pavaduotojai </w:t>
      </w:r>
      <w:r w:rsidRPr="00F32C0D">
        <w:rPr>
          <w:color w:val="000000"/>
          <w:lang w:eastAsia="lt-LT"/>
        </w:rPr>
        <w:t>ugdymui</w:t>
      </w:r>
      <w:r w:rsidRPr="00F32C0D">
        <w:rPr>
          <w:lang w:eastAsia="lt-LT"/>
        </w:rPr>
        <w:t xml:space="preserve">, visi Gimnazijoje dirbantys mokytojai, švietimo pagalbą teikiantys specialistai, bibliotekininkai, kiti tiesiogiai ugdymo procese dalyvaujantys asmenys. </w:t>
      </w:r>
    </w:p>
    <w:p w14:paraId="7AAEE8BE" w14:textId="77777777" w:rsidR="00FA6D63" w:rsidRPr="00F32C0D" w:rsidRDefault="00FA6D63" w:rsidP="00FA6D63">
      <w:pPr>
        <w:tabs>
          <w:tab w:val="num" w:pos="1361"/>
        </w:tabs>
        <w:ind w:firstLine="1260"/>
        <w:jc w:val="both"/>
        <w:rPr>
          <w:lang w:eastAsia="lt-LT"/>
        </w:rPr>
      </w:pPr>
      <w:r>
        <w:rPr>
          <w:lang w:eastAsia="lt-LT"/>
        </w:rPr>
        <w:t>61</w:t>
      </w:r>
      <w:r w:rsidRPr="00F32C0D">
        <w:rPr>
          <w:lang w:eastAsia="lt-LT"/>
        </w:rPr>
        <w:t>. Mokytojų tarybai vadovauja Gimnazijos direktorius.</w:t>
      </w:r>
    </w:p>
    <w:p w14:paraId="2323B8C3" w14:textId="77777777" w:rsidR="00FA6D63" w:rsidRPr="00F32C0D" w:rsidRDefault="00FA6D63" w:rsidP="00FA6D63">
      <w:pPr>
        <w:tabs>
          <w:tab w:val="num" w:pos="1361"/>
        </w:tabs>
        <w:ind w:firstLine="1260"/>
        <w:jc w:val="both"/>
        <w:rPr>
          <w:lang w:eastAsia="lt-LT"/>
        </w:rPr>
      </w:pPr>
      <w:r>
        <w:rPr>
          <w:lang w:eastAsia="lt-LT"/>
        </w:rPr>
        <w:t>62</w:t>
      </w:r>
      <w:r w:rsidRPr="00F32C0D">
        <w:rPr>
          <w:lang w:eastAsia="lt-LT"/>
        </w:rPr>
        <w:t>. Mokytojų tarybos posėdžius šaukia Gimnazijos direktorius. Posėdis yra teisėtas, jei jame dalyvauja du trečdaliai Mokytojų tarybos narių. Nutarimai priimami posėdyje dalyvaujančių narių balsų dauguma.</w:t>
      </w:r>
    </w:p>
    <w:p w14:paraId="2C73CE82" w14:textId="77777777" w:rsidR="00FA6D63" w:rsidRPr="00F32C0D" w:rsidRDefault="00FA6D63" w:rsidP="00FA6D63">
      <w:pPr>
        <w:tabs>
          <w:tab w:val="num" w:pos="1361"/>
        </w:tabs>
        <w:ind w:firstLine="1260"/>
        <w:jc w:val="both"/>
        <w:rPr>
          <w:lang w:eastAsia="lt-LT"/>
        </w:rPr>
      </w:pPr>
      <w:r>
        <w:rPr>
          <w:lang w:eastAsia="lt-LT"/>
        </w:rPr>
        <w:t>63</w:t>
      </w:r>
      <w:r w:rsidRPr="00F32C0D">
        <w:rPr>
          <w:lang w:eastAsia="lt-LT"/>
        </w:rPr>
        <w:t>. Mokytojų taryba svarsto ir priima nutarimus teisės aktų nustatytais ir Gimnazijos direktoriaus teikiamais klausimais.</w:t>
      </w:r>
    </w:p>
    <w:p w14:paraId="71C61782" w14:textId="77777777" w:rsidR="00FA6D63" w:rsidRPr="00F32C0D" w:rsidRDefault="00FA6D63" w:rsidP="00FA6D63">
      <w:pPr>
        <w:ind w:firstLine="1260"/>
        <w:jc w:val="both"/>
        <w:rPr>
          <w:lang w:eastAsia="lt-LT"/>
        </w:rPr>
      </w:pPr>
      <w:r>
        <w:rPr>
          <w:lang w:eastAsia="lt-LT"/>
        </w:rPr>
        <w:t>64</w:t>
      </w:r>
      <w:r w:rsidRPr="00F32C0D">
        <w:rPr>
          <w:lang w:eastAsia="lt-LT"/>
        </w:rPr>
        <w:t>. Mokinių savivaldos taryba – savivaldos institucija, kurią sudaro 5–8 klasių seniūnai ir I–IV klasių mokinių aktyvas. Jai vadovauja jos narių susirinkime išrinktas prezidentas –</w:t>
      </w:r>
      <w:r>
        <w:rPr>
          <w:lang w:eastAsia="lt-LT"/>
        </w:rPr>
        <w:t xml:space="preserve"> </w:t>
      </w:r>
      <w:r w:rsidRPr="00F32C0D">
        <w:rPr>
          <w:lang w:eastAsia="lt-LT"/>
        </w:rPr>
        <w:t xml:space="preserve">I–IV gimnazinių klasių mokinys. Mokinių savivaldos institucija inicijuoja ir padeda organizuoti Gimnazijos renginius, akcijas, vykdyti prevencines programas, teikia siūlymus dėl ugdymo organizavimo, vaikų neformaliojo švietimo programų plėtros, socialinės veiklos, organizuoja savanorių judėjimą, dalyvauja rengiant Gimnazijos veiklą reglamentuojančius dokumentus, svarsto Gimnazijos direktoriaus teikiamus klausimus, susitaria dėl institucijos veiklos organizavimo, deleguoja narius į Gimnazijos tarybą. </w:t>
      </w:r>
    </w:p>
    <w:p w14:paraId="5780BE9A" w14:textId="77777777" w:rsidR="00FA6D63" w:rsidRPr="00F32C0D" w:rsidRDefault="00FA6D63" w:rsidP="00FA6D63">
      <w:pPr>
        <w:ind w:left="342"/>
        <w:jc w:val="center"/>
        <w:outlineLvl w:val="0"/>
        <w:rPr>
          <w:b/>
          <w:bCs/>
          <w:sz w:val="22"/>
          <w:szCs w:val="22"/>
          <w:lang w:eastAsia="lt-LT"/>
        </w:rPr>
      </w:pPr>
    </w:p>
    <w:p w14:paraId="011CF4D6" w14:textId="77777777" w:rsidR="00FA6D63" w:rsidRPr="00F32C0D" w:rsidRDefault="00FA6D63" w:rsidP="00FA6D63">
      <w:pPr>
        <w:ind w:left="342"/>
        <w:jc w:val="center"/>
        <w:outlineLvl w:val="0"/>
        <w:rPr>
          <w:b/>
          <w:bCs/>
          <w:lang w:eastAsia="lt-LT"/>
        </w:rPr>
      </w:pPr>
      <w:r w:rsidRPr="00F32C0D">
        <w:rPr>
          <w:b/>
          <w:bCs/>
          <w:lang w:eastAsia="lt-LT"/>
        </w:rPr>
        <w:t xml:space="preserve">VI. DARBUOTOJŲ PRIĖMIMAS Į DARBĄ, JŲ DARBO APMOKĖJIMO </w:t>
      </w:r>
    </w:p>
    <w:p w14:paraId="4EE975E1" w14:textId="77777777" w:rsidR="00FA6D63" w:rsidRPr="00F32C0D" w:rsidRDefault="00FA6D63" w:rsidP="00FA6D63">
      <w:pPr>
        <w:ind w:left="342"/>
        <w:jc w:val="center"/>
        <w:outlineLvl w:val="0"/>
        <w:rPr>
          <w:b/>
          <w:bCs/>
          <w:lang w:eastAsia="lt-LT"/>
        </w:rPr>
      </w:pPr>
      <w:r w:rsidRPr="00F32C0D">
        <w:rPr>
          <w:b/>
          <w:bCs/>
          <w:lang w:eastAsia="lt-LT"/>
        </w:rPr>
        <w:t>TVARKA IR ATESTACIJA</w:t>
      </w:r>
    </w:p>
    <w:p w14:paraId="6D5C2529" w14:textId="77777777" w:rsidR="00FA6D63" w:rsidRPr="00F32C0D" w:rsidRDefault="00FA6D63" w:rsidP="00FA6D63">
      <w:pPr>
        <w:ind w:left="342"/>
        <w:jc w:val="center"/>
        <w:outlineLvl w:val="0"/>
        <w:rPr>
          <w:lang w:eastAsia="lt-LT"/>
        </w:rPr>
      </w:pPr>
    </w:p>
    <w:p w14:paraId="030A74D5" w14:textId="77777777" w:rsidR="00FA6D63" w:rsidRPr="00F5779E" w:rsidRDefault="00FA6D63" w:rsidP="00FA6D63">
      <w:pPr>
        <w:ind w:firstLine="1260"/>
        <w:jc w:val="both"/>
        <w:outlineLvl w:val="0"/>
        <w:rPr>
          <w:lang w:eastAsia="lt-LT"/>
        </w:rPr>
      </w:pPr>
      <w:r w:rsidRPr="00F5779E">
        <w:rPr>
          <w:lang w:eastAsia="lt-LT"/>
        </w:rPr>
        <w:t>6</w:t>
      </w:r>
      <w:r>
        <w:rPr>
          <w:lang w:eastAsia="lt-LT"/>
        </w:rPr>
        <w:t>5</w:t>
      </w:r>
      <w:r w:rsidRPr="00F5779E">
        <w:rPr>
          <w:lang w:eastAsia="lt-LT"/>
        </w:rPr>
        <w:t xml:space="preserve">. Darbuotojai į darbą Gimnazijoje priimami ir atleidžiami iš jo Lietuvos Respublikos darbo kodekso ir kitų teisės aktų nustatyta tvarka. </w:t>
      </w:r>
    </w:p>
    <w:p w14:paraId="4330C840" w14:textId="77777777" w:rsidR="00FA6D63" w:rsidRPr="00F5779E" w:rsidRDefault="00FA6D63" w:rsidP="00FA6D63">
      <w:pPr>
        <w:tabs>
          <w:tab w:val="left" w:pos="720"/>
        </w:tabs>
        <w:ind w:firstLine="1260"/>
        <w:jc w:val="both"/>
        <w:rPr>
          <w:lang w:eastAsia="lt-LT"/>
        </w:rPr>
      </w:pPr>
      <w:r w:rsidRPr="00F5779E">
        <w:rPr>
          <w:lang w:eastAsia="lt-LT"/>
        </w:rPr>
        <w:t>6</w:t>
      </w:r>
      <w:r>
        <w:rPr>
          <w:lang w:eastAsia="lt-LT"/>
        </w:rPr>
        <w:t>6</w:t>
      </w:r>
      <w:r w:rsidRPr="00F5779E">
        <w:rPr>
          <w:lang w:eastAsia="lt-LT"/>
        </w:rPr>
        <w:t>. Gimnazijos darbuotojams už darbą mokoma Lietuvos Respublikos įstatymų ir kitų teisės aktų nustatyta tvarka.</w:t>
      </w:r>
    </w:p>
    <w:p w14:paraId="417F13EC" w14:textId="77777777" w:rsidR="00FA6D63" w:rsidRPr="00F32C0D" w:rsidRDefault="00FA6D63" w:rsidP="00FA6D63">
      <w:pPr>
        <w:tabs>
          <w:tab w:val="num" w:pos="1086"/>
        </w:tabs>
        <w:ind w:firstLine="1260"/>
        <w:jc w:val="both"/>
        <w:rPr>
          <w:lang w:eastAsia="lt-LT"/>
        </w:rPr>
      </w:pPr>
      <w:r w:rsidRPr="00F5779E">
        <w:rPr>
          <w:lang w:eastAsia="lt-LT"/>
        </w:rPr>
        <w:t>6</w:t>
      </w:r>
      <w:r>
        <w:rPr>
          <w:lang w:eastAsia="lt-LT"/>
        </w:rPr>
        <w:t>7</w:t>
      </w:r>
      <w:r w:rsidRPr="00F5779E">
        <w:rPr>
          <w:lang w:eastAsia="lt-LT"/>
        </w:rPr>
        <w:t>. Mokytojai</w:t>
      </w:r>
      <w:r w:rsidRPr="00F32C0D">
        <w:rPr>
          <w:lang w:eastAsia="lt-LT"/>
        </w:rPr>
        <w:t xml:space="preserve"> ir pagalbos mokiniui specialistai atestuojasi ir kvalifikaciją tobulina švietimo</w:t>
      </w:r>
      <w:r>
        <w:rPr>
          <w:lang w:eastAsia="lt-LT"/>
        </w:rPr>
        <w:t>,</w:t>
      </w:r>
      <w:r w:rsidRPr="00F32C0D">
        <w:rPr>
          <w:lang w:eastAsia="lt-LT"/>
        </w:rPr>
        <w:t xml:space="preserve"> mokslo</w:t>
      </w:r>
      <w:r>
        <w:rPr>
          <w:lang w:eastAsia="lt-LT"/>
        </w:rPr>
        <w:t xml:space="preserve"> ir sporto</w:t>
      </w:r>
      <w:r w:rsidRPr="00F32C0D">
        <w:rPr>
          <w:lang w:eastAsia="lt-LT"/>
        </w:rPr>
        <w:t xml:space="preserve"> ministro nustatyta tvarka.</w:t>
      </w:r>
    </w:p>
    <w:p w14:paraId="432C18F4" w14:textId="77777777" w:rsidR="00FA6D63" w:rsidRPr="00F32C0D" w:rsidRDefault="00FA6D63" w:rsidP="00FA6D63">
      <w:pPr>
        <w:jc w:val="both"/>
        <w:rPr>
          <w:b/>
          <w:bCs/>
          <w:lang w:eastAsia="lt-LT"/>
        </w:rPr>
      </w:pPr>
    </w:p>
    <w:p w14:paraId="0DC628C7" w14:textId="77777777" w:rsidR="00FA6D63" w:rsidRDefault="00FA6D63" w:rsidP="00FA6D63">
      <w:pPr>
        <w:jc w:val="center"/>
        <w:rPr>
          <w:b/>
          <w:bCs/>
          <w:lang w:eastAsia="lt-LT"/>
        </w:rPr>
      </w:pPr>
    </w:p>
    <w:p w14:paraId="06170F7F" w14:textId="77777777" w:rsidR="00FA6D63" w:rsidRDefault="00FA6D63" w:rsidP="00FA6D63">
      <w:pPr>
        <w:jc w:val="center"/>
        <w:rPr>
          <w:b/>
          <w:bCs/>
          <w:lang w:eastAsia="lt-LT"/>
        </w:rPr>
      </w:pPr>
    </w:p>
    <w:p w14:paraId="3DBA2D44" w14:textId="77777777" w:rsidR="00FA6D63" w:rsidRPr="00F32C0D" w:rsidRDefault="00FA6D63" w:rsidP="00FA6D63">
      <w:pPr>
        <w:jc w:val="center"/>
        <w:rPr>
          <w:b/>
          <w:bCs/>
          <w:lang w:eastAsia="lt-LT"/>
        </w:rPr>
      </w:pPr>
      <w:r w:rsidRPr="00F32C0D">
        <w:rPr>
          <w:b/>
          <w:bCs/>
          <w:lang w:eastAsia="lt-LT"/>
        </w:rPr>
        <w:t xml:space="preserve">VII. </w:t>
      </w:r>
      <w:r w:rsidRPr="00F32C0D">
        <w:rPr>
          <w:b/>
          <w:bCs/>
          <w:caps/>
          <w:lang w:eastAsia="lt-LT"/>
        </w:rPr>
        <w:t>gimnazijos</w:t>
      </w:r>
      <w:r w:rsidRPr="00F32C0D">
        <w:rPr>
          <w:b/>
          <w:bCs/>
          <w:lang w:eastAsia="lt-LT"/>
        </w:rPr>
        <w:t xml:space="preserve"> TURTAS, LĖŠOS, JŲ NAUDOJIMO TVARKA, </w:t>
      </w:r>
    </w:p>
    <w:p w14:paraId="2A675109" w14:textId="77777777" w:rsidR="00FA6D63" w:rsidRPr="00F32C0D" w:rsidRDefault="00FA6D63" w:rsidP="00FA6D63">
      <w:pPr>
        <w:jc w:val="center"/>
        <w:rPr>
          <w:b/>
          <w:bCs/>
          <w:lang w:eastAsia="lt-LT"/>
        </w:rPr>
      </w:pPr>
      <w:r w:rsidRPr="00F32C0D">
        <w:rPr>
          <w:b/>
          <w:bCs/>
          <w:lang w:eastAsia="lt-LT"/>
        </w:rPr>
        <w:t>FINANSINĖS VEIKLOS KONTROLĖ IR GIMNAZIJOS VEIKLOS PRIEŽIŪRA</w:t>
      </w:r>
    </w:p>
    <w:p w14:paraId="589C9D1C" w14:textId="77777777" w:rsidR="00FA6D63" w:rsidRPr="00F32C0D" w:rsidRDefault="00FA6D63" w:rsidP="00FA6D63">
      <w:pPr>
        <w:tabs>
          <w:tab w:val="left" w:pos="720"/>
          <w:tab w:val="num" w:pos="1086"/>
        </w:tabs>
        <w:jc w:val="both"/>
        <w:rPr>
          <w:b/>
          <w:bCs/>
          <w:lang w:eastAsia="lt-LT"/>
        </w:rPr>
      </w:pPr>
    </w:p>
    <w:p w14:paraId="0B442905" w14:textId="77777777" w:rsidR="00FA6D63" w:rsidRPr="00F5779E" w:rsidRDefault="00FA6D63" w:rsidP="00FA6D63">
      <w:pPr>
        <w:tabs>
          <w:tab w:val="left" w:pos="720"/>
          <w:tab w:val="num" w:pos="1086"/>
        </w:tabs>
        <w:ind w:firstLine="1260"/>
        <w:jc w:val="both"/>
        <w:rPr>
          <w:lang w:eastAsia="lt-LT"/>
        </w:rPr>
      </w:pPr>
      <w:r w:rsidRPr="00F5779E">
        <w:rPr>
          <w:lang w:eastAsia="lt-LT"/>
        </w:rPr>
        <w:t>6</w:t>
      </w:r>
      <w:r>
        <w:rPr>
          <w:lang w:eastAsia="lt-LT"/>
        </w:rPr>
        <w:t>8</w:t>
      </w:r>
      <w:r w:rsidRPr="00F5779E">
        <w:rPr>
          <w:lang w:eastAsia="lt-LT"/>
        </w:rPr>
        <w:t xml:space="preserve">. Gimnazija patikėjimo teise perduotą </w:t>
      </w:r>
      <w:r w:rsidRPr="00F5779E">
        <w:rPr>
          <w:color w:val="000000"/>
          <w:lang w:eastAsia="lt-LT"/>
        </w:rPr>
        <w:t>Skuodo rajono</w:t>
      </w:r>
      <w:r w:rsidRPr="00F5779E">
        <w:rPr>
          <w:lang w:eastAsia="lt-LT"/>
        </w:rPr>
        <w:t xml:space="preserve"> savivaldybės turtą valdo, naudoja ir disponuoja juo pagal įstatymus Skuodo rajono savivaldybės tarybos sprendimų nustatyta tvarka.</w:t>
      </w:r>
    </w:p>
    <w:p w14:paraId="50E6633B" w14:textId="77777777" w:rsidR="00FA6D63" w:rsidRPr="00F5779E" w:rsidRDefault="00FA6D63" w:rsidP="00FA6D63">
      <w:pPr>
        <w:tabs>
          <w:tab w:val="left" w:pos="720"/>
          <w:tab w:val="num" w:pos="1086"/>
        </w:tabs>
        <w:ind w:firstLine="1260"/>
        <w:jc w:val="both"/>
        <w:rPr>
          <w:lang w:eastAsia="lt-LT"/>
        </w:rPr>
      </w:pPr>
      <w:r w:rsidRPr="00F5779E">
        <w:rPr>
          <w:lang w:eastAsia="lt-LT"/>
        </w:rPr>
        <w:t>6</w:t>
      </w:r>
      <w:r>
        <w:rPr>
          <w:lang w:eastAsia="lt-LT"/>
        </w:rPr>
        <w:t>9</w:t>
      </w:r>
      <w:r w:rsidRPr="00F5779E">
        <w:rPr>
          <w:lang w:eastAsia="lt-LT"/>
        </w:rPr>
        <w:t xml:space="preserve">. Gimnazijos lėšos: </w:t>
      </w:r>
    </w:p>
    <w:p w14:paraId="3179B40A" w14:textId="77777777" w:rsidR="00FA6D63" w:rsidRPr="00F5779E" w:rsidRDefault="00FA6D63" w:rsidP="00FA6D63">
      <w:pPr>
        <w:tabs>
          <w:tab w:val="num" w:pos="1086"/>
        </w:tabs>
        <w:ind w:firstLine="1260"/>
        <w:jc w:val="both"/>
        <w:rPr>
          <w:lang w:eastAsia="lt-LT"/>
        </w:rPr>
      </w:pPr>
      <w:r w:rsidRPr="00F5779E">
        <w:rPr>
          <w:lang w:eastAsia="lt-LT"/>
        </w:rPr>
        <w:t>6</w:t>
      </w:r>
      <w:r>
        <w:rPr>
          <w:lang w:eastAsia="lt-LT"/>
        </w:rPr>
        <w:t>9</w:t>
      </w:r>
      <w:r w:rsidRPr="00F5779E">
        <w:rPr>
          <w:lang w:eastAsia="lt-LT"/>
        </w:rPr>
        <w:t>.1. valstybės biudžeto specialiųjų tikslinių dotacijų savivaldybės biudžetui skirtos lėšos ir Skuodo rajono savivaldybės biudžeto lėšos, skiriamos pagal patvirtintas sąmatas;</w:t>
      </w:r>
    </w:p>
    <w:p w14:paraId="24FCA2CD" w14:textId="77777777" w:rsidR="00FA6D63" w:rsidRPr="00F5779E" w:rsidRDefault="00FA6D63" w:rsidP="00FA6D63">
      <w:pPr>
        <w:tabs>
          <w:tab w:val="num" w:pos="1086"/>
        </w:tabs>
        <w:ind w:firstLine="1260"/>
        <w:jc w:val="both"/>
        <w:rPr>
          <w:lang w:eastAsia="lt-LT"/>
        </w:rPr>
      </w:pPr>
      <w:r w:rsidRPr="00F5779E">
        <w:rPr>
          <w:lang w:eastAsia="lt-LT"/>
        </w:rPr>
        <w:t>6</w:t>
      </w:r>
      <w:r>
        <w:rPr>
          <w:lang w:eastAsia="lt-LT"/>
        </w:rPr>
        <w:t>9</w:t>
      </w:r>
      <w:r w:rsidRPr="00F5779E">
        <w:rPr>
          <w:lang w:eastAsia="lt-LT"/>
        </w:rPr>
        <w:t>.2. pajamos už teikiamas paslaugas;</w:t>
      </w:r>
    </w:p>
    <w:p w14:paraId="0AFE4AAC" w14:textId="77777777" w:rsidR="00FA6D63" w:rsidRPr="00F5779E" w:rsidRDefault="00FA6D63" w:rsidP="00FA6D63">
      <w:pPr>
        <w:tabs>
          <w:tab w:val="num" w:pos="1086"/>
        </w:tabs>
        <w:ind w:firstLine="1260"/>
        <w:jc w:val="both"/>
        <w:rPr>
          <w:lang w:eastAsia="lt-LT"/>
        </w:rPr>
      </w:pPr>
      <w:r w:rsidRPr="00F5779E">
        <w:rPr>
          <w:lang w:eastAsia="lt-LT"/>
        </w:rPr>
        <w:t>6</w:t>
      </w:r>
      <w:r>
        <w:rPr>
          <w:lang w:eastAsia="lt-LT"/>
        </w:rPr>
        <w:t>9</w:t>
      </w:r>
      <w:r w:rsidRPr="00F5779E">
        <w:rPr>
          <w:lang w:eastAsia="lt-LT"/>
        </w:rPr>
        <w:t>.3. fondų, organizacijų, kitų juridinių ir fizinių asmenų dovanotos ar kitaip teisėtais būdais perduotos lėšos, tikslinės paskirties lėšos pagal pavedimus;</w:t>
      </w:r>
    </w:p>
    <w:p w14:paraId="588364CD" w14:textId="77777777" w:rsidR="00FA6D63" w:rsidRPr="00F5779E" w:rsidRDefault="00FA6D63" w:rsidP="00FA6D63">
      <w:pPr>
        <w:tabs>
          <w:tab w:val="left" w:pos="720"/>
          <w:tab w:val="num" w:pos="1086"/>
        </w:tabs>
        <w:ind w:firstLine="1260"/>
        <w:jc w:val="both"/>
        <w:rPr>
          <w:lang w:eastAsia="lt-LT"/>
        </w:rPr>
      </w:pPr>
      <w:r w:rsidRPr="00F5779E">
        <w:rPr>
          <w:lang w:eastAsia="lt-LT"/>
        </w:rPr>
        <w:t>6</w:t>
      </w:r>
      <w:r>
        <w:rPr>
          <w:lang w:eastAsia="lt-LT"/>
        </w:rPr>
        <w:t>9</w:t>
      </w:r>
      <w:r w:rsidRPr="00F5779E">
        <w:rPr>
          <w:lang w:eastAsia="lt-LT"/>
        </w:rPr>
        <w:t>.4. kitos teisėtu būdu įgytos lėšos.</w:t>
      </w:r>
    </w:p>
    <w:p w14:paraId="43BEEEC7" w14:textId="77777777" w:rsidR="00FA6D63" w:rsidRPr="00F5779E" w:rsidRDefault="00FA6D63" w:rsidP="00FA6D63">
      <w:pPr>
        <w:tabs>
          <w:tab w:val="num" w:pos="1086"/>
        </w:tabs>
        <w:ind w:firstLine="1260"/>
        <w:jc w:val="both"/>
        <w:rPr>
          <w:lang w:eastAsia="lt-LT"/>
        </w:rPr>
      </w:pPr>
      <w:r>
        <w:rPr>
          <w:lang w:eastAsia="lt-LT"/>
        </w:rPr>
        <w:t>70</w:t>
      </w:r>
      <w:r w:rsidRPr="00F5779E">
        <w:rPr>
          <w:lang w:eastAsia="lt-LT"/>
        </w:rPr>
        <w:t>. Lėšos naudojamos Lietuvos Respublikos teisės aktų nustatyta tvarka.</w:t>
      </w:r>
    </w:p>
    <w:p w14:paraId="0EDB2E20" w14:textId="77777777" w:rsidR="00FA6D63" w:rsidRPr="00F5779E" w:rsidRDefault="00FA6D63" w:rsidP="00FA6D63">
      <w:pPr>
        <w:tabs>
          <w:tab w:val="num" w:pos="1086"/>
        </w:tabs>
        <w:ind w:firstLine="1260"/>
        <w:jc w:val="both"/>
        <w:rPr>
          <w:color w:val="000000"/>
          <w:lang w:eastAsia="lt-LT"/>
        </w:rPr>
      </w:pPr>
      <w:r>
        <w:rPr>
          <w:lang w:eastAsia="lt-LT"/>
        </w:rPr>
        <w:t>71</w:t>
      </w:r>
      <w:r w:rsidRPr="00F5779E">
        <w:rPr>
          <w:lang w:eastAsia="lt-LT"/>
        </w:rPr>
        <w:t xml:space="preserve">. Gimnazija </w:t>
      </w:r>
      <w:r w:rsidRPr="00F5779E">
        <w:rPr>
          <w:color w:val="000000"/>
          <w:lang w:eastAsia="lt-LT"/>
        </w:rPr>
        <w:t xml:space="preserve">buhalterinę apskaitą organizuoja ir finansinę atskaitomybę tvarko </w:t>
      </w:r>
      <w:r w:rsidRPr="00F5779E">
        <w:rPr>
          <w:lang w:eastAsia="lt-LT"/>
        </w:rPr>
        <w:t xml:space="preserve">Lietuvos Respublikos </w:t>
      </w:r>
      <w:r w:rsidRPr="00F5779E">
        <w:rPr>
          <w:color w:val="000000"/>
          <w:lang w:eastAsia="lt-LT"/>
        </w:rPr>
        <w:t xml:space="preserve">teisės aktų nustatyta tvarka. </w:t>
      </w:r>
    </w:p>
    <w:p w14:paraId="09852F56" w14:textId="77777777" w:rsidR="00FA6D63" w:rsidRPr="00F5779E" w:rsidRDefault="00FA6D63" w:rsidP="00FA6D63">
      <w:pPr>
        <w:tabs>
          <w:tab w:val="num" w:pos="1086"/>
        </w:tabs>
        <w:ind w:firstLine="1260"/>
        <w:jc w:val="both"/>
        <w:rPr>
          <w:lang w:eastAsia="lt-LT"/>
        </w:rPr>
      </w:pPr>
      <w:r>
        <w:rPr>
          <w:lang w:eastAsia="lt-LT"/>
        </w:rPr>
        <w:t>72</w:t>
      </w:r>
      <w:r w:rsidRPr="00F5779E">
        <w:rPr>
          <w:lang w:eastAsia="lt-LT"/>
        </w:rPr>
        <w:t>. Gimnazijos finansinę veiklą kontroliuoja Skuodo rajono savivaldybės kontrolės ir audito tarnyba, Skuodo rajono savivaldybės administracijos Centralizuoto vidaus audito tarnyba Lietuvos Respublikos teisės aktų nustatyta tvarka.</w:t>
      </w:r>
    </w:p>
    <w:p w14:paraId="5575A213" w14:textId="77777777" w:rsidR="00FA6D63" w:rsidRPr="00F32C0D" w:rsidRDefault="00FA6D63" w:rsidP="00FA6D63">
      <w:pPr>
        <w:tabs>
          <w:tab w:val="num" w:pos="1086"/>
        </w:tabs>
        <w:ind w:firstLine="1260"/>
        <w:jc w:val="both"/>
        <w:rPr>
          <w:lang w:eastAsia="lt-LT"/>
        </w:rPr>
      </w:pPr>
      <w:r>
        <w:rPr>
          <w:lang w:eastAsia="lt-LT"/>
        </w:rPr>
        <w:lastRenderedPageBreak/>
        <w:t>73</w:t>
      </w:r>
      <w:r w:rsidRPr="00F5779E">
        <w:rPr>
          <w:lang w:eastAsia="lt-LT"/>
        </w:rPr>
        <w:t>. Gimnazijos veiklos priežiūrą atlieka savivaldybės vykdomoji institucija, prireikus pasitelkiami išoriniai</w:t>
      </w:r>
      <w:r w:rsidRPr="00F32C0D">
        <w:rPr>
          <w:lang w:eastAsia="lt-LT"/>
        </w:rPr>
        <w:t xml:space="preserve"> vertintojai.</w:t>
      </w:r>
    </w:p>
    <w:p w14:paraId="1CD796B6" w14:textId="77777777" w:rsidR="00FA6D63" w:rsidRDefault="00FA6D63" w:rsidP="00FA6D63">
      <w:pPr>
        <w:rPr>
          <w:lang w:eastAsia="lt-LT"/>
        </w:rPr>
      </w:pPr>
    </w:p>
    <w:p w14:paraId="15BD757F" w14:textId="77777777" w:rsidR="00FA6D63" w:rsidRPr="00F32C0D" w:rsidRDefault="00FA6D63" w:rsidP="00FA6D63">
      <w:pPr>
        <w:rPr>
          <w:lang w:eastAsia="lt-LT"/>
        </w:rPr>
      </w:pPr>
    </w:p>
    <w:p w14:paraId="20515784" w14:textId="77777777" w:rsidR="00FA6D63" w:rsidRPr="00F32C0D" w:rsidRDefault="00FA6D63" w:rsidP="00FA6D63">
      <w:pPr>
        <w:keepNext/>
        <w:keepLines/>
        <w:tabs>
          <w:tab w:val="left" w:pos="1080"/>
          <w:tab w:val="left" w:pos="1260"/>
        </w:tabs>
        <w:jc w:val="center"/>
        <w:outlineLvl w:val="5"/>
        <w:rPr>
          <w:rFonts w:eastAsia="Calibri"/>
          <w:b/>
          <w:iCs/>
          <w:noProof/>
          <w:lang w:eastAsia="lt-LT"/>
        </w:rPr>
      </w:pPr>
      <w:r w:rsidRPr="00F32C0D">
        <w:rPr>
          <w:rFonts w:eastAsia="Calibri"/>
          <w:b/>
          <w:iCs/>
          <w:noProof/>
          <w:lang w:eastAsia="lt-LT"/>
        </w:rPr>
        <w:t xml:space="preserve">VIII. </w:t>
      </w:r>
      <w:r w:rsidRPr="00F32C0D">
        <w:rPr>
          <w:rFonts w:eastAsia="Calibri"/>
          <w:b/>
          <w:iCs/>
          <w:lang w:eastAsia="lt-LT"/>
        </w:rPr>
        <w:t>BAIGIAMOSIOS NUOSTATOS</w:t>
      </w:r>
    </w:p>
    <w:p w14:paraId="6B971647" w14:textId="77777777" w:rsidR="00FA6D63" w:rsidRPr="00F32C0D" w:rsidRDefault="00FA6D63" w:rsidP="00FA6D63">
      <w:pPr>
        <w:tabs>
          <w:tab w:val="left" w:pos="540"/>
          <w:tab w:val="left" w:pos="1080"/>
          <w:tab w:val="left" w:pos="1260"/>
        </w:tabs>
        <w:jc w:val="both"/>
        <w:rPr>
          <w:noProof/>
          <w:lang w:eastAsia="lt-LT"/>
        </w:rPr>
      </w:pPr>
    </w:p>
    <w:p w14:paraId="1E3E8BE5" w14:textId="77777777" w:rsidR="00FA6D63" w:rsidRPr="00F5779E" w:rsidRDefault="00FA6D63" w:rsidP="00FA6D63">
      <w:pPr>
        <w:tabs>
          <w:tab w:val="num" w:pos="720"/>
        </w:tabs>
        <w:ind w:firstLine="1260"/>
        <w:jc w:val="both"/>
        <w:rPr>
          <w:noProof/>
          <w:lang w:eastAsia="lt-LT"/>
        </w:rPr>
      </w:pPr>
      <w:r w:rsidRPr="00F5779E">
        <w:rPr>
          <w:noProof/>
          <w:lang w:eastAsia="lt-LT"/>
        </w:rPr>
        <w:t>7</w:t>
      </w:r>
      <w:r>
        <w:rPr>
          <w:noProof/>
          <w:lang w:eastAsia="lt-LT"/>
        </w:rPr>
        <w:t>4</w:t>
      </w:r>
      <w:r w:rsidRPr="00F5779E">
        <w:rPr>
          <w:noProof/>
          <w:lang w:eastAsia="lt-LT"/>
        </w:rPr>
        <w:t>. Pranešimai, kuriuos pagal šiuos Nuostatus ar Lietuvos Respublikos teisės aktus reikia paskelbti viešai, skelbiami Gimnazijos interneto svetainėje, prireikus – teisės aktų nustatyta tvarka įstaigos savininko teises ir pareigas įgyvendinančios institucijos interneto svetainėje.</w:t>
      </w:r>
    </w:p>
    <w:p w14:paraId="60898B75" w14:textId="77777777" w:rsidR="00FA6D63" w:rsidRPr="00F5779E" w:rsidRDefault="00FA6D63" w:rsidP="00FA6D63">
      <w:pPr>
        <w:tabs>
          <w:tab w:val="num" w:pos="720"/>
        </w:tabs>
        <w:ind w:firstLine="1260"/>
        <w:jc w:val="both"/>
        <w:rPr>
          <w:noProof/>
          <w:lang w:eastAsia="lt-LT"/>
        </w:rPr>
      </w:pPr>
      <w:r w:rsidRPr="00F5779E">
        <w:rPr>
          <w:noProof/>
          <w:lang w:eastAsia="lt-LT"/>
        </w:rPr>
        <w:tab/>
      </w:r>
      <w:r w:rsidRPr="00F5779E">
        <w:rPr>
          <w:lang w:eastAsia="lt-LT"/>
        </w:rPr>
        <w:t>7</w:t>
      </w:r>
      <w:r>
        <w:rPr>
          <w:lang w:eastAsia="lt-LT"/>
        </w:rPr>
        <w:t>5</w:t>
      </w:r>
      <w:r w:rsidRPr="00F5779E">
        <w:rPr>
          <w:lang w:eastAsia="lt-LT"/>
        </w:rPr>
        <w:t xml:space="preserve">. Pranešimai apie Gimnazijos likvidavimą, reorganizavimą, vidaus struktūros pertvarką ar pertvarkymą bei kitais Lietuvos Respublikos biudžetinių įstaigų ir kituose įstatymuose numatytais atvejais įstatymų nustatyta tvarka ir terminais skelbiami viešai </w:t>
      </w:r>
      <w:r w:rsidRPr="00F5779E">
        <w:rPr>
          <w:noProof/>
          <w:lang w:eastAsia="lt-LT"/>
        </w:rPr>
        <w:t>Gimnazijos interneto svetainėje</w:t>
      </w:r>
      <w:r w:rsidRPr="00F5779E">
        <w:rPr>
          <w:lang w:eastAsia="lt-LT"/>
        </w:rPr>
        <w:t xml:space="preserv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17B7FB59" w14:textId="77777777" w:rsidR="00FA6D63" w:rsidRPr="00F5779E" w:rsidRDefault="00FA6D63" w:rsidP="00FA6D63">
      <w:pPr>
        <w:autoSpaceDE w:val="0"/>
        <w:autoSpaceDN w:val="0"/>
        <w:adjustRightInd w:val="0"/>
        <w:spacing w:after="27"/>
        <w:ind w:firstLine="1260"/>
        <w:jc w:val="both"/>
        <w:rPr>
          <w:color w:val="000000"/>
        </w:rPr>
      </w:pPr>
      <w:r w:rsidRPr="00F5779E">
        <w:rPr>
          <w:color w:val="000000"/>
        </w:rPr>
        <w:t>7</w:t>
      </w:r>
      <w:r>
        <w:rPr>
          <w:color w:val="000000"/>
        </w:rPr>
        <w:t>6</w:t>
      </w:r>
      <w:r w:rsidRPr="00F5779E">
        <w:rPr>
          <w:color w:val="000000"/>
        </w:rPr>
        <w:t xml:space="preserve">. Gimnazijos Nuostatus, jų pakeitimus ir papildymus tvirtina </w:t>
      </w:r>
      <w:r w:rsidRPr="00F5779E">
        <w:rPr>
          <w:noProof/>
          <w:color w:val="000000"/>
        </w:rPr>
        <w:t>savininko teises ir pareigas įgyvendinanti institucija.</w:t>
      </w:r>
      <w:r w:rsidRPr="00F5779E">
        <w:rPr>
          <w:color w:val="000000"/>
        </w:rPr>
        <w:t xml:space="preserve"> </w:t>
      </w:r>
    </w:p>
    <w:p w14:paraId="083231C5" w14:textId="77777777" w:rsidR="00FA6D63" w:rsidRPr="00F5779E" w:rsidRDefault="00FA6D63" w:rsidP="00FA6D63">
      <w:pPr>
        <w:autoSpaceDE w:val="0"/>
        <w:autoSpaceDN w:val="0"/>
        <w:adjustRightInd w:val="0"/>
        <w:spacing w:after="27"/>
        <w:ind w:firstLine="1260"/>
        <w:jc w:val="both"/>
        <w:rPr>
          <w:color w:val="000000"/>
        </w:rPr>
      </w:pPr>
      <w:r w:rsidRPr="00F5779E">
        <w:rPr>
          <w:color w:val="000000"/>
        </w:rPr>
        <w:t>7</w:t>
      </w:r>
      <w:r>
        <w:rPr>
          <w:color w:val="000000"/>
        </w:rPr>
        <w:t>7</w:t>
      </w:r>
      <w:r w:rsidRPr="00F5779E">
        <w:rPr>
          <w:color w:val="000000"/>
        </w:rPr>
        <w:t xml:space="preserve">. Gimnazijos Nuostatai keičiami ar papildomi </w:t>
      </w:r>
      <w:r w:rsidRPr="00F5779E">
        <w:rPr>
          <w:noProof/>
          <w:color w:val="000000"/>
        </w:rPr>
        <w:t xml:space="preserve">savininko teises ir pareigas įgyvendinančios institucijos, </w:t>
      </w:r>
      <w:r w:rsidRPr="00F5779E">
        <w:rPr>
          <w:color w:val="000000"/>
        </w:rPr>
        <w:t xml:space="preserve">Gimnazijos direktoriaus ar Gimnazijos tarybos iniciatyva. </w:t>
      </w:r>
    </w:p>
    <w:p w14:paraId="08ABFB08" w14:textId="77777777" w:rsidR="00FA6D63" w:rsidRPr="00F5779E" w:rsidRDefault="00FA6D63" w:rsidP="00FA6D63">
      <w:pPr>
        <w:autoSpaceDE w:val="0"/>
        <w:autoSpaceDN w:val="0"/>
        <w:adjustRightInd w:val="0"/>
        <w:spacing w:after="27"/>
        <w:ind w:firstLine="1260"/>
        <w:jc w:val="both"/>
        <w:rPr>
          <w:color w:val="000000"/>
        </w:rPr>
      </w:pPr>
      <w:r w:rsidRPr="00F5779E">
        <w:rPr>
          <w:color w:val="000000"/>
        </w:rPr>
        <w:t>7</w:t>
      </w:r>
      <w:r>
        <w:rPr>
          <w:color w:val="000000"/>
        </w:rPr>
        <w:t>8</w:t>
      </w:r>
      <w:r w:rsidRPr="00F5779E">
        <w:rPr>
          <w:color w:val="000000"/>
        </w:rPr>
        <w:t xml:space="preserve">. Gimnazija registruojama Lietuvos Respublikos teisės aktų nustatyta tvarka. </w:t>
      </w:r>
    </w:p>
    <w:p w14:paraId="48CA18AE" w14:textId="77777777" w:rsidR="00FA6D63" w:rsidRDefault="00FA6D63" w:rsidP="00FA6D63">
      <w:pPr>
        <w:autoSpaceDE w:val="0"/>
        <w:autoSpaceDN w:val="0"/>
        <w:adjustRightInd w:val="0"/>
        <w:ind w:firstLine="1260"/>
        <w:jc w:val="both"/>
        <w:rPr>
          <w:color w:val="000000"/>
        </w:rPr>
      </w:pPr>
      <w:r w:rsidRPr="00F5779E">
        <w:rPr>
          <w:color w:val="000000"/>
        </w:rPr>
        <w:t>7</w:t>
      </w:r>
      <w:r>
        <w:rPr>
          <w:color w:val="000000"/>
        </w:rPr>
        <w:t>9</w:t>
      </w:r>
      <w:r w:rsidRPr="00F5779E">
        <w:rPr>
          <w:color w:val="000000"/>
        </w:rPr>
        <w:t>. Gimnazija</w:t>
      </w:r>
      <w:r w:rsidRPr="00F32C0D">
        <w:rPr>
          <w:color w:val="000000"/>
        </w:rPr>
        <w:t xml:space="preserve"> reorganizuojama, likviduojama ar pertvarkoma Skuodo rajono savivaldybės tarybos sprendimu Lietuvos Respublikos teisės aktų nustatyta tvarka.   </w:t>
      </w:r>
    </w:p>
    <w:p w14:paraId="0C219C96" w14:textId="77777777" w:rsidR="00FA6D63" w:rsidRDefault="00FA6D63" w:rsidP="00FA6D63">
      <w:pPr>
        <w:autoSpaceDE w:val="0"/>
        <w:autoSpaceDN w:val="0"/>
        <w:adjustRightInd w:val="0"/>
        <w:jc w:val="both"/>
        <w:rPr>
          <w:color w:val="000000"/>
        </w:rPr>
      </w:pPr>
    </w:p>
    <w:p w14:paraId="0080E403" w14:textId="77777777" w:rsidR="00FA6D63" w:rsidRDefault="00FA6D63" w:rsidP="00FA6D63">
      <w:pPr>
        <w:autoSpaceDE w:val="0"/>
        <w:autoSpaceDN w:val="0"/>
        <w:adjustRightInd w:val="0"/>
        <w:ind w:firstLine="1260"/>
        <w:jc w:val="both"/>
        <w:rPr>
          <w:color w:val="000000"/>
        </w:rPr>
      </w:pPr>
    </w:p>
    <w:p w14:paraId="6BB7FF6F" w14:textId="77777777" w:rsidR="00FA6D63" w:rsidRDefault="00FA6D63" w:rsidP="00C84DD5">
      <w:pPr>
        <w:autoSpaceDE w:val="0"/>
        <w:autoSpaceDN w:val="0"/>
        <w:adjustRightInd w:val="0"/>
        <w:jc w:val="center"/>
        <w:rPr>
          <w:color w:val="000000"/>
        </w:rPr>
      </w:pPr>
      <w:r w:rsidRPr="00F32C0D">
        <w:rPr>
          <w:color w:val="000000"/>
        </w:rPr>
        <w:t>____________</w:t>
      </w:r>
    </w:p>
    <w:p w14:paraId="0CCF35F2" w14:textId="77777777" w:rsidR="00FA6D63" w:rsidRDefault="00FA6D63" w:rsidP="00FA6D63">
      <w:pPr>
        <w:autoSpaceDE w:val="0"/>
        <w:autoSpaceDN w:val="0"/>
        <w:adjustRightInd w:val="0"/>
        <w:rPr>
          <w:color w:val="000000"/>
        </w:rPr>
      </w:pPr>
    </w:p>
    <w:p w14:paraId="0455443C" w14:textId="77777777" w:rsidR="00FA6D63" w:rsidRDefault="00FA6D63" w:rsidP="00FA6D63">
      <w:pPr>
        <w:autoSpaceDE w:val="0"/>
        <w:autoSpaceDN w:val="0"/>
        <w:adjustRightInd w:val="0"/>
        <w:rPr>
          <w:color w:val="000000"/>
        </w:rPr>
      </w:pPr>
    </w:p>
    <w:p w14:paraId="56275191" w14:textId="77777777" w:rsidR="00FA6D63" w:rsidRPr="0000653E" w:rsidRDefault="00FA6D63" w:rsidP="00FA6D63">
      <w:pPr>
        <w:autoSpaceDE w:val="0"/>
        <w:autoSpaceDN w:val="0"/>
        <w:adjustRightInd w:val="0"/>
        <w:rPr>
          <w:color w:val="000000"/>
        </w:rPr>
      </w:pPr>
    </w:p>
    <w:p w14:paraId="3D71021D" w14:textId="77777777" w:rsidR="00F04209" w:rsidRPr="0000653E" w:rsidRDefault="00F04209" w:rsidP="00F04209">
      <w:pPr>
        <w:autoSpaceDE w:val="0"/>
        <w:autoSpaceDN w:val="0"/>
        <w:adjustRightInd w:val="0"/>
        <w:rPr>
          <w:color w:val="000000"/>
        </w:rPr>
      </w:pPr>
    </w:p>
    <w:sectPr w:rsidR="00F04209" w:rsidRPr="0000653E" w:rsidSect="002874D6">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BE151" w14:textId="77777777" w:rsidR="00F12D34" w:rsidRDefault="00F12D34">
      <w:r>
        <w:separator/>
      </w:r>
    </w:p>
  </w:endnote>
  <w:endnote w:type="continuationSeparator" w:id="0">
    <w:p w14:paraId="5055DCDA" w14:textId="77777777" w:rsidR="00F12D34" w:rsidRDefault="00F1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039F1" w14:textId="77777777" w:rsidR="00F12D34" w:rsidRDefault="00F12D34">
      <w:r>
        <w:separator/>
      </w:r>
    </w:p>
  </w:footnote>
  <w:footnote w:type="continuationSeparator" w:id="0">
    <w:p w14:paraId="11B7C670" w14:textId="77777777" w:rsidR="00F12D34" w:rsidRDefault="00F12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B9A44" w14:textId="77777777" w:rsidR="00FA7B02" w:rsidRDefault="00FA7B02">
    <w:pPr>
      <w:pStyle w:val="Antrats"/>
      <w:jc w:val="center"/>
    </w:pPr>
    <w:r>
      <w:fldChar w:fldCharType="begin"/>
    </w:r>
    <w:r>
      <w:instrText>PAGE   \* MERGEFORMAT</w:instrText>
    </w:r>
    <w:r>
      <w:fldChar w:fldCharType="separate"/>
    </w:r>
    <w:r>
      <w:t>2</w:t>
    </w:r>
    <w:r>
      <w:fldChar w:fldCharType="end"/>
    </w:r>
  </w:p>
  <w:p w14:paraId="2659EBAF" w14:textId="77777777" w:rsidR="00FA7B02" w:rsidRDefault="00FA7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10829957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2764071">
    <w:abstractNumId w:val="2"/>
  </w:num>
  <w:num w:numId="3" w16cid:durableId="2090081820">
    <w:abstractNumId w:val="1"/>
  </w:num>
  <w:num w:numId="4" w16cid:durableId="1594435807">
    <w:abstractNumId w:val="0"/>
  </w:num>
  <w:num w:numId="5" w16cid:durableId="6349162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286F"/>
    <w:rsid w:val="00003376"/>
    <w:rsid w:val="00005FA6"/>
    <w:rsid w:val="00013CA6"/>
    <w:rsid w:val="0001520F"/>
    <w:rsid w:val="00015936"/>
    <w:rsid w:val="00043FA6"/>
    <w:rsid w:val="0004659E"/>
    <w:rsid w:val="00050700"/>
    <w:rsid w:val="00052664"/>
    <w:rsid w:val="000670DB"/>
    <w:rsid w:val="00067979"/>
    <w:rsid w:val="00072828"/>
    <w:rsid w:val="00074ECE"/>
    <w:rsid w:val="000970BC"/>
    <w:rsid w:val="000A3D70"/>
    <w:rsid w:val="000B501E"/>
    <w:rsid w:val="000B5DA9"/>
    <w:rsid w:val="000C0FC5"/>
    <w:rsid w:val="000D1F18"/>
    <w:rsid w:val="000D2A08"/>
    <w:rsid w:val="000E7D3B"/>
    <w:rsid w:val="000F4EF5"/>
    <w:rsid w:val="000F7A8A"/>
    <w:rsid w:val="00101FB4"/>
    <w:rsid w:val="00103F0F"/>
    <w:rsid w:val="00113058"/>
    <w:rsid w:val="00114F5B"/>
    <w:rsid w:val="00120AAD"/>
    <w:rsid w:val="001314BF"/>
    <w:rsid w:val="00140BB4"/>
    <w:rsid w:val="00144EA8"/>
    <w:rsid w:val="0015374E"/>
    <w:rsid w:val="00163E3A"/>
    <w:rsid w:val="00171452"/>
    <w:rsid w:val="001716F8"/>
    <w:rsid w:val="0017651B"/>
    <w:rsid w:val="001A48C5"/>
    <w:rsid w:val="001B4142"/>
    <w:rsid w:val="001E6072"/>
    <w:rsid w:val="001F04B3"/>
    <w:rsid w:val="001F57BD"/>
    <w:rsid w:val="001F5E92"/>
    <w:rsid w:val="001F7F88"/>
    <w:rsid w:val="00212135"/>
    <w:rsid w:val="00215B4E"/>
    <w:rsid w:val="002268B6"/>
    <w:rsid w:val="00230D34"/>
    <w:rsid w:val="00245D34"/>
    <w:rsid w:val="00246733"/>
    <w:rsid w:val="0025055F"/>
    <w:rsid w:val="00252FEF"/>
    <w:rsid w:val="00265DC5"/>
    <w:rsid w:val="002677DD"/>
    <w:rsid w:val="00281FA8"/>
    <w:rsid w:val="002874D6"/>
    <w:rsid w:val="002A3C4E"/>
    <w:rsid w:val="002B2771"/>
    <w:rsid w:val="002B6541"/>
    <w:rsid w:val="002C3014"/>
    <w:rsid w:val="002E2137"/>
    <w:rsid w:val="002E3824"/>
    <w:rsid w:val="002F5826"/>
    <w:rsid w:val="00342D79"/>
    <w:rsid w:val="00346BC0"/>
    <w:rsid w:val="0035227C"/>
    <w:rsid w:val="00362E0C"/>
    <w:rsid w:val="00363273"/>
    <w:rsid w:val="00364F96"/>
    <w:rsid w:val="00370FAC"/>
    <w:rsid w:val="00375364"/>
    <w:rsid w:val="0037586A"/>
    <w:rsid w:val="0037750F"/>
    <w:rsid w:val="00383001"/>
    <w:rsid w:val="0038571E"/>
    <w:rsid w:val="00397FDB"/>
    <w:rsid w:val="003A4903"/>
    <w:rsid w:val="003B28DB"/>
    <w:rsid w:val="003B5153"/>
    <w:rsid w:val="003C3152"/>
    <w:rsid w:val="003C43EF"/>
    <w:rsid w:val="003D6BA6"/>
    <w:rsid w:val="003E3427"/>
    <w:rsid w:val="003F1318"/>
    <w:rsid w:val="003F3051"/>
    <w:rsid w:val="00407F40"/>
    <w:rsid w:val="004121D6"/>
    <w:rsid w:val="0044266D"/>
    <w:rsid w:val="00447724"/>
    <w:rsid w:val="0045016E"/>
    <w:rsid w:val="0047216D"/>
    <w:rsid w:val="004730C0"/>
    <w:rsid w:val="00473BE9"/>
    <w:rsid w:val="004778A6"/>
    <w:rsid w:val="00484E89"/>
    <w:rsid w:val="00486BE1"/>
    <w:rsid w:val="004A0F28"/>
    <w:rsid w:val="004A1A42"/>
    <w:rsid w:val="004A57D8"/>
    <w:rsid w:val="004B3E35"/>
    <w:rsid w:val="004D5F02"/>
    <w:rsid w:val="004E0AEB"/>
    <w:rsid w:val="004E3C07"/>
    <w:rsid w:val="004F5098"/>
    <w:rsid w:val="00501D0B"/>
    <w:rsid w:val="00502D66"/>
    <w:rsid w:val="00510993"/>
    <w:rsid w:val="0051546E"/>
    <w:rsid w:val="00530AF2"/>
    <w:rsid w:val="0053175C"/>
    <w:rsid w:val="00532E76"/>
    <w:rsid w:val="005350F0"/>
    <w:rsid w:val="00551D5C"/>
    <w:rsid w:val="005653CC"/>
    <w:rsid w:val="005710B2"/>
    <w:rsid w:val="005719BD"/>
    <w:rsid w:val="005749A0"/>
    <w:rsid w:val="00587DAC"/>
    <w:rsid w:val="00593A5A"/>
    <w:rsid w:val="00595203"/>
    <w:rsid w:val="005972DA"/>
    <w:rsid w:val="005D2708"/>
    <w:rsid w:val="005D27CB"/>
    <w:rsid w:val="005D3688"/>
    <w:rsid w:val="005D61BF"/>
    <w:rsid w:val="006004E5"/>
    <w:rsid w:val="00603D74"/>
    <w:rsid w:val="00621EFA"/>
    <w:rsid w:val="00623C69"/>
    <w:rsid w:val="006363C3"/>
    <w:rsid w:val="006568D9"/>
    <w:rsid w:val="00674C60"/>
    <w:rsid w:val="006760E3"/>
    <w:rsid w:val="006A0FDD"/>
    <w:rsid w:val="006A3538"/>
    <w:rsid w:val="006B0B37"/>
    <w:rsid w:val="006B7711"/>
    <w:rsid w:val="006D2331"/>
    <w:rsid w:val="006E749F"/>
    <w:rsid w:val="006F6B82"/>
    <w:rsid w:val="00710445"/>
    <w:rsid w:val="007222B0"/>
    <w:rsid w:val="00722981"/>
    <w:rsid w:val="0073281E"/>
    <w:rsid w:val="00734956"/>
    <w:rsid w:val="00736F36"/>
    <w:rsid w:val="007521B7"/>
    <w:rsid w:val="00757F5B"/>
    <w:rsid w:val="0079728E"/>
    <w:rsid w:val="007B5082"/>
    <w:rsid w:val="007B71C2"/>
    <w:rsid w:val="007C5449"/>
    <w:rsid w:val="007C7C66"/>
    <w:rsid w:val="007C7F81"/>
    <w:rsid w:val="007D27FF"/>
    <w:rsid w:val="007F65B5"/>
    <w:rsid w:val="008151FA"/>
    <w:rsid w:val="008258D4"/>
    <w:rsid w:val="008470AA"/>
    <w:rsid w:val="00850177"/>
    <w:rsid w:val="00850655"/>
    <w:rsid w:val="00854A15"/>
    <w:rsid w:val="00857543"/>
    <w:rsid w:val="00861F25"/>
    <w:rsid w:val="008750CA"/>
    <w:rsid w:val="00882483"/>
    <w:rsid w:val="00883E86"/>
    <w:rsid w:val="008B0C07"/>
    <w:rsid w:val="008F02B8"/>
    <w:rsid w:val="008F3CCC"/>
    <w:rsid w:val="008F40CF"/>
    <w:rsid w:val="008F78EA"/>
    <w:rsid w:val="0090499A"/>
    <w:rsid w:val="009121E4"/>
    <w:rsid w:val="0091412B"/>
    <w:rsid w:val="00914486"/>
    <w:rsid w:val="00916C79"/>
    <w:rsid w:val="0092411F"/>
    <w:rsid w:val="0092535F"/>
    <w:rsid w:val="009320A8"/>
    <w:rsid w:val="00947A2C"/>
    <w:rsid w:val="00952AA0"/>
    <w:rsid w:val="00965348"/>
    <w:rsid w:val="00971E7F"/>
    <w:rsid w:val="00976ACC"/>
    <w:rsid w:val="009B15E5"/>
    <w:rsid w:val="009B4685"/>
    <w:rsid w:val="009B48D3"/>
    <w:rsid w:val="009C2562"/>
    <w:rsid w:val="009C4AF5"/>
    <w:rsid w:val="009F0171"/>
    <w:rsid w:val="009F4D79"/>
    <w:rsid w:val="00A0330D"/>
    <w:rsid w:val="00A20E77"/>
    <w:rsid w:val="00A219A9"/>
    <w:rsid w:val="00A24DBA"/>
    <w:rsid w:val="00A315E9"/>
    <w:rsid w:val="00A37B10"/>
    <w:rsid w:val="00A416A2"/>
    <w:rsid w:val="00A4369F"/>
    <w:rsid w:val="00A472F6"/>
    <w:rsid w:val="00A521C1"/>
    <w:rsid w:val="00A706A9"/>
    <w:rsid w:val="00A71826"/>
    <w:rsid w:val="00A91583"/>
    <w:rsid w:val="00AA0ABD"/>
    <w:rsid w:val="00AA3913"/>
    <w:rsid w:val="00AB13B9"/>
    <w:rsid w:val="00AB1B18"/>
    <w:rsid w:val="00AC0BC2"/>
    <w:rsid w:val="00AC4B8C"/>
    <w:rsid w:val="00AD4506"/>
    <w:rsid w:val="00AE221D"/>
    <w:rsid w:val="00AE4297"/>
    <w:rsid w:val="00AF2495"/>
    <w:rsid w:val="00AF4B9C"/>
    <w:rsid w:val="00B04B0C"/>
    <w:rsid w:val="00B05669"/>
    <w:rsid w:val="00B07F28"/>
    <w:rsid w:val="00B243EE"/>
    <w:rsid w:val="00B35A89"/>
    <w:rsid w:val="00B43107"/>
    <w:rsid w:val="00B46F68"/>
    <w:rsid w:val="00B61ACA"/>
    <w:rsid w:val="00B65FF9"/>
    <w:rsid w:val="00B74C6E"/>
    <w:rsid w:val="00B92D26"/>
    <w:rsid w:val="00B96FE4"/>
    <w:rsid w:val="00BA36B2"/>
    <w:rsid w:val="00BB1587"/>
    <w:rsid w:val="00BC2225"/>
    <w:rsid w:val="00BC5021"/>
    <w:rsid w:val="00BD173A"/>
    <w:rsid w:val="00BD3B1A"/>
    <w:rsid w:val="00BD5FA4"/>
    <w:rsid w:val="00BE5170"/>
    <w:rsid w:val="00BF27D4"/>
    <w:rsid w:val="00BF3E30"/>
    <w:rsid w:val="00BF70C0"/>
    <w:rsid w:val="00C05B3A"/>
    <w:rsid w:val="00C07928"/>
    <w:rsid w:val="00C15085"/>
    <w:rsid w:val="00C21F6E"/>
    <w:rsid w:val="00C22F9D"/>
    <w:rsid w:val="00C306A1"/>
    <w:rsid w:val="00C30FF7"/>
    <w:rsid w:val="00C40275"/>
    <w:rsid w:val="00C43084"/>
    <w:rsid w:val="00C43525"/>
    <w:rsid w:val="00C61582"/>
    <w:rsid w:val="00C63558"/>
    <w:rsid w:val="00C84DD5"/>
    <w:rsid w:val="00CA3C1D"/>
    <w:rsid w:val="00CC03D1"/>
    <w:rsid w:val="00CC4F64"/>
    <w:rsid w:val="00CC7100"/>
    <w:rsid w:val="00CE4B64"/>
    <w:rsid w:val="00CE7666"/>
    <w:rsid w:val="00CF2C2D"/>
    <w:rsid w:val="00D054B7"/>
    <w:rsid w:val="00D20384"/>
    <w:rsid w:val="00D20E36"/>
    <w:rsid w:val="00D31244"/>
    <w:rsid w:val="00D36426"/>
    <w:rsid w:val="00D55B1D"/>
    <w:rsid w:val="00D60613"/>
    <w:rsid w:val="00D74D39"/>
    <w:rsid w:val="00D82292"/>
    <w:rsid w:val="00D84E70"/>
    <w:rsid w:val="00D87ACA"/>
    <w:rsid w:val="00DA10DA"/>
    <w:rsid w:val="00DA211E"/>
    <w:rsid w:val="00DA3D24"/>
    <w:rsid w:val="00DB2C3D"/>
    <w:rsid w:val="00DC1DB0"/>
    <w:rsid w:val="00E0664F"/>
    <w:rsid w:val="00E179CF"/>
    <w:rsid w:val="00E26403"/>
    <w:rsid w:val="00E306C4"/>
    <w:rsid w:val="00E532E5"/>
    <w:rsid w:val="00E61E1D"/>
    <w:rsid w:val="00E6481F"/>
    <w:rsid w:val="00E749F9"/>
    <w:rsid w:val="00E770A4"/>
    <w:rsid w:val="00EB7C5B"/>
    <w:rsid w:val="00EC1499"/>
    <w:rsid w:val="00EC4653"/>
    <w:rsid w:val="00EC646D"/>
    <w:rsid w:val="00ED23E3"/>
    <w:rsid w:val="00ED6F8C"/>
    <w:rsid w:val="00EE1F17"/>
    <w:rsid w:val="00F00B08"/>
    <w:rsid w:val="00F04209"/>
    <w:rsid w:val="00F1034D"/>
    <w:rsid w:val="00F10622"/>
    <w:rsid w:val="00F12D34"/>
    <w:rsid w:val="00F25C6D"/>
    <w:rsid w:val="00F3035D"/>
    <w:rsid w:val="00F3359E"/>
    <w:rsid w:val="00F349E0"/>
    <w:rsid w:val="00F46F5F"/>
    <w:rsid w:val="00F54F93"/>
    <w:rsid w:val="00F64CEB"/>
    <w:rsid w:val="00F75E9E"/>
    <w:rsid w:val="00F83EEE"/>
    <w:rsid w:val="00F95EEA"/>
    <w:rsid w:val="00FA5B44"/>
    <w:rsid w:val="00FA6469"/>
    <w:rsid w:val="00FA6D63"/>
    <w:rsid w:val="00FA7B02"/>
    <w:rsid w:val="00FB1614"/>
    <w:rsid w:val="00FB4D6C"/>
    <w:rsid w:val="00FC61D6"/>
    <w:rsid w:val="00FC63D2"/>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A07BD"/>
  <w15:docId w15:val="{4B0656CD-ED79-4474-B3ED-D27DC37F9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qFormat/>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link w:val="Pagrindinistekstas"/>
    <w:rsid w:val="00074ECE"/>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2A3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eastAsia="lt-LT"/>
    </w:rPr>
  </w:style>
  <w:style w:type="character" w:customStyle="1" w:styleId="HTMLiankstoformatuotasDiagrama">
    <w:name w:val="HTML iš anksto formatuotas Diagrama"/>
    <w:link w:val="HTMLiankstoformatuotas"/>
    <w:rsid w:val="002A3C4E"/>
    <w:rPr>
      <w:rFonts w:ascii="Courier New" w:eastAsia="Times New Roman" w:hAnsi="Courier New" w:cs="Times New Roman"/>
      <w:sz w:val="20"/>
      <w:szCs w:val="20"/>
      <w:lang w:eastAsia="lt-LT"/>
    </w:rPr>
  </w:style>
  <w:style w:type="character" w:styleId="Hipersaitas">
    <w:name w:val="Hyperlink"/>
    <w:rsid w:val="002A3C4E"/>
    <w:rPr>
      <w:rFonts w:ascii="Arial" w:hAnsi="Arial" w:cs="Arial" w:hint="default"/>
      <w:b/>
      <w:bCs/>
      <w:color w:val="1963D6"/>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19b27e7650114cbfa1e9f92b331f865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19b27e7650114cbfa1e9f92b331f8650</Template>
  <TotalTime>2</TotalTime>
  <Pages>9</Pages>
  <Words>18654</Words>
  <Characters>10633</Characters>
  <Application>Microsoft Office Word</Application>
  <DocSecurity>4</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2020 M. BIRŽELIO 25 D. SPRENDIMO NR. T9-140 "DĖL SKUODO RAJONO MOSĖDŽIO GIMNAZIJOS NUOSTATŲ NAUJOS REDAKCIJOS PATVIRTINIMO" PAKEITIMO</vt:lpstr>
      <vt:lpstr>DĖL SKUODO RAJONO SAVIVALDYBĖS TARYBOS 2020 M. BIRŽELIO 25 D. SPRENDIMO NR. T9-140 "DĖL SKUODO RAJONO MOSĖDŽIO GIMNAZIJOS NUOSTATŲ NAUJOS REDAKCIJOS PATVIRTINIMO" PAKEITIMO</vt:lpstr>
    </vt:vector>
  </TitlesOfParts>
  <Manager>2023-02-23</Manager>
  <Company/>
  <LinksUpToDate>false</LinksUpToDate>
  <CharactersWithSpaces>29229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2020 M. BIRŽELIO 25 D. SPRENDIMO NR. T9-140 "DĖL SKUODO RAJONO MOSĖDŽIO GIMNAZIJOS NUOSTATŲ NAUJOS REDAKCIJOS PATVIRTINIMO" PAKEITIMO</dc:title>
  <dc:subject>T9-19</dc:subject>
  <dc:creator>SKUODO RAJONO SAVIVALDYBĖS TARYBA</dc:creator>
  <cp:lastModifiedBy>Sadauskienė, Dalia</cp:lastModifiedBy>
  <cp:revision>2</cp:revision>
  <cp:lastPrinted>2022-11-08T09:10:00Z</cp:lastPrinted>
  <dcterms:created xsi:type="dcterms:W3CDTF">2024-05-23T18:07:00Z</dcterms:created>
  <dcterms:modified xsi:type="dcterms:W3CDTF">2024-05-23T18:07:00Z</dcterms:modified>
  <cp:category>SPRENDIMAS</cp:category>
</cp:coreProperties>
</file>