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072E3" w14:textId="77777777" w:rsidR="00CB6AD1" w:rsidRPr="00CB6AD1" w:rsidRDefault="00CB6AD1" w:rsidP="00CB6AD1">
      <w:pPr>
        <w:ind w:left="5184"/>
      </w:pPr>
      <w:r w:rsidRPr="00CB6AD1">
        <w:t>PATVIRTINTA</w:t>
      </w:r>
    </w:p>
    <w:p w14:paraId="2B546048" w14:textId="77777777" w:rsidR="00CB6AD1" w:rsidRPr="00CB6AD1" w:rsidRDefault="00CB6AD1" w:rsidP="00CB6AD1">
      <w:pPr>
        <w:ind w:left="5184"/>
      </w:pPr>
      <w:r w:rsidRPr="00CB6AD1">
        <w:t xml:space="preserve">Skuodo rajono savivaldybės tarybos </w:t>
      </w:r>
    </w:p>
    <w:p w14:paraId="5EFE809F" w14:textId="7AD7B27B" w:rsidR="00CB6AD1" w:rsidRPr="00CB6AD1" w:rsidRDefault="00CB6AD1" w:rsidP="00CB6AD1">
      <w:pPr>
        <w:ind w:left="5184"/>
      </w:pPr>
      <w:r w:rsidRPr="00CB6AD1">
        <w:t xml:space="preserve">2024 m. vasario </w:t>
      </w:r>
      <w:r w:rsidR="00DE54DE">
        <w:t>19</w:t>
      </w:r>
      <w:r w:rsidRPr="00CB6AD1">
        <w:t xml:space="preserve"> d. sprendimu Nr. T10-</w:t>
      </w:r>
      <w:r w:rsidR="00DE54DE">
        <w:t>22</w:t>
      </w:r>
    </w:p>
    <w:p w14:paraId="64994520" w14:textId="77777777" w:rsidR="00CB6AD1" w:rsidRPr="00CB6AD1" w:rsidRDefault="00CB6AD1" w:rsidP="00CB6AD1">
      <w:pPr>
        <w:rPr>
          <w:sz w:val="20"/>
          <w:szCs w:val="20"/>
        </w:rPr>
      </w:pPr>
    </w:p>
    <w:p w14:paraId="66FDD602" w14:textId="77777777" w:rsidR="00CB6AD1" w:rsidRPr="00CB6AD1" w:rsidRDefault="00CB6AD1" w:rsidP="00CB6AD1">
      <w:pPr>
        <w:jc w:val="center"/>
        <w:outlineLvl w:val="0"/>
        <w:rPr>
          <w:b/>
        </w:rPr>
      </w:pPr>
      <w:r w:rsidRPr="00CB6AD1">
        <w:rPr>
          <w:b/>
        </w:rPr>
        <w:t>SKUODO RAJONO SAVIVALDYBĖS</w:t>
      </w:r>
    </w:p>
    <w:p w14:paraId="3307EE75" w14:textId="77777777" w:rsidR="00CB6AD1" w:rsidRPr="00CB6AD1" w:rsidRDefault="00CB6AD1" w:rsidP="00CB6AD1">
      <w:pPr>
        <w:jc w:val="center"/>
        <w:outlineLvl w:val="0"/>
        <w:rPr>
          <w:b/>
        </w:rPr>
      </w:pPr>
      <w:r w:rsidRPr="00CB6AD1">
        <w:rPr>
          <w:b/>
        </w:rPr>
        <w:t>APLINKOS APSAUGOS RĖMIMO SPECIALIOSIOS PROGRAMOS</w:t>
      </w:r>
    </w:p>
    <w:p w14:paraId="5253CF47" w14:textId="77777777" w:rsidR="00CB6AD1" w:rsidRPr="00CB6AD1" w:rsidRDefault="00CB6AD1" w:rsidP="00CB6AD1">
      <w:pPr>
        <w:jc w:val="center"/>
        <w:outlineLvl w:val="0"/>
        <w:rPr>
          <w:b/>
        </w:rPr>
      </w:pPr>
      <w:r w:rsidRPr="00CB6AD1">
        <w:rPr>
          <w:b/>
        </w:rPr>
        <w:t>2024 METŲ PRIEMONĖS</w:t>
      </w:r>
    </w:p>
    <w:p w14:paraId="7443A949" w14:textId="77777777" w:rsidR="00CB6AD1" w:rsidRPr="00CB6AD1" w:rsidRDefault="00CB6AD1" w:rsidP="00CB6AD1">
      <w:pPr>
        <w:rPr>
          <w:sz w:val="20"/>
          <w:szCs w:val="20"/>
        </w:rPr>
      </w:pPr>
    </w:p>
    <w:p w14:paraId="62C25532" w14:textId="77777777" w:rsidR="00CB6AD1" w:rsidRPr="00CB6AD1" w:rsidRDefault="00CB6AD1" w:rsidP="00CB6AD1">
      <w:pPr>
        <w:jc w:val="center"/>
        <w:outlineLvl w:val="0"/>
        <w:rPr>
          <w:b/>
        </w:rPr>
      </w:pPr>
      <w:r w:rsidRPr="00CB6AD1">
        <w:rPr>
          <w:b/>
        </w:rPr>
        <w:t>PAJAMOS</w:t>
      </w:r>
    </w:p>
    <w:p w14:paraId="544B4CC9" w14:textId="77777777" w:rsidR="00CB6AD1" w:rsidRPr="00CB6AD1" w:rsidRDefault="00CB6AD1" w:rsidP="00CB6AD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7366"/>
        <w:gridCol w:w="1618"/>
      </w:tblGrid>
      <w:tr w:rsidR="00CB6AD1" w:rsidRPr="00CB6AD1" w14:paraId="4DFF763B" w14:textId="77777777" w:rsidTr="009E55AA">
        <w:trPr>
          <w:trHeight w:val="383"/>
        </w:trPr>
        <w:tc>
          <w:tcPr>
            <w:tcW w:w="648" w:type="dxa"/>
            <w:shd w:val="clear" w:color="auto" w:fill="auto"/>
          </w:tcPr>
          <w:p w14:paraId="67CD8AE4" w14:textId="77777777" w:rsidR="00CB6AD1" w:rsidRPr="00CB6AD1" w:rsidRDefault="00CB6AD1" w:rsidP="00CB6AD1">
            <w:pPr>
              <w:jc w:val="center"/>
            </w:pPr>
            <w:r w:rsidRPr="00CB6AD1">
              <w:t>Eil. Nr.</w:t>
            </w:r>
          </w:p>
        </w:tc>
        <w:tc>
          <w:tcPr>
            <w:tcW w:w="7583" w:type="dxa"/>
            <w:shd w:val="clear" w:color="auto" w:fill="auto"/>
          </w:tcPr>
          <w:p w14:paraId="53563ECB" w14:textId="77777777" w:rsidR="00CB6AD1" w:rsidRPr="00CB6AD1" w:rsidRDefault="00CB6AD1" w:rsidP="00CB6AD1">
            <w:pPr>
              <w:jc w:val="center"/>
            </w:pPr>
            <w:r w:rsidRPr="00CB6AD1">
              <w:t>Pajamų šaltiniai</w:t>
            </w:r>
          </w:p>
        </w:tc>
        <w:tc>
          <w:tcPr>
            <w:tcW w:w="1623" w:type="dxa"/>
            <w:shd w:val="clear" w:color="auto" w:fill="auto"/>
          </w:tcPr>
          <w:p w14:paraId="2EB3D627" w14:textId="77777777" w:rsidR="00CB6AD1" w:rsidRPr="00CB6AD1" w:rsidRDefault="00CB6AD1" w:rsidP="00CB6AD1">
            <w:pPr>
              <w:jc w:val="center"/>
            </w:pPr>
            <w:r w:rsidRPr="00CB6AD1">
              <w:t>Surinkta (planuojama) lėšų</w:t>
            </w:r>
          </w:p>
          <w:p w14:paraId="442B58EE" w14:textId="77777777" w:rsidR="00CB6AD1" w:rsidRPr="00CB6AD1" w:rsidRDefault="00CB6AD1" w:rsidP="00CB6AD1">
            <w:pPr>
              <w:jc w:val="center"/>
            </w:pPr>
            <w:r w:rsidRPr="00CB6AD1">
              <w:t>(Eur)</w:t>
            </w:r>
          </w:p>
        </w:tc>
      </w:tr>
      <w:tr w:rsidR="00CB6AD1" w:rsidRPr="00CB6AD1" w14:paraId="68279FAC" w14:textId="77777777" w:rsidTr="009E55AA">
        <w:tc>
          <w:tcPr>
            <w:tcW w:w="648" w:type="dxa"/>
            <w:shd w:val="clear" w:color="auto" w:fill="auto"/>
          </w:tcPr>
          <w:p w14:paraId="5C67921E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583" w:type="dxa"/>
            <w:shd w:val="clear" w:color="auto" w:fill="auto"/>
          </w:tcPr>
          <w:p w14:paraId="0C5D7D31" w14:textId="77777777" w:rsidR="00CB6AD1" w:rsidRPr="00CB6AD1" w:rsidRDefault="00CB6AD1" w:rsidP="00CB6AD1">
            <w:pPr>
              <w:jc w:val="both"/>
            </w:pPr>
            <w:r w:rsidRPr="00CB6AD1">
              <w:t>Mokesčiai už teršalų išmetimą į aplinką</w:t>
            </w:r>
          </w:p>
        </w:tc>
        <w:tc>
          <w:tcPr>
            <w:tcW w:w="1623" w:type="dxa"/>
            <w:shd w:val="clear" w:color="auto" w:fill="auto"/>
          </w:tcPr>
          <w:p w14:paraId="799870AD" w14:textId="77777777" w:rsidR="00CB6AD1" w:rsidRPr="00CB6AD1" w:rsidRDefault="00CB6AD1" w:rsidP="00CB6AD1">
            <w:pPr>
              <w:jc w:val="center"/>
            </w:pPr>
            <w:r w:rsidRPr="00CB6AD1">
              <w:t>25 000</w:t>
            </w:r>
          </w:p>
        </w:tc>
      </w:tr>
      <w:tr w:rsidR="00CB6AD1" w:rsidRPr="00CB6AD1" w14:paraId="6791D3A1" w14:textId="77777777" w:rsidTr="009E55AA">
        <w:tc>
          <w:tcPr>
            <w:tcW w:w="648" w:type="dxa"/>
            <w:shd w:val="clear" w:color="auto" w:fill="auto"/>
          </w:tcPr>
          <w:p w14:paraId="53256904" w14:textId="77777777" w:rsidR="00CB6AD1" w:rsidRPr="00CB6AD1" w:rsidRDefault="00CB6AD1" w:rsidP="00CB6AD1">
            <w:pPr>
              <w:jc w:val="center"/>
            </w:pPr>
            <w:r w:rsidRPr="00CB6AD1">
              <w:t>2.</w:t>
            </w:r>
          </w:p>
        </w:tc>
        <w:tc>
          <w:tcPr>
            <w:tcW w:w="7583" w:type="dxa"/>
            <w:shd w:val="clear" w:color="auto" w:fill="auto"/>
          </w:tcPr>
          <w:p w14:paraId="5D3AAEFE" w14:textId="77777777" w:rsidR="00CB6AD1" w:rsidRPr="00CB6AD1" w:rsidRDefault="00CB6AD1" w:rsidP="00CB6AD1">
            <w:pPr>
              <w:jc w:val="both"/>
            </w:pPr>
            <w:r w:rsidRPr="00CB6AD1">
              <w:rPr>
                <w:color w:val="000000"/>
                <w:lang w:eastAsia="en-US"/>
              </w:rPr>
              <w:t>Mokesčiai už valstybinius gamtos išteklius (naudingąsias iškasenas, vandenį, statybinį gruntą ir angliavandenilius)</w:t>
            </w:r>
          </w:p>
        </w:tc>
        <w:tc>
          <w:tcPr>
            <w:tcW w:w="1623" w:type="dxa"/>
            <w:shd w:val="clear" w:color="auto" w:fill="auto"/>
          </w:tcPr>
          <w:p w14:paraId="2F583FBC" w14:textId="77777777" w:rsidR="00CB6AD1" w:rsidRPr="00CB6AD1" w:rsidRDefault="00CB6AD1" w:rsidP="00CB6AD1">
            <w:pPr>
              <w:jc w:val="center"/>
            </w:pPr>
            <w:r w:rsidRPr="00CB6AD1">
              <w:t>5 300</w:t>
            </w:r>
          </w:p>
        </w:tc>
      </w:tr>
      <w:tr w:rsidR="00CB6AD1" w:rsidRPr="00CB6AD1" w14:paraId="72CF465E" w14:textId="77777777" w:rsidTr="009E55AA">
        <w:tc>
          <w:tcPr>
            <w:tcW w:w="648" w:type="dxa"/>
            <w:shd w:val="clear" w:color="auto" w:fill="auto"/>
          </w:tcPr>
          <w:p w14:paraId="6070BA80" w14:textId="77777777" w:rsidR="00CB6AD1" w:rsidRPr="00CB6AD1" w:rsidRDefault="00CB6AD1" w:rsidP="00CB6AD1">
            <w:pPr>
              <w:jc w:val="center"/>
            </w:pPr>
            <w:r w:rsidRPr="00CB6AD1">
              <w:t>3.</w:t>
            </w:r>
          </w:p>
        </w:tc>
        <w:tc>
          <w:tcPr>
            <w:tcW w:w="7583" w:type="dxa"/>
            <w:shd w:val="clear" w:color="auto" w:fill="auto"/>
          </w:tcPr>
          <w:p w14:paraId="5FAFB9BB" w14:textId="77777777" w:rsidR="00CB6AD1" w:rsidRPr="00CB6AD1" w:rsidRDefault="00CB6AD1" w:rsidP="00CB6AD1">
            <w:pPr>
              <w:jc w:val="both"/>
            </w:pPr>
            <w:r w:rsidRPr="00CB6AD1">
              <w:t>Mokesčiai, sumokėti už medžiojamųjų gyvūnų išteklių naudojimą</w:t>
            </w:r>
          </w:p>
        </w:tc>
        <w:tc>
          <w:tcPr>
            <w:tcW w:w="1623" w:type="dxa"/>
            <w:shd w:val="clear" w:color="auto" w:fill="auto"/>
          </w:tcPr>
          <w:p w14:paraId="73753716" w14:textId="77777777" w:rsidR="00CB6AD1" w:rsidRPr="00CB6AD1" w:rsidRDefault="00CB6AD1" w:rsidP="00CB6AD1">
            <w:pPr>
              <w:jc w:val="center"/>
            </w:pPr>
            <w:r w:rsidRPr="00CB6AD1">
              <w:t>23 600</w:t>
            </w:r>
          </w:p>
        </w:tc>
      </w:tr>
      <w:tr w:rsidR="00CB6AD1" w:rsidRPr="00CB6AD1" w14:paraId="15CFB55A" w14:textId="77777777" w:rsidTr="009E55AA">
        <w:tc>
          <w:tcPr>
            <w:tcW w:w="648" w:type="dxa"/>
            <w:shd w:val="clear" w:color="auto" w:fill="auto"/>
          </w:tcPr>
          <w:p w14:paraId="14CB7C43" w14:textId="77777777" w:rsidR="00CB6AD1" w:rsidRPr="00CB6AD1" w:rsidRDefault="00CB6AD1" w:rsidP="00CB6AD1">
            <w:pPr>
              <w:jc w:val="center"/>
            </w:pPr>
            <w:r w:rsidRPr="00CB6AD1">
              <w:t>4.</w:t>
            </w:r>
          </w:p>
        </w:tc>
        <w:tc>
          <w:tcPr>
            <w:tcW w:w="7583" w:type="dxa"/>
            <w:shd w:val="clear" w:color="auto" w:fill="auto"/>
          </w:tcPr>
          <w:p w14:paraId="5D6AD068" w14:textId="77777777" w:rsidR="00CB6AD1" w:rsidRPr="00CB6AD1" w:rsidRDefault="00CB6AD1" w:rsidP="00CB6AD1">
            <w:pPr>
              <w:jc w:val="both"/>
            </w:pPr>
            <w:r w:rsidRPr="00CB6AD1">
              <w:t>Iš viso pajamų</w:t>
            </w:r>
          </w:p>
        </w:tc>
        <w:tc>
          <w:tcPr>
            <w:tcW w:w="1623" w:type="dxa"/>
            <w:shd w:val="clear" w:color="auto" w:fill="auto"/>
          </w:tcPr>
          <w:p w14:paraId="65CA1D37" w14:textId="77777777" w:rsidR="00CB6AD1" w:rsidRPr="00CB6AD1" w:rsidRDefault="00CB6AD1" w:rsidP="00CB6AD1">
            <w:pPr>
              <w:jc w:val="center"/>
            </w:pPr>
            <w:r w:rsidRPr="00CB6AD1">
              <w:t>53 900</w:t>
            </w:r>
          </w:p>
        </w:tc>
      </w:tr>
    </w:tbl>
    <w:p w14:paraId="5C6D0686" w14:textId="77777777" w:rsidR="00CB6AD1" w:rsidRPr="00CB6AD1" w:rsidRDefault="00CB6AD1" w:rsidP="00CB6AD1">
      <w:pPr>
        <w:jc w:val="both"/>
        <w:rPr>
          <w:sz w:val="20"/>
          <w:szCs w:val="20"/>
        </w:rPr>
      </w:pPr>
    </w:p>
    <w:p w14:paraId="5DA031CC" w14:textId="77777777" w:rsidR="00CB6AD1" w:rsidRPr="00CB6AD1" w:rsidRDefault="00CB6AD1" w:rsidP="00CB6AD1">
      <w:pPr>
        <w:jc w:val="both"/>
      </w:pPr>
      <w:r w:rsidRPr="00CB6AD1">
        <w:t>LĖŠŲ LIKUTIS 2024-01-01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7324"/>
        <w:gridCol w:w="1619"/>
      </w:tblGrid>
      <w:tr w:rsidR="00CB6AD1" w:rsidRPr="00CB6AD1" w14:paraId="18604191" w14:textId="77777777" w:rsidTr="009E55AA">
        <w:tc>
          <w:tcPr>
            <w:tcW w:w="690" w:type="dxa"/>
          </w:tcPr>
          <w:p w14:paraId="65A34742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Eil. Nr.</w:t>
            </w:r>
          </w:p>
        </w:tc>
        <w:tc>
          <w:tcPr>
            <w:tcW w:w="7518" w:type="dxa"/>
          </w:tcPr>
          <w:p w14:paraId="43F19B3F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Programos priemonių grupės pavadinimas</w:t>
            </w:r>
          </w:p>
        </w:tc>
        <w:tc>
          <w:tcPr>
            <w:tcW w:w="1646" w:type="dxa"/>
          </w:tcPr>
          <w:p w14:paraId="26DDABC9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Lėšų likutis</w:t>
            </w:r>
          </w:p>
          <w:p w14:paraId="21140714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(Eur)</w:t>
            </w:r>
          </w:p>
        </w:tc>
      </w:tr>
      <w:tr w:rsidR="00CB6AD1" w:rsidRPr="00CB6AD1" w14:paraId="788910A1" w14:textId="77777777" w:rsidTr="009E55AA">
        <w:tc>
          <w:tcPr>
            <w:tcW w:w="690" w:type="dxa"/>
          </w:tcPr>
          <w:p w14:paraId="3FC00D1A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1.</w:t>
            </w:r>
          </w:p>
        </w:tc>
        <w:tc>
          <w:tcPr>
            <w:tcW w:w="7518" w:type="dxa"/>
          </w:tcPr>
          <w:p w14:paraId="45C3657A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B6AD1">
              <w:rPr>
                <w:lang w:eastAsia="en-US"/>
              </w:rPr>
              <w:t xml:space="preserve">Programos priemonių grupė, kuriai naudojamos lėšos, surinktos už medžiojamųjų gyvūnų išteklių naudojimą </w:t>
            </w:r>
          </w:p>
        </w:tc>
        <w:tc>
          <w:tcPr>
            <w:tcW w:w="1646" w:type="dxa"/>
          </w:tcPr>
          <w:p w14:paraId="7418DAA6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873</w:t>
            </w:r>
          </w:p>
        </w:tc>
      </w:tr>
      <w:tr w:rsidR="00CB6AD1" w:rsidRPr="00CB6AD1" w14:paraId="3F18BAE7" w14:textId="77777777" w:rsidTr="009E55AA">
        <w:tc>
          <w:tcPr>
            <w:tcW w:w="690" w:type="dxa"/>
          </w:tcPr>
          <w:p w14:paraId="3D4FFA48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2.</w:t>
            </w:r>
          </w:p>
        </w:tc>
        <w:tc>
          <w:tcPr>
            <w:tcW w:w="7518" w:type="dxa"/>
          </w:tcPr>
          <w:p w14:paraId="4041777F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B6AD1">
              <w:rPr>
                <w:color w:val="000000"/>
                <w:lang w:eastAsia="en-US"/>
              </w:rPr>
              <w:t xml:space="preserve">Savivaldybės visuomenės sveikatos rėmimo specialioji programa </w:t>
            </w:r>
          </w:p>
        </w:tc>
        <w:tc>
          <w:tcPr>
            <w:tcW w:w="1646" w:type="dxa"/>
          </w:tcPr>
          <w:p w14:paraId="2A9206B9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355</w:t>
            </w:r>
          </w:p>
        </w:tc>
      </w:tr>
      <w:tr w:rsidR="00CB6AD1" w:rsidRPr="00CB6AD1" w14:paraId="4130C13D" w14:textId="77777777" w:rsidTr="009E55AA">
        <w:tc>
          <w:tcPr>
            <w:tcW w:w="690" w:type="dxa"/>
          </w:tcPr>
          <w:p w14:paraId="32C705A3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3.</w:t>
            </w:r>
          </w:p>
        </w:tc>
        <w:tc>
          <w:tcPr>
            <w:tcW w:w="7518" w:type="dxa"/>
          </w:tcPr>
          <w:p w14:paraId="18301044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B6AD1">
              <w:rPr>
                <w:lang w:eastAsia="en-US"/>
              </w:rPr>
              <w:t>Kitų programos aplinkosaugos priemonių grupė</w:t>
            </w:r>
          </w:p>
        </w:tc>
        <w:tc>
          <w:tcPr>
            <w:tcW w:w="1646" w:type="dxa"/>
          </w:tcPr>
          <w:p w14:paraId="06ECB036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10 480</w:t>
            </w:r>
          </w:p>
        </w:tc>
      </w:tr>
      <w:tr w:rsidR="00CB6AD1" w:rsidRPr="00CB6AD1" w14:paraId="42E8B18D" w14:textId="77777777" w:rsidTr="009E55AA">
        <w:tc>
          <w:tcPr>
            <w:tcW w:w="690" w:type="dxa"/>
          </w:tcPr>
          <w:p w14:paraId="06720ECA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4.</w:t>
            </w:r>
          </w:p>
        </w:tc>
        <w:tc>
          <w:tcPr>
            <w:tcW w:w="7518" w:type="dxa"/>
          </w:tcPr>
          <w:p w14:paraId="60AE15C0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B6AD1">
              <w:rPr>
                <w:lang w:eastAsia="en-US"/>
              </w:rPr>
              <w:t>Iš viso</w:t>
            </w:r>
          </w:p>
        </w:tc>
        <w:tc>
          <w:tcPr>
            <w:tcW w:w="1646" w:type="dxa"/>
          </w:tcPr>
          <w:p w14:paraId="118553B3" w14:textId="77777777" w:rsidR="00CB6AD1" w:rsidRPr="00CB6AD1" w:rsidRDefault="00CB6AD1" w:rsidP="00CB6A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B6AD1">
              <w:rPr>
                <w:lang w:eastAsia="en-US"/>
              </w:rPr>
              <w:t>11 708</w:t>
            </w:r>
          </w:p>
        </w:tc>
      </w:tr>
    </w:tbl>
    <w:p w14:paraId="73F0388C" w14:textId="77777777" w:rsidR="00CB6AD1" w:rsidRPr="00CB6AD1" w:rsidRDefault="00CB6AD1" w:rsidP="00CB6AD1">
      <w:pPr>
        <w:jc w:val="both"/>
        <w:outlineLvl w:val="0"/>
        <w:rPr>
          <w:sz w:val="20"/>
          <w:szCs w:val="20"/>
        </w:rPr>
      </w:pPr>
    </w:p>
    <w:p w14:paraId="61B65A41" w14:textId="77777777" w:rsidR="00CB6AD1" w:rsidRPr="00CB6AD1" w:rsidRDefault="00CB6AD1" w:rsidP="00CB6AD1">
      <w:pPr>
        <w:jc w:val="both"/>
        <w:outlineLvl w:val="0"/>
      </w:pPr>
      <w:r w:rsidRPr="00CB6AD1">
        <w:t>2024 METŲ PROGRAMOS LĖŠOS – 65 608 Eur</w:t>
      </w:r>
    </w:p>
    <w:p w14:paraId="2BB15225" w14:textId="77777777" w:rsidR="00CB6AD1" w:rsidRPr="00CB6AD1" w:rsidRDefault="00CB6AD1" w:rsidP="00CB6AD1">
      <w:pPr>
        <w:rPr>
          <w:sz w:val="20"/>
          <w:szCs w:val="20"/>
        </w:rPr>
      </w:pPr>
    </w:p>
    <w:p w14:paraId="4CA929CF" w14:textId="77777777" w:rsidR="00CB6AD1" w:rsidRPr="00CB6AD1" w:rsidRDefault="00CB6AD1" w:rsidP="00CB6AD1">
      <w:pPr>
        <w:jc w:val="center"/>
        <w:outlineLvl w:val="0"/>
        <w:rPr>
          <w:b/>
        </w:rPr>
      </w:pPr>
      <w:r w:rsidRPr="00CB6AD1">
        <w:rPr>
          <w:b/>
        </w:rPr>
        <w:t>IŠLAIDOS</w:t>
      </w:r>
    </w:p>
    <w:p w14:paraId="10B5D846" w14:textId="77777777" w:rsidR="00CB6AD1" w:rsidRPr="00CB6AD1" w:rsidRDefault="00CB6AD1" w:rsidP="00CB6AD1">
      <w:pPr>
        <w:outlineLvl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380"/>
        <w:gridCol w:w="1620"/>
      </w:tblGrid>
      <w:tr w:rsidR="00CB6AD1" w:rsidRPr="00CB6AD1" w14:paraId="5A7C867D" w14:textId="77777777" w:rsidTr="009E55AA">
        <w:tc>
          <w:tcPr>
            <w:tcW w:w="828" w:type="dxa"/>
            <w:shd w:val="clear" w:color="auto" w:fill="auto"/>
            <w:vAlign w:val="center"/>
          </w:tcPr>
          <w:p w14:paraId="2B36A263" w14:textId="77777777" w:rsidR="00CB6AD1" w:rsidRPr="00CB6AD1" w:rsidRDefault="00CB6AD1" w:rsidP="00CB6AD1">
            <w:pPr>
              <w:jc w:val="center"/>
            </w:pPr>
            <w:r w:rsidRPr="00CB6AD1">
              <w:t>Eil. Nr.</w:t>
            </w:r>
          </w:p>
        </w:tc>
        <w:tc>
          <w:tcPr>
            <w:tcW w:w="7380" w:type="dxa"/>
            <w:shd w:val="clear" w:color="auto" w:fill="auto"/>
            <w:vAlign w:val="center"/>
          </w:tcPr>
          <w:p w14:paraId="6A008934" w14:textId="77777777" w:rsidR="00CB6AD1" w:rsidRPr="00CB6AD1" w:rsidRDefault="00CB6AD1" w:rsidP="00CB6AD1">
            <w:pPr>
              <w:jc w:val="center"/>
            </w:pPr>
            <w:r w:rsidRPr="00CB6AD1">
              <w:t>Išlaidų straipsniai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19C768B" w14:textId="77777777" w:rsidR="00CB6AD1" w:rsidRPr="00CB6AD1" w:rsidRDefault="00CB6AD1" w:rsidP="00CB6AD1">
            <w:pPr>
              <w:jc w:val="center"/>
            </w:pPr>
            <w:r w:rsidRPr="00CB6AD1">
              <w:t>Skiriamos (planuojamos) lėšos (Eur)</w:t>
            </w:r>
          </w:p>
        </w:tc>
      </w:tr>
      <w:tr w:rsidR="00CB6AD1" w:rsidRPr="00CB6AD1" w14:paraId="5D3ABBFF" w14:textId="77777777" w:rsidTr="009E55AA">
        <w:tc>
          <w:tcPr>
            <w:tcW w:w="828" w:type="dxa"/>
            <w:shd w:val="clear" w:color="auto" w:fill="auto"/>
            <w:vAlign w:val="center"/>
          </w:tcPr>
          <w:p w14:paraId="76405B00" w14:textId="77777777" w:rsidR="00CB6AD1" w:rsidRPr="00CB6AD1" w:rsidRDefault="00CB6AD1" w:rsidP="00CB6AD1">
            <w:pPr>
              <w:jc w:val="center"/>
              <w:rPr>
                <w:sz w:val="20"/>
                <w:szCs w:val="20"/>
              </w:rPr>
            </w:pPr>
            <w:r w:rsidRPr="00CB6AD1">
              <w:rPr>
                <w:sz w:val="20"/>
                <w:szCs w:val="20"/>
              </w:rPr>
              <w:t>1</w:t>
            </w:r>
          </w:p>
        </w:tc>
        <w:tc>
          <w:tcPr>
            <w:tcW w:w="7380" w:type="dxa"/>
            <w:shd w:val="clear" w:color="auto" w:fill="auto"/>
            <w:vAlign w:val="center"/>
          </w:tcPr>
          <w:p w14:paraId="1DEFF6EE" w14:textId="77777777" w:rsidR="00CB6AD1" w:rsidRPr="00CB6AD1" w:rsidRDefault="00CB6AD1" w:rsidP="00CB6AD1">
            <w:pPr>
              <w:jc w:val="center"/>
              <w:rPr>
                <w:sz w:val="20"/>
                <w:szCs w:val="20"/>
              </w:rPr>
            </w:pPr>
            <w:r w:rsidRPr="00CB6AD1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9E0B98B" w14:textId="77777777" w:rsidR="00CB6AD1" w:rsidRPr="00CB6AD1" w:rsidRDefault="00CB6AD1" w:rsidP="00CB6AD1">
            <w:pPr>
              <w:jc w:val="center"/>
              <w:rPr>
                <w:sz w:val="20"/>
                <w:szCs w:val="20"/>
              </w:rPr>
            </w:pPr>
            <w:r w:rsidRPr="00CB6AD1">
              <w:rPr>
                <w:sz w:val="20"/>
                <w:szCs w:val="20"/>
              </w:rPr>
              <w:t>3</w:t>
            </w:r>
          </w:p>
        </w:tc>
      </w:tr>
      <w:tr w:rsidR="00CB6AD1" w:rsidRPr="00CB6AD1" w14:paraId="4E5061D4" w14:textId="77777777" w:rsidTr="009E55AA">
        <w:tc>
          <w:tcPr>
            <w:tcW w:w="828" w:type="dxa"/>
            <w:shd w:val="clear" w:color="auto" w:fill="auto"/>
          </w:tcPr>
          <w:p w14:paraId="314B0FD0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rPr>
                <w:b/>
              </w:rPr>
              <w:t>I.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27AA60CD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rPr>
                <w:b/>
              </w:rPr>
              <w:t>Aplinkos kokybės gerinimo ir apsaugos priemonėms</w:t>
            </w:r>
          </w:p>
        </w:tc>
      </w:tr>
      <w:tr w:rsidR="00CB6AD1" w:rsidRPr="00CB6AD1" w14:paraId="2DC99CB4" w14:textId="77777777" w:rsidTr="009E55AA">
        <w:tc>
          <w:tcPr>
            <w:tcW w:w="828" w:type="dxa"/>
            <w:shd w:val="clear" w:color="auto" w:fill="auto"/>
          </w:tcPr>
          <w:p w14:paraId="7CC5D52F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380" w:type="dxa"/>
            <w:shd w:val="clear" w:color="auto" w:fill="auto"/>
          </w:tcPr>
          <w:p w14:paraId="4C905DBD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vandens telkiniams įžuvinti</w:t>
            </w:r>
          </w:p>
        </w:tc>
        <w:tc>
          <w:tcPr>
            <w:tcW w:w="1620" w:type="dxa"/>
            <w:shd w:val="clear" w:color="auto" w:fill="auto"/>
          </w:tcPr>
          <w:p w14:paraId="59690AA1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t>5 000</w:t>
            </w:r>
          </w:p>
        </w:tc>
      </w:tr>
      <w:tr w:rsidR="00CB6AD1" w:rsidRPr="00CB6AD1" w14:paraId="24F188A3" w14:textId="77777777" w:rsidTr="009E55AA">
        <w:tc>
          <w:tcPr>
            <w:tcW w:w="828" w:type="dxa"/>
            <w:shd w:val="clear" w:color="auto" w:fill="auto"/>
          </w:tcPr>
          <w:p w14:paraId="2A8D738B" w14:textId="77777777" w:rsidR="00CB6AD1" w:rsidRPr="00CB6AD1" w:rsidRDefault="00CB6AD1" w:rsidP="00CB6AD1">
            <w:pPr>
              <w:jc w:val="center"/>
            </w:pPr>
            <w:r w:rsidRPr="00CB6AD1">
              <w:t>2.</w:t>
            </w:r>
          </w:p>
        </w:tc>
        <w:tc>
          <w:tcPr>
            <w:tcW w:w="7380" w:type="dxa"/>
            <w:shd w:val="clear" w:color="auto" w:fill="auto"/>
          </w:tcPr>
          <w:p w14:paraId="0F966049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administracijos seniūnijoms – Invazinių Lietuvoje rūšių sąraše esančio augalo (Sosnovskio barščio) kontrolės įgyvendinimo darbams finansuoti:</w:t>
            </w:r>
          </w:p>
          <w:p w14:paraId="16F87A42" w14:textId="77777777" w:rsidR="00CB6AD1" w:rsidRPr="00CB6AD1" w:rsidRDefault="00CB6AD1" w:rsidP="00CB6AD1">
            <w:pPr>
              <w:jc w:val="both"/>
            </w:pPr>
            <w:r w:rsidRPr="00CB6AD1">
              <w:t>Ylakių seniūnijai</w:t>
            </w:r>
          </w:p>
          <w:p w14:paraId="5576F01F" w14:textId="77777777" w:rsidR="00CB6AD1" w:rsidRPr="00CB6AD1" w:rsidRDefault="00CB6AD1" w:rsidP="00CB6AD1">
            <w:pPr>
              <w:jc w:val="both"/>
            </w:pPr>
            <w:r w:rsidRPr="00CB6AD1">
              <w:t>Mosėdžio seniūnijai</w:t>
            </w:r>
          </w:p>
          <w:p w14:paraId="4EE6AD4D" w14:textId="77777777" w:rsidR="00CB6AD1" w:rsidRPr="00CB6AD1" w:rsidRDefault="00CB6AD1" w:rsidP="00CB6AD1">
            <w:pPr>
              <w:jc w:val="both"/>
            </w:pPr>
            <w:r w:rsidRPr="00CB6AD1">
              <w:t>Skuodo miesto seniūnijai</w:t>
            </w:r>
          </w:p>
        </w:tc>
        <w:tc>
          <w:tcPr>
            <w:tcW w:w="1620" w:type="dxa"/>
            <w:shd w:val="clear" w:color="auto" w:fill="auto"/>
          </w:tcPr>
          <w:p w14:paraId="02934D3A" w14:textId="77777777" w:rsidR="00CB6AD1" w:rsidRPr="00CB6AD1" w:rsidRDefault="00CB6AD1" w:rsidP="00CB6AD1">
            <w:pPr>
              <w:jc w:val="center"/>
            </w:pPr>
          </w:p>
          <w:p w14:paraId="68064CE9" w14:textId="77777777" w:rsidR="00CB6AD1" w:rsidRPr="00CB6AD1" w:rsidRDefault="00CB6AD1" w:rsidP="00CB6AD1">
            <w:pPr>
              <w:jc w:val="center"/>
            </w:pPr>
          </w:p>
          <w:p w14:paraId="54C1723E" w14:textId="77777777" w:rsidR="00CB6AD1" w:rsidRPr="00CB6AD1" w:rsidRDefault="00CB6AD1" w:rsidP="00CB6AD1">
            <w:pPr>
              <w:jc w:val="center"/>
            </w:pPr>
          </w:p>
          <w:p w14:paraId="1C489F13" w14:textId="77777777" w:rsidR="00CB6AD1" w:rsidRPr="00CB6AD1" w:rsidRDefault="00CB6AD1" w:rsidP="00CB6AD1">
            <w:pPr>
              <w:jc w:val="center"/>
            </w:pPr>
            <w:r w:rsidRPr="00CB6AD1">
              <w:t>800</w:t>
            </w:r>
          </w:p>
          <w:p w14:paraId="290B5A9E" w14:textId="77777777" w:rsidR="00CB6AD1" w:rsidRPr="00CB6AD1" w:rsidRDefault="00CB6AD1" w:rsidP="00CB6AD1">
            <w:pPr>
              <w:jc w:val="center"/>
            </w:pPr>
            <w:r w:rsidRPr="00CB6AD1">
              <w:t>3 000</w:t>
            </w:r>
          </w:p>
          <w:p w14:paraId="33A03A83" w14:textId="77777777" w:rsidR="00CB6AD1" w:rsidRPr="00CB6AD1" w:rsidRDefault="00CB6AD1" w:rsidP="00CB6AD1">
            <w:pPr>
              <w:jc w:val="center"/>
            </w:pPr>
            <w:r w:rsidRPr="00CB6AD1">
              <w:t>1 100</w:t>
            </w:r>
          </w:p>
        </w:tc>
      </w:tr>
      <w:tr w:rsidR="00CB6AD1" w:rsidRPr="00CB6AD1" w14:paraId="05FA2FE4" w14:textId="77777777" w:rsidTr="009E55AA">
        <w:tc>
          <w:tcPr>
            <w:tcW w:w="828" w:type="dxa"/>
            <w:shd w:val="clear" w:color="auto" w:fill="auto"/>
          </w:tcPr>
          <w:p w14:paraId="61138EE8" w14:textId="77777777" w:rsidR="00CB6AD1" w:rsidRPr="00CB6AD1" w:rsidRDefault="00CB6AD1" w:rsidP="00CB6AD1">
            <w:pPr>
              <w:jc w:val="center"/>
            </w:pPr>
            <w:r w:rsidRPr="00CB6AD1">
              <w:t>3.</w:t>
            </w:r>
          </w:p>
        </w:tc>
        <w:tc>
          <w:tcPr>
            <w:tcW w:w="7380" w:type="dxa"/>
            <w:shd w:val="clear" w:color="auto" w:fill="auto"/>
          </w:tcPr>
          <w:p w14:paraId="465E553D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Skuodo rajono savivaldybės gamtos paveldo objektų apsaugos ir tvarkymo darbams finansuoti</w:t>
            </w:r>
          </w:p>
        </w:tc>
        <w:tc>
          <w:tcPr>
            <w:tcW w:w="1620" w:type="dxa"/>
            <w:shd w:val="clear" w:color="auto" w:fill="auto"/>
          </w:tcPr>
          <w:p w14:paraId="2BF8E1C6" w14:textId="77777777" w:rsidR="00CB6AD1" w:rsidRPr="00CB6AD1" w:rsidRDefault="00CB6AD1" w:rsidP="00CB6AD1">
            <w:pPr>
              <w:jc w:val="center"/>
            </w:pPr>
            <w:r w:rsidRPr="00CB6AD1">
              <w:t>1 000</w:t>
            </w:r>
          </w:p>
        </w:tc>
      </w:tr>
      <w:tr w:rsidR="00CB6AD1" w:rsidRPr="00CB6AD1" w14:paraId="7D7A7E59" w14:textId="77777777" w:rsidTr="009E55AA">
        <w:tc>
          <w:tcPr>
            <w:tcW w:w="828" w:type="dxa"/>
            <w:shd w:val="clear" w:color="auto" w:fill="auto"/>
          </w:tcPr>
          <w:p w14:paraId="6A0BF1D3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II.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67492E1A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Atliekų tvarkymo infrastruktūros plėtros priemonėms</w:t>
            </w:r>
          </w:p>
        </w:tc>
      </w:tr>
      <w:tr w:rsidR="00CB6AD1" w:rsidRPr="00CB6AD1" w14:paraId="0C6AA3D7" w14:textId="77777777" w:rsidTr="009E55AA">
        <w:tc>
          <w:tcPr>
            <w:tcW w:w="828" w:type="dxa"/>
            <w:shd w:val="clear" w:color="auto" w:fill="auto"/>
          </w:tcPr>
          <w:p w14:paraId="5F4E138B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380" w:type="dxa"/>
            <w:shd w:val="clear" w:color="auto" w:fill="auto"/>
          </w:tcPr>
          <w:p w14:paraId="51509509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mišrių komunalinių atliekų surinkimo pusiau požeminių konteinerių maišams ir jų priedams įsigyti</w:t>
            </w:r>
          </w:p>
        </w:tc>
        <w:tc>
          <w:tcPr>
            <w:tcW w:w="1620" w:type="dxa"/>
            <w:shd w:val="clear" w:color="auto" w:fill="auto"/>
          </w:tcPr>
          <w:p w14:paraId="1B72566F" w14:textId="77777777" w:rsidR="00CB6AD1" w:rsidRPr="00CB6AD1" w:rsidRDefault="00CB6AD1" w:rsidP="00CB6AD1">
            <w:pPr>
              <w:jc w:val="center"/>
            </w:pPr>
            <w:r w:rsidRPr="00CB6AD1">
              <w:t>2 020</w:t>
            </w:r>
          </w:p>
        </w:tc>
      </w:tr>
      <w:tr w:rsidR="00CB6AD1" w:rsidRPr="00CB6AD1" w14:paraId="47655CE6" w14:textId="77777777" w:rsidTr="009E55AA">
        <w:tc>
          <w:tcPr>
            <w:tcW w:w="828" w:type="dxa"/>
            <w:shd w:val="clear" w:color="auto" w:fill="auto"/>
          </w:tcPr>
          <w:p w14:paraId="721C1577" w14:textId="77777777" w:rsidR="00CB6AD1" w:rsidRPr="00CB6AD1" w:rsidRDefault="00CB6AD1" w:rsidP="00CB6AD1">
            <w:pPr>
              <w:jc w:val="center"/>
            </w:pPr>
            <w:r w:rsidRPr="00CB6AD1">
              <w:t>2.</w:t>
            </w:r>
          </w:p>
        </w:tc>
        <w:tc>
          <w:tcPr>
            <w:tcW w:w="7380" w:type="dxa"/>
            <w:shd w:val="clear" w:color="auto" w:fill="auto"/>
          </w:tcPr>
          <w:p w14:paraId="3A70766F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tekstilės atliekų surinkimo konteineriui įsigyti</w:t>
            </w:r>
          </w:p>
        </w:tc>
        <w:tc>
          <w:tcPr>
            <w:tcW w:w="1620" w:type="dxa"/>
            <w:shd w:val="clear" w:color="auto" w:fill="auto"/>
          </w:tcPr>
          <w:p w14:paraId="077C5213" w14:textId="77777777" w:rsidR="00CB6AD1" w:rsidRPr="00CB6AD1" w:rsidRDefault="00CB6AD1" w:rsidP="00CB6AD1">
            <w:pPr>
              <w:jc w:val="center"/>
            </w:pPr>
            <w:r w:rsidRPr="00CB6AD1">
              <w:t>1 000</w:t>
            </w:r>
          </w:p>
        </w:tc>
      </w:tr>
      <w:tr w:rsidR="00CB6AD1" w:rsidRPr="00CB6AD1" w14:paraId="4385F523" w14:textId="77777777" w:rsidTr="009E55AA">
        <w:tc>
          <w:tcPr>
            <w:tcW w:w="828" w:type="dxa"/>
            <w:shd w:val="clear" w:color="auto" w:fill="auto"/>
          </w:tcPr>
          <w:p w14:paraId="16A9ADA9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rPr>
                <w:b/>
              </w:rPr>
              <w:t>III.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0677F887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Atliekų, kurių turėtojo nustatyti neįmanoma arba kuris nebeegzistuoja, tvarkymo priemonėms</w:t>
            </w:r>
          </w:p>
        </w:tc>
      </w:tr>
      <w:tr w:rsidR="00CB6AD1" w:rsidRPr="00CB6AD1" w14:paraId="36BBF6AC" w14:textId="77777777" w:rsidTr="009E55AA">
        <w:tc>
          <w:tcPr>
            <w:tcW w:w="828" w:type="dxa"/>
            <w:shd w:val="clear" w:color="auto" w:fill="auto"/>
            <w:vAlign w:val="center"/>
          </w:tcPr>
          <w:p w14:paraId="051A0BFF" w14:textId="77777777" w:rsidR="00CB6AD1" w:rsidRPr="00CB6AD1" w:rsidRDefault="00CB6AD1" w:rsidP="00CB6AD1">
            <w:pPr>
              <w:jc w:val="center"/>
              <w:rPr>
                <w:sz w:val="20"/>
                <w:szCs w:val="20"/>
              </w:rPr>
            </w:pPr>
            <w:r w:rsidRPr="00CB6A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380" w:type="dxa"/>
            <w:shd w:val="clear" w:color="auto" w:fill="auto"/>
            <w:vAlign w:val="center"/>
          </w:tcPr>
          <w:p w14:paraId="534AE5AA" w14:textId="77777777" w:rsidR="00CB6AD1" w:rsidRPr="00CB6AD1" w:rsidRDefault="00CB6AD1" w:rsidP="00CB6AD1">
            <w:pPr>
              <w:jc w:val="center"/>
              <w:rPr>
                <w:sz w:val="20"/>
                <w:szCs w:val="20"/>
              </w:rPr>
            </w:pPr>
            <w:r w:rsidRPr="00CB6AD1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B599527" w14:textId="77777777" w:rsidR="00CB6AD1" w:rsidRPr="00CB6AD1" w:rsidRDefault="00CB6AD1" w:rsidP="00CB6AD1">
            <w:pPr>
              <w:jc w:val="center"/>
              <w:rPr>
                <w:sz w:val="20"/>
                <w:szCs w:val="20"/>
              </w:rPr>
            </w:pPr>
            <w:r w:rsidRPr="00CB6AD1">
              <w:rPr>
                <w:sz w:val="20"/>
                <w:szCs w:val="20"/>
              </w:rPr>
              <w:t>3</w:t>
            </w:r>
          </w:p>
        </w:tc>
      </w:tr>
      <w:tr w:rsidR="00CB6AD1" w:rsidRPr="00CB6AD1" w14:paraId="492E2540" w14:textId="77777777" w:rsidTr="009E55AA">
        <w:tc>
          <w:tcPr>
            <w:tcW w:w="828" w:type="dxa"/>
            <w:shd w:val="clear" w:color="auto" w:fill="auto"/>
          </w:tcPr>
          <w:p w14:paraId="63F307EA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380" w:type="dxa"/>
            <w:shd w:val="clear" w:color="auto" w:fill="auto"/>
          </w:tcPr>
          <w:p w14:paraId="7D837744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padangų atliekų tvarkymo darbams finansuoti</w:t>
            </w:r>
          </w:p>
        </w:tc>
        <w:tc>
          <w:tcPr>
            <w:tcW w:w="1620" w:type="dxa"/>
            <w:shd w:val="clear" w:color="auto" w:fill="auto"/>
          </w:tcPr>
          <w:p w14:paraId="3783750C" w14:textId="77777777" w:rsidR="00CB6AD1" w:rsidRPr="00CB6AD1" w:rsidRDefault="00CB6AD1" w:rsidP="00CB6AD1">
            <w:pPr>
              <w:jc w:val="center"/>
            </w:pPr>
            <w:r w:rsidRPr="00CB6AD1">
              <w:t>3 000</w:t>
            </w:r>
          </w:p>
        </w:tc>
      </w:tr>
      <w:tr w:rsidR="00CB6AD1" w:rsidRPr="00CB6AD1" w14:paraId="2FFCB253" w14:textId="77777777" w:rsidTr="009E55AA">
        <w:tc>
          <w:tcPr>
            <w:tcW w:w="828" w:type="dxa"/>
            <w:shd w:val="clear" w:color="auto" w:fill="auto"/>
          </w:tcPr>
          <w:p w14:paraId="0A57E491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rPr>
                <w:b/>
              </w:rPr>
              <w:t>IV.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68E839C2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Aplinkos monitoringo, prevencinėms, aplinkos atkūrimo priemonėms</w:t>
            </w:r>
          </w:p>
        </w:tc>
      </w:tr>
      <w:tr w:rsidR="00CB6AD1" w:rsidRPr="00CB6AD1" w14:paraId="3DBA9197" w14:textId="77777777" w:rsidTr="009E55AA">
        <w:trPr>
          <w:trHeight w:val="495"/>
        </w:trPr>
        <w:tc>
          <w:tcPr>
            <w:tcW w:w="828" w:type="dxa"/>
            <w:shd w:val="clear" w:color="auto" w:fill="auto"/>
          </w:tcPr>
          <w:p w14:paraId="0C51F4BE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380" w:type="dxa"/>
            <w:shd w:val="clear" w:color="auto" w:fill="auto"/>
          </w:tcPr>
          <w:p w14:paraId="3F26E7A7" w14:textId="77777777" w:rsidR="00CB6AD1" w:rsidRPr="00CB6AD1" w:rsidRDefault="00CB6AD1" w:rsidP="00CB6AD1">
            <w:pPr>
              <w:jc w:val="both"/>
              <w:rPr>
                <w:b/>
              </w:rPr>
            </w:pPr>
            <w:r w:rsidRPr="00CB6AD1">
              <w:t>Skuodo rajono savivaldybės administracijai – Mosėdžio I tvenkinio ir Skuodo tvenkinio paplūdimių smėlio ir maudyklų vandens tyrimams finansuoti</w:t>
            </w:r>
          </w:p>
        </w:tc>
        <w:tc>
          <w:tcPr>
            <w:tcW w:w="1620" w:type="dxa"/>
            <w:shd w:val="clear" w:color="auto" w:fill="auto"/>
          </w:tcPr>
          <w:p w14:paraId="5291C836" w14:textId="77777777" w:rsidR="00CB6AD1" w:rsidRPr="00CB6AD1" w:rsidRDefault="00CB6AD1" w:rsidP="00CB6AD1">
            <w:pPr>
              <w:jc w:val="center"/>
            </w:pPr>
            <w:r w:rsidRPr="00CB6AD1">
              <w:t>800</w:t>
            </w:r>
          </w:p>
        </w:tc>
      </w:tr>
      <w:tr w:rsidR="00CB6AD1" w:rsidRPr="00CB6AD1" w14:paraId="42915479" w14:textId="77777777" w:rsidTr="009E55AA">
        <w:trPr>
          <w:trHeight w:val="495"/>
        </w:trPr>
        <w:tc>
          <w:tcPr>
            <w:tcW w:w="828" w:type="dxa"/>
            <w:shd w:val="clear" w:color="auto" w:fill="auto"/>
          </w:tcPr>
          <w:p w14:paraId="39701CC1" w14:textId="77777777" w:rsidR="00CB6AD1" w:rsidRPr="00CB6AD1" w:rsidRDefault="00CB6AD1" w:rsidP="00CB6AD1">
            <w:pPr>
              <w:jc w:val="center"/>
            </w:pPr>
            <w:r w:rsidRPr="00CB6AD1">
              <w:t>2.</w:t>
            </w:r>
          </w:p>
        </w:tc>
        <w:tc>
          <w:tcPr>
            <w:tcW w:w="7380" w:type="dxa"/>
            <w:shd w:val="clear" w:color="auto" w:fill="auto"/>
          </w:tcPr>
          <w:p w14:paraId="1D0BFC38" w14:textId="77777777" w:rsidR="00CB6AD1" w:rsidRPr="00CB6AD1" w:rsidRDefault="00CB6AD1" w:rsidP="00CB6AD1">
            <w:pPr>
              <w:jc w:val="both"/>
            </w:pPr>
            <w:r w:rsidRPr="00CB6AD1">
              <w:t>Skuodo miesto seniūnijai – gruntinio vandens iš prie daugiabučio namo (Skuodas, P. Cvirkos g. 1) įrengto gruntinio vandens surinkimo šulinuko užterštumo (kokybės) tyrimams, įvertinimams finansuoti</w:t>
            </w:r>
          </w:p>
        </w:tc>
        <w:tc>
          <w:tcPr>
            <w:tcW w:w="1620" w:type="dxa"/>
            <w:shd w:val="clear" w:color="auto" w:fill="auto"/>
          </w:tcPr>
          <w:p w14:paraId="6FD7BD98" w14:textId="77777777" w:rsidR="00CB6AD1" w:rsidRPr="00CB6AD1" w:rsidRDefault="00CB6AD1" w:rsidP="00CB6AD1">
            <w:pPr>
              <w:jc w:val="center"/>
            </w:pPr>
            <w:r w:rsidRPr="00CB6AD1">
              <w:t>700</w:t>
            </w:r>
          </w:p>
        </w:tc>
      </w:tr>
      <w:tr w:rsidR="00CB6AD1" w:rsidRPr="00CB6AD1" w14:paraId="3F0B5EA4" w14:textId="77777777" w:rsidTr="009E55AA">
        <w:trPr>
          <w:trHeight w:val="495"/>
        </w:trPr>
        <w:tc>
          <w:tcPr>
            <w:tcW w:w="828" w:type="dxa"/>
            <w:shd w:val="clear" w:color="auto" w:fill="auto"/>
          </w:tcPr>
          <w:p w14:paraId="5C62814B" w14:textId="77777777" w:rsidR="00CB6AD1" w:rsidRPr="00CB6AD1" w:rsidRDefault="00CB6AD1" w:rsidP="00CB6AD1">
            <w:pPr>
              <w:jc w:val="center"/>
            </w:pPr>
            <w:r w:rsidRPr="00CB6AD1">
              <w:t>3.</w:t>
            </w:r>
          </w:p>
        </w:tc>
        <w:tc>
          <w:tcPr>
            <w:tcW w:w="7380" w:type="dxa"/>
            <w:shd w:val="clear" w:color="auto" w:fill="auto"/>
          </w:tcPr>
          <w:p w14:paraId="4A070432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iš prie daugiabučio namo (Skuodas, P. Cvirkos g. 1) įrengto gruntinio vandens surinkimo šulinuko surinkto užteršto gruntinio vandens sutvarkymo darbams finansuoti</w:t>
            </w:r>
          </w:p>
        </w:tc>
        <w:tc>
          <w:tcPr>
            <w:tcW w:w="1620" w:type="dxa"/>
            <w:shd w:val="clear" w:color="auto" w:fill="auto"/>
          </w:tcPr>
          <w:p w14:paraId="0A38C5DD" w14:textId="77777777" w:rsidR="00CB6AD1" w:rsidRPr="00CB6AD1" w:rsidRDefault="00CB6AD1" w:rsidP="00CB6AD1">
            <w:pPr>
              <w:jc w:val="center"/>
            </w:pPr>
            <w:r w:rsidRPr="00CB6AD1">
              <w:t>1 300</w:t>
            </w:r>
          </w:p>
        </w:tc>
      </w:tr>
      <w:tr w:rsidR="00CB6AD1" w:rsidRPr="00CB6AD1" w14:paraId="42AE1F9A" w14:textId="77777777" w:rsidTr="009E55AA">
        <w:trPr>
          <w:trHeight w:val="495"/>
        </w:trPr>
        <w:tc>
          <w:tcPr>
            <w:tcW w:w="828" w:type="dxa"/>
            <w:shd w:val="clear" w:color="auto" w:fill="auto"/>
          </w:tcPr>
          <w:p w14:paraId="323A8BA0" w14:textId="77777777" w:rsidR="00CB6AD1" w:rsidRPr="00CB6AD1" w:rsidRDefault="00CB6AD1" w:rsidP="00CB6AD1">
            <w:pPr>
              <w:jc w:val="center"/>
            </w:pPr>
            <w:r w:rsidRPr="00CB6AD1">
              <w:t>4.</w:t>
            </w:r>
          </w:p>
        </w:tc>
        <w:tc>
          <w:tcPr>
            <w:tcW w:w="7380" w:type="dxa"/>
            <w:shd w:val="clear" w:color="auto" w:fill="auto"/>
          </w:tcPr>
          <w:p w14:paraId="0B0B4EFF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priemonėms, skirtoms ekologinių nelaimių, išsiliejus naftos produktams, likvidavimui ir kitų aplinkosaugos darbų vykdymui, įsigyti</w:t>
            </w:r>
          </w:p>
        </w:tc>
        <w:tc>
          <w:tcPr>
            <w:tcW w:w="1620" w:type="dxa"/>
            <w:shd w:val="clear" w:color="auto" w:fill="auto"/>
          </w:tcPr>
          <w:p w14:paraId="4BE24642" w14:textId="77777777" w:rsidR="00CB6AD1" w:rsidRPr="00CB6AD1" w:rsidRDefault="00CB6AD1" w:rsidP="00CB6AD1">
            <w:pPr>
              <w:jc w:val="center"/>
            </w:pPr>
            <w:r w:rsidRPr="00CB6AD1">
              <w:t>1 000</w:t>
            </w:r>
          </w:p>
        </w:tc>
      </w:tr>
      <w:tr w:rsidR="00CB6AD1" w:rsidRPr="00CB6AD1" w14:paraId="665E0A2E" w14:textId="77777777" w:rsidTr="009E55AA">
        <w:trPr>
          <w:trHeight w:val="495"/>
        </w:trPr>
        <w:tc>
          <w:tcPr>
            <w:tcW w:w="828" w:type="dxa"/>
            <w:shd w:val="clear" w:color="auto" w:fill="auto"/>
          </w:tcPr>
          <w:p w14:paraId="2CFF37AE" w14:textId="77777777" w:rsidR="00CB6AD1" w:rsidRPr="00CB6AD1" w:rsidRDefault="00CB6AD1" w:rsidP="00CB6AD1">
            <w:pPr>
              <w:jc w:val="center"/>
            </w:pPr>
            <w:r w:rsidRPr="00CB6AD1">
              <w:t>5.</w:t>
            </w:r>
          </w:p>
        </w:tc>
        <w:tc>
          <w:tcPr>
            <w:tcW w:w="7380" w:type="dxa"/>
            <w:shd w:val="clear" w:color="auto" w:fill="auto"/>
          </w:tcPr>
          <w:p w14:paraId="5607D4CB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Skuodo rajono savivaldybės aplinkos monitoringo programai parengti ir įgyvendinti</w:t>
            </w:r>
          </w:p>
        </w:tc>
        <w:tc>
          <w:tcPr>
            <w:tcW w:w="1620" w:type="dxa"/>
            <w:shd w:val="clear" w:color="auto" w:fill="auto"/>
          </w:tcPr>
          <w:p w14:paraId="057B4DA3" w14:textId="77777777" w:rsidR="00CB6AD1" w:rsidRPr="00CB6AD1" w:rsidRDefault="00CB6AD1" w:rsidP="00CB6AD1">
            <w:pPr>
              <w:jc w:val="center"/>
            </w:pPr>
            <w:r w:rsidRPr="00CB6AD1">
              <w:t>8 000</w:t>
            </w:r>
          </w:p>
        </w:tc>
      </w:tr>
      <w:tr w:rsidR="00CB6AD1" w:rsidRPr="00CB6AD1" w14:paraId="28442A16" w14:textId="77777777" w:rsidTr="009E55AA">
        <w:tc>
          <w:tcPr>
            <w:tcW w:w="828" w:type="dxa"/>
            <w:shd w:val="clear" w:color="auto" w:fill="auto"/>
          </w:tcPr>
          <w:p w14:paraId="40B967BE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rPr>
                <w:b/>
              </w:rPr>
              <w:t>V.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23CDC67B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Visuomenės švietimo ir mokymo aplinkosaugos klausimais priemonėms</w:t>
            </w:r>
          </w:p>
        </w:tc>
      </w:tr>
      <w:tr w:rsidR="00CB6AD1" w:rsidRPr="00CB6AD1" w14:paraId="496914D8" w14:textId="77777777" w:rsidTr="009E55AA">
        <w:tc>
          <w:tcPr>
            <w:tcW w:w="828" w:type="dxa"/>
            <w:shd w:val="clear" w:color="auto" w:fill="auto"/>
          </w:tcPr>
          <w:p w14:paraId="5A0F59D1" w14:textId="77777777" w:rsidR="00CB6AD1" w:rsidRPr="00CB6AD1" w:rsidRDefault="00CB6AD1" w:rsidP="00CB6AD1">
            <w:pPr>
              <w:jc w:val="center"/>
            </w:pPr>
            <w:r w:rsidRPr="00CB6AD1">
              <w:rPr>
                <w:strike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14:paraId="19F5A03D" w14:textId="77777777" w:rsidR="00CB6AD1" w:rsidRPr="00CB6AD1" w:rsidRDefault="00CB6AD1" w:rsidP="00CB6AD1">
            <w:pPr>
              <w:jc w:val="center"/>
            </w:pPr>
            <w:r w:rsidRPr="00CB6AD1">
              <w:rPr>
                <w:strike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7F10FA8E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-</w:t>
            </w:r>
          </w:p>
        </w:tc>
      </w:tr>
      <w:tr w:rsidR="00CB6AD1" w:rsidRPr="00CB6AD1" w14:paraId="2F78490E" w14:textId="77777777" w:rsidTr="009E55AA">
        <w:tc>
          <w:tcPr>
            <w:tcW w:w="828" w:type="dxa"/>
            <w:shd w:val="clear" w:color="auto" w:fill="auto"/>
          </w:tcPr>
          <w:p w14:paraId="5F5174AA" w14:textId="77777777" w:rsidR="00CB6AD1" w:rsidRPr="00CB6AD1" w:rsidRDefault="00CB6AD1" w:rsidP="00CB6AD1">
            <w:pPr>
              <w:jc w:val="center"/>
              <w:rPr>
                <w:b/>
              </w:rPr>
            </w:pPr>
            <w:r w:rsidRPr="00CB6AD1">
              <w:rPr>
                <w:b/>
              </w:rPr>
              <w:t>VI.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52F58190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Želdynų ir želdinių apsaugos, tvarkymo, būklės stebėsenos, želdynų kūrimo, želdinių veisimo ir inventorizavimo priemonėms</w:t>
            </w:r>
          </w:p>
        </w:tc>
      </w:tr>
      <w:tr w:rsidR="00CB6AD1" w:rsidRPr="00CB6AD1" w14:paraId="58A00152" w14:textId="77777777" w:rsidTr="009E55AA">
        <w:tc>
          <w:tcPr>
            <w:tcW w:w="828" w:type="dxa"/>
            <w:shd w:val="clear" w:color="auto" w:fill="auto"/>
          </w:tcPr>
          <w:p w14:paraId="34976C76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380" w:type="dxa"/>
            <w:shd w:val="clear" w:color="auto" w:fill="auto"/>
          </w:tcPr>
          <w:p w14:paraId="3028C48F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administracijos seniūnijoms – pavojų keliančių medžių šalinimo, genėjimo darbams finansuoti:</w:t>
            </w:r>
          </w:p>
          <w:p w14:paraId="270965B0" w14:textId="77777777" w:rsidR="00CB6AD1" w:rsidRPr="00CB6AD1" w:rsidRDefault="00CB6AD1" w:rsidP="00CB6AD1">
            <w:pPr>
              <w:jc w:val="both"/>
            </w:pPr>
            <w:r w:rsidRPr="00CB6AD1">
              <w:t>Aleksandrijos seniūnijai</w:t>
            </w:r>
          </w:p>
          <w:p w14:paraId="2E8ECC35" w14:textId="77777777" w:rsidR="00CB6AD1" w:rsidRPr="00CB6AD1" w:rsidRDefault="00CB6AD1" w:rsidP="00CB6AD1">
            <w:pPr>
              <w:jc w:val="both"/>
            </w:pPr>
            <w:r w:rsidRPr="00CB6AD1">
              <w:t>Barstyčių seniūnijai</w:t>
            </w:r>
          </w:p>
          <w:p w14:paraId="373CDABB" w14:textId="77777777" w:rsidR="00CB6AD1" w:rsidRPr="00CB6AD1" w:rsidRDefault="00CB6AD1" w:rsidP="00CB6AD1">
            <w:pPr>
              <w:jc w:val="both"/>
            </w:pPr>
            <w:r w:rsidRPr="00CB6AD1">
              <w:t>Ylakių seniūnijai</w:t>
            </w:r>
          </w:p>
          <w:p w14:paraId="34A00ABB" w14:textId="77777777" w:rsidR="00CB6AD1" w:rsidRPr="00CB6AD1" w:rsidRDefault="00CB6AD1" w:rsidP="00CB6AD1">
            <w:pPr>
              <w:jc w:val="both"/>
            </w:pPr>
            <w:r w:rsidRPr="00CB6AD1">
              <w:t>Lenkimų seniūnijai</w:t>
            </w:r>
          </w:p>
          <w:p w14:paraId="7AC876C1" w14:textId="77777777" w:rsidR="00CB6AD1" w:rsidRPr="00CB6AD1" w:rsidRDefault="00CB6AD1" w:rsidP="00CB6AD1">
            <w:pPr>
              <w:jc w:val="both"/>
            </w:pPr>
            <w:r w:rsidRPr="00CB6AD1">
              <w:t>Mosėdžio seniūnijai</w:t>
            </w:r>
          </w:p>
          <w:p w14:paraId="7780CD9C" w14:textId="77777777" w:rsidR="00CB6AD1" w:rsidRPr="00CB6AD1" w:rsidRDefault="00CB6AD1" w:rsidP="00CB6AD1">
            <w:pPr>
              <w:jc w:val="both"/>
            </w:pPr>
            <w:r w:rsidRPr="00CB6AD1">
              <w:t>Notėnų seniūnijai</w:t>
            </w:r>
          </w:p>
          <w:p w14:paraId="235CD17C" w14:textId="77777777" w:rsidR="00CB6AD1" w:rsidRPr="00CB6AD1" w:rsidRDefault="00CB6AD1" w:rsidP="00CB6AD1">
            <w:pPr>
              <w:jc w:val="both"/>
            </w:pPr>
            <w:r w:rsidRPr="00CB6AD1">
              <w:t>Skuodo seniūnijai</w:t>
            </w:r>
          </w:p>
          <w:p w14:paraId="3ADD469B" w14:textId="77777777" w:rsidR="00CB6AD1" w:rsidRPr="00CB6AD1" w:rsidRDefault="00CB6AD1" w:rsidP="00CB6AD1">
            <w:pPr>
              <w:jc w:val="both"/>
            </w:pPr>
            <w:r w:rsidRPr="00CB6AD1">
              <w:t>Skuodo miesto seniūnijai</w:t>
            </w:r>
          </w:p>
          <w:p w14:paraId="55EA89DD" w14:textId="77777777" w:rsidR="00CB6AD1" w:rsidRPr="00CB6AD1" w:rsidRDefault="00CB6AD1" w:rsidP="00CB6AD1">
            <w:pPr>
              <w:jc w:val="both"/>
              <w:rPr>
                <w:b/>
              </w:rPr>
            </w:pPr>
            <w:r w:rsidRPr="00CB6AD1">
              <w:t>Šačių seniūnijai</w:t>
            </w:r>
          </w:p>
        </w:tc>
        <w:tc>
          <w:tcPr>
            <w:tcW w:w="1620" w:type="dxa"/>
            <w:shd w:val="clear" w:color="auto" w:fill="auto"/>
          </w:tcPr>
          <w:p w14:paraId="21B7D028" w14:textId="77777777" w:rsidR="00CB6AD1" w:rsidRPr="00CB6AD1" w:rsidRDefault="00CB6AD1" w:rsidP="00CB6AD1">
            <w:pPr>
              <w:jc w:val="center"/>
            </w:pPr>
          </w:p>
          <w:p w14:paraId="23B96573" w14:textId="77777777" w:rsidR="00CB6AD1" w:rsidRPr="00CB6AD1" w:rsidRDefault="00CB6AD1" w:rsidP="00CB6AD1">
            <w:pPr>
              <w:jc w:val="center"/>
            </w:pPr>
          </w:p>
          <w:p w14:paraId="1A75BB3B" w14:textId="77777777" w:rsidR="00CB6AD1" w:rsidRPr="00CB6AD1" w:rsidRDefault="00CB6AD1" w:rsidP="00CB6AD1">
            <w:pPr>
              <w:jc w:val="center"/>
            </w:pPr>
            <w:r w:rsidRPr="00CB6AD1">
              <w:t>600</w:t>
            </w:r>
          </w:p>
          <w:p w14:paraId="319C80BB" w14:textId="77777777" w:rsidR="00CB6AD1" w:rsidRPr="00CB6AD1" w:rsidRDefault="00CB6AD1" w:rsidP="00CB6AD1">
            <w:pPr>
              <w:jc w:val="center"/>
            </w:pPr>
            <w:r w:rsidRPr="00CB6AD1">
              <w:t>300</w:t>
            </w:r>
          </w:p>
          <w:p w14:paraId="5C03458C" w14:textId="77777777" w:rsidR="00CB6AD1" w:rsidRPr="00CB6AD1" w:rsidRDefault="00CB6AD1" w:rsidP="00CB6AD1">
            <w:pPr>
              <w:jc w:val="center"/>
            </w:pPr>
            <w:r w:rsidRPr="00CB6AD1">
              <w:t>400</w:t>
            </w:r>
          </w:p>
          <w:p w14:paraId="048FEDDF" w14:textId="77777777" w:rsidR="00CB6AD1" w:rsidRPr="00CB6AD1" w:rsidRDefault="00CB6AD1" w:rsidP="00CB6AD1">
            <w:pPr>
              <w:jc w:val="center"/>
            </w:pPr>
            <w:r w:rsidRPr="00CB6AD1">
              <w:t>600</w:t>
            </w:r>
          </w:p>
          <w:p w14:paraId="20A5279B" w14:textId="77777777" w:rsidR="00CB6AD1" w:rsidRPr="00CB6AD1" w:rsidRDefault="00CB6AD1" w:rsidP="00CB6AD1">
            <w:pPr>
              <w:jc w:val="center"/>
            </w:pPr>
            <w:r w:rsidRPr="00CB6AD1">
              <w:t>1 000</w:t>
            </w:r>
          </w:p>
          <w:p w14:paraId="7AED237F" w14:textId="77777777" w:rsidR="00CB6AD1" w:rsidRPr="00CB6AD1" w:rsidRDefault="00CB6AD1" w:rsidP="00CB6AD1">
            <w:pPr>
              <w:jc w:val="center"/>
            </w:pPr>
            <w:r w:rsidRPr="00CB6AD1">
              <w:t>400</w:t>
            </w:r>
          </w:p>
          <w:p w14:paraId="7677B632" w14:textId="77777777" w:rsidR="00CB6AD1" w:rsidRPr="00CB6AD1" w:rsidRDefault="00CB6AD1" w:rsidP="00CB6AD1">
            <w:pPr>
              <w:jc w:val="center"/>
            </w:pPr>
            <w:r w:rsidRPr="00CB6AD1">
              <w:t>800</w:t>
            </w:r>
          </w:p>
          <w:p w14:paraId="69958E21" w14:textId="77777777" w:rsidR="00CB6AD1" w:rsidRPr="00CB6AD1" w:rsidRDefault="00CB6AD1" w:rsidP="00CB6AD1">
            <w:pPr>
              <w:jc w:val="center"/>
            </w:pPr>
            <w:r w:rsidRPr="00CB6AD1">
              <w:t>1 300</w:t>
            </w:r>
          </w:p>
          <w:p w14:paraId="297A6C78" w14:textId="77777777" w:rsidR="00CB6AD1" w:rsidRPr="00CB6AD1" w:rsidRDefault="00CB6AD1" w:rsidP="00CB6AD1">
            <w:pPr>
              <w:jc w:val="center"/>
            </w:pPr>
            <w:r w:rsidRPr="00CB6AD1">
              <w:t>600</w:t>
            </w:r>
          </w:p>
        </w:tc>
      </w:tr>
      <w:tr w:rsidR="00CB6AD1" w:rsidRPr="00CB6AD1" w14:paraId="6C51EF2C" w14:textId="77777777" w:rsidTr="009E55AA">
        <w:tc>
          <w:tcPr>
            <w:tcW w:w="828" w:type="dxa"/>
            <w:shd w:val="clear" w:color="auto" w:fill="auto"/>
          </w:tcPr>
          <w:p w14:paraId="0D5F9CCE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VII.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280F4189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Savivaldybės visuomenės sveikatos rėmimo specialiajai programai</w:t>
            </w:r>
          </w:p>
        </w:tc>
      </w:tr>
      <w:tr w:rsidR="00CB6AD1" w:rsidRPr="00CB6AD1" w14:paraId="78C8A20A" w14:textId="77777777" w:rsidTr="009E55AA">
        <w:tc>
          <w:tcPr>
            <w:tcW w:w="828" w:type="dxa"/>
            <w:shd w:val="clear" w:color="auto" w:fill="auto"/>
          </w:tcPr>
          <w:p w14:paraId="1E5152FD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</w:tc>
        <w:tc>
          <w:tcPr>
            <w:tcW w:w="7380" w:type="dxa"/>
            <w:shd w:val="clear" w:color="auto" w:fill="auto"/>
          </w:tcPr>
          <w:p w14:paraId="30E96BE2" w14:textId="77777777" w:rsidR="00CB6AD1" w:rsidRPr="00CB6AD1" w:rsidRDefault="00CB6AD1" w:rsidP="00CB6AD1">
            <w:pPr>
              <w:jc w:val="both"/>
            </w:pPr>
            <w:r w:rsidRPr="00CB6AD1">
              <w:t>Skuodo rajono savivaldybės administracijai – Gyventojų sveikatos apsaugos programos priemonėms finansuoti</w:t>
            </w:r>
          </w:p>
        </w:tc>
        <w:tc>
          <w:tcPr>
            <w:tcW w:w="1620" w:type="dxa"/>
            <w:shd w:val="clear" w:color="auto" w:fill="auto"/>
          </w:tcPr>
          <w:p w14:paraId="05DC8AE2" w14:textId="77777777" w:rsidR="00CB6AD1" w:rsidRPr="00CB6AD1" w:rsidRDefault="00CB6AD1" w:rsidP="00CB6AD1">
            <w:pPr>
              <w:jc w:val="center"/>
            </w:pPr>
            <w:r w:rsidRPr="00CB6AD1">
              <w:t>6 415</w:t>
            </w:r>
          </w:p>
        </w:tc>
      </w:tr>
      <w:tr w:rsidR="00CB6AD1" w:rsidRPr="00CB6AD1" w14:paraId="6D9F0E0A" w14:textId="77777777" w:rsidTr="009E55AA">
        <w:tc>
          <w:tcPr>
            <w:tcW w:w="828" w:type="dxa"/>
            <w:shd w:val="clear" w:color="auto" w:fill="auto"/>
          </w:tcPr>
          <w:p w14:paraId="43FD64B3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VIII.</w:t>
            </w:r>
          </w:p>
        </w:tc>
        <w:tc>
          <w:tcPr>
            <w:tcW w:w="9000" w:type="dxa"/>
            <w:gridSpan w:val="2"/>
            <w:shd w:val="clear" w:color="auto" w:fill="auto"/>
          </w:tcPr>
          <w:p w14:paraId="6B0D05A9" w14:textId="77777777" w:rsidR="00CB6AD1" w:rsidRPr="00CB6AD1" w:rsidRDefault="00CB6AD1" w:rsidP="00CB6AD1">
            <w:pPr>
              <w:jc w:val="center"/>
            </w:pPr>
            <w:r w:rsidRPr="00CB6AD1">
              <w:rPr>
                <w:b/>
              </w:rPr>
              <w:t>Priemonėms, kurioms finansuoti naudojamos lėšos, surinktos už medžiojamųjų gyvūnų išteklių naudojimą</w:t>
            </w:r>
          </w:p>
        </w:tc>
      </w:tr>
      <w:tr w:rsidR="00CB6AD1" w:rsidRPr="00CB6AD1" w14:paraId="61E086C0" w14:textId="77777777" w:rsidTr="009E55AA">
        <w:tc>
          <w:tcPr>
            <w:tcW w:w="828" w:type="dxa"/>
            <w:shd w:val="clear" w:color="auto" w:fill="auto"/>
          </w:tcPr>
          <w:p w14:paraId="09EA9A56" w14:textId="77777777" w:rsidR="00CB6AD1" w:rsidRPr="00CB6AD1" w:rsidRDefault="00CB6AD1" w:rsidP="00CB6AD1">
            <w:pPr>
              <w:jc w:val="center"/>
            </w:pPr>
            <w:r w:rsidRPr="00CB6AD1">
              <w:t>1.</w:t>
            </w:r>
          </w:p>
          <w:p w14:paraId="082F7CBC" w14:textId="77777777" w:rsidR="00CB6AD1" w:rsidRPr="00CB6AD1" w:rsidRDefault="00CB6AD1" w:rsidP="00CB6AD1"/>
        </w:tc>
        <w:tc>
          <w:tcPr>
            <w:tcW w:w="7380" w:type="dxa"/>
            <w:shd w:val="clear" w:color="auto" w:fill="auto"/>
          </w:tcPr>
          <w:p w14:paraId="20D0E136" w14:textId="77777777" w:rsidR="00CB6AD1" w:rsidRPr="00CB6AD1" w:rsidRDefault="00CB6AD1" w:rsidP="00CB6AD1">
            <w:pPr>
              <w:jc w:val="both"/>
            </w:pPr>
            <w:r w:rsidRPr="00CB6AD1">
              <w:rPr>
                <w:snapToGrid w:val="0"/>
              </w:rPr>
              <w:t>Žemės</w:t>
            </w:r>
            <w:r w:rsidRPr="00CB6AD1">
              <w:rPr>
                <w:bCs/>
                <w:snapToGrid w:val="0"/>
              </w:rPr>
              <w:t xml:space="preserve"> </w:t>
            </w:r>
            <w:r w:rsidRPr="00CB6AD1">
              <w:rPr>
                <w:snapToGrid w:val="0"/>
              </w:rPr>
              <w:t xml:space="preserve">sklypų, kuriuose medžioklė nėra uždrausta, savininkų, valdytojų </w:t>
            </w:r>
            <w:r w:rsidRPr="00CB6AD1">
              <w:t xml:space="preserve">ir naudotojų įgyvendinamoms žalos prevencijos priemonėms, kuriomis jie </w:t>
            </w:r>
            <w:r w:rsidRPr="00CB6AD1">
              <w:rPr>
                <w:snapToGrid w:val="0"/>
              </w:rPr>
              <w:t xml:space="preserve">siekia išvengti medžiojamųjų gyvūnų daromos žalos (želdinių apdorojimas repelentais, aptvėrimas tvoromis ar apsauginėmis juostomis, želdinių, gerinančių laukinių gyvūnų natūralias mitybos sąlygas, veisimas, </w:t>
            </w:r>
            <w:r w:rsidRPr="00CB6AD1">
              <w:t>bebraviečių ardymo darbai</w:t>
            </w:r>
            <w:r w:rsidRPr="00CB6AD1">
              <w:rPr>
                <w:snapToGrid w:val="0"/>
              </w:rPr>
              <w:t xml:space="preserve"> ir kitos priemonės), </w:t>
            </w:r>
            <w:r w:rsidRPr="00CB6AD1">
              <w:t>įsigyti kartografinę ir kitą medžiagą, reikalingą pagal Medžioklės įstatymo reikalavimus rengiamiems medžioklės plotų vienetų sudarymo ar jų ribų pakeitimo projektams parengti</w:t>
            </w:r>
          </w:p>
        </w:tc>
        <w:tc>
          <w:tcPr>
            <w:tcW w:w="1620" w:type="dxa"/>
            <w:shd w:val="clear" w:color="auto" w:fill="auto"/>
          </w:tcPr>
          <w:p w14:paraId="085C8ED7" w14:textId="77777777" w:rsidR="00CB6AD1" w:rsidRPr="00CB6AD1" w:rsidRDefault="00CB6AD1" w:rsidP="00CB6AD1">
            <w:pPr>
              <w:jc w:val="center"/>
            </w:pPr>
            <w:r w:rsidRPr="00CB6AD1">
              <w:t>24 473</w:t>
            </w:r>
          </w:p>
        </w:tc>
      </w:tr>
      <w:tr w:rsidR="00CB6AD1" w:rsidRPr="00CB6AD1" w14:paraId="1B40D88C" w14:textId="77777777" w:rsidTr="009E55AA">
        <w:tc>
          <w:tcPr>
            <w:tcW w:w="828" w:type="dxa"/>
            <w:shd w:val="clear" w:color="auto" w:fill="auto"/>
          </w:tcPr>
          <w:p w14:paraId="7D9E59E0" w14:textId="77777777" w:rsidR="00CB6AD1" w:rsidRPr="00CB6AD1" w:rsidRDefault="00CB6AD1" w:rsidP="00CB6AD1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14:paraId="3EEAD651" w14:textId="77777777" w:rsidR="00CB6AD1" w:rsidRPr="00CB6AD1" w:rsidRDefault="00CB6AD1" w:rsidP="00CB6AD1">
            <w:pPr>
              <w:jc w:val="both"/>
              <w:rPr>
                <w:b/>
              </w:rPr>
            </w:pPr>
            <w:r w:rsidRPr="00CB6AD1">
              <w:rPr>
                <w:b/>
              </w:rPr>
              <w:t>Iš viso</w:t>
            </w:r>
          </w:p>
        </w:tc>
        <w:tc>
          <w:tcPr>
            <w:tcW w:w="1620" w:type="dxa"/>
            <w:shd w:val="clear" w:color="auto" w:fill="auto"/>
          </w:tcPr>
          <w:p w14:paraId="522CC9A6" w14:textId="77777777" w:rsidR="00CB6AD1" w:rsidRPr="00CB6AD1" w:rsidRDefault="00CB6AD1" w:rsidP="00CB6AD1">
            <w:pPr>
              <w:jc w:val="center"/>
            </w:pPr>
            <w:r w:rsidRPr="00CB6AD1">
              <w:t>65 608</w:t>
            </w:r>
          </w:p>
        </w:tc>
      </w:tr>
    </w:tbl>
    <w:p w14:paraId="21C03446" w14:textId="77777777" w:rsidR="00CB6AD1" w:rsidRPr="00CB6AD1" w:rsidRDefault="00CB6AD1" w:rsidP="00CB6AD1">
      <w:pPr>
        <w:jc w:val="center"/>
      </w:pPr>
      <w:r w:rsidRPr="00CB6AD1">
        <w:t>__________________________</w:t>
      </w:r>
    </w:p>
    <w:p w14:paraId="65A22ADC" w14:textId="77777777" w:rsidR="00CB6AD1" w:rsidRPr="00CB6AD1" w:rsidRDefault="00CB6AD1" w:rsidP="00CB6AD1">
      <w:pPr>
        <w:rPr>
          <w:lang w:eastAsia="de-DE"/>
        </w:rPr>
      </w:pPr>
    </w:p>
    <w:p w14:paraId="19531410" w14:textId="77777777" w:rsidR="00CB6AD1" w:rsidRPr="00CB6AD1" w:rsidRDefault="00CB6AD1" w:rsidP="00CB6AD1">
      <w:pPr>
        <w:rPr>
          <w:lang w:eastAsia="de-DE"/>
        </w:rPr>
      </w:pPr>
    </w:p>
    <w:p w14:paraId="29E93F6B" w14:textId="37273738" w:rsidR="001C2911" w:rsidRPr="00CB6AD1" w:rsidRDefault="00CB6AD1" w:rsidP="00CB6AD1">
      <w:r w:rsidRPr="00CB6AD1">
        <w:rPr>
          <w:lang w:eastAsia="de-DE"/>
        </w:rPr>
        <w:t>Mindaugas Perminas, tel. (8 440) 45 562</w:t>
      </w:r>
    </w:p>
    <w:sectPr w:rsidR="001C2911" w:rsidRPr="00CB6AD1" w:rsidSect="006A24AA">
      <w:headerReference w:type="default" r:id="rId7"/>
      <w:pgSz w:w="11906" w:h="16838" w:code="9"/>
      <w:pgMar w:top="1021" w:right="567" w:bottom="102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1FD84" w14:textId="77777777" w:rsidR="006A24AA" w:rsidRDefault="006A24AA" w:rsidP="00D31822">
      <w:r>
        <w:separator/>
      </w:r>
    </w:p>
  </w:endnote>
  <w:endnote w:type="continuationSeparator" w:id="0">
    <w:p w14:paraId="419F83A1" w14:textId="77777777" w:rsidR="006A24AA" w:rsidRDefault="006A24AA" w:rsidP="00D3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7970" w14:textId="77777777" w:rsidR="006A24AA" w:rsidRDefault="006A24AA" w:rsidP="00D31822">
      <w:r>
        <w:separator/>
      </w:r>
    </w:p>
  </w:footnote>
  <w:footnote w:type="continuationSeparator" w:id="0">
    <w:p w14:paraId="09DD5AC9" w14:textId="77777777" w:rsidR="006A24AA" w:rsidRDefault="006A24AA" w:rsidP="00D31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0B51" w14:textId="77777777" w:rsidR="00D31822" w:rsidRDefault="00D31822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6AD1">
      <w:rPr>
        <w:noProof/>
      </w:rPr>
      <w:t>2</w:t>
    </w:r>
    <w:r>
      <w:rPr>
        <w:noProof/>
      </w:rPr>
      <w:fldChar w:fldCharType="end"/>
    </w:r>
  </w:p>
  <w:p w14:paraId="14CBD18F" w14:textId="77777777" w:rsidR="00D31822" w:rsidRDefault="00D3182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7A"/>
    <w:rsid w:val="00012AE4"/>
    <w:rsid w:val="0001390C"/>
    <w:rsid w:val="00015BC0"/>
    <w:rsid w:val="00020E7A"/>
    <w:rsid w:val="00021BBA"/>
    <w:rsid w:val="0002468F"/>
    <w:rsid w:val="00036772"/>
    <w:rsid w:val="00047C41"/>
    <w:rsid w:val="00053B8F"/>
    <w:rsid w:val="00090448"/>
    <w:rsid w:val="00090A33"/>
    <w:rsid w:val="000960D1"/>
    <w:rsid w:val="000A2DAB"/>
    <w:rsid w:val="000A44D3"/>
    <w:rsid w:val="000A7171"/>
    <w:rsid w:val="000B2825"/>
    <w:rsid w:val="000B5134"/>
    <w:rsid w:val="000B529D"/>
    <w:rsid w:val="000C2F9C"/>
    <w:rsid w:val="000C5CD0"/>
    <w:rsid w:val="000D5997"/>
    <w:rsid w:val="000E1AAA"/>
    <w:rsid w:val="000E26F5"/>
    <w:rsid w:val="000F266F"/>
    <w:rsid w:val="001277D4"/>
    <w:rsid w:val="00136933"/>
    <w:rsid w:val="00143FEA"/>
    <w:rsid w:val="001448CA"/>
    <w:rsid w:val="0016290B"/>
    <w:rsid w:val="001667DC"/>
    <w:rsid w:val="001713FD"/>
    <w:rsid w:val="00174A8D"/>
    <w:rsid w:val="00180D4B"/>
    <w:rsid w:val="00186FC7"/>
    <w:rsid w:val="001876EF"/>
    <w:rsid w:val="001A7E37"/>
    <w:rsid w:val="001B25CD"/>
    <w:rsid w:val="001B337C"/>
    <w:rsid w:val="001B461A"/>
    <w:rsid w:val="001B6908"/>
    <w:rsid w:val="001B6D81"/>
    <w:rsid w:val="001C2911"/>
    <w:rsid w:val="001C29AA"/>
    <w:rsid w:val="001D2037"/>
    <w:rsid w:val="001D4C85"/>
    <w:rsid w:val="001E3857"/>
    <w:rsid w:val="001E71C8"/>
    <w:rsid w:val="001F2F9A"/>
    <w:rsid w:val="001F48DF"/>
    <w:rsid w:val="001F6B6A"/>
    <w:rsid w:val="002036AD"/>
    <w:rsid w:val="002066F2"/>
    <w:rsid w:val="002068D5"/>
    <w:rsid w:val="0021458F"/>
    <w:rsid w:val="002171CC"/>
    <w:rsid w:val="002352A3"/>
    <w:rsid w:val="0026024A"/>
    <w:rsid w:val="00280D41"/>
    <w:rsid w:val="00287BF5"/>
    <w:rsid w:val="00295B8E"/>
    <w:rsid w:val="002A4929"/>
    <w:rsid w:val="002D618C"/>
    <w:rsid w:val="002E7DE4"/>
    <w:rsid w:val="002F2E95"/>
    <w:rsid w:val="002F4B35"/>
    <w:rsid w:val="002F737F"/>
    <w:rsid w:val="00307BE0"/>
    <w:rsid w:val="00323043"/>
    <w:rsid w:val="0034224B"/>
    <w:rsid w:val="00345C2B"/>
    <w:rsid w:val="00366293"/>
    <w:rsid w:val="00370267"/>
    <w:rsid w:val="00373857"/>
    <w:rsid w:val="00390AE9"/>
    <w:rsid w:val="00393AA8"/>
    <w:rsid w:val="003A4832"/>
    <w:rsid w:val="003B0EB3"/>
    <w:rsid w:val="003C0ADD"/>
    <w:rsid w:val="003D1706"/>
    <w:rsid w:val="003D33C0"/>
    <w:rsid w:val="003D725A"/>
    <w:rsid w:val="003F6D43"/>
    <w:rsid w:val="00401479"/>
    <w:rsid w:val="00402A08"/>
    <w:rsid w:val="00411C5B"/>
    <w:rsid w:val="00412A14"/>
    <w:rsid w:val="00413782"/>
    <w:rsid w:val="004222D2"/>
    <w:rsid w:val="00430F62"/>
    <w:rsid w:val="00433186"/>
    <w:rsid w:val="00433440"/>
    <w:rsid w:val="00447A92"/>
    <w:rsid w:val="004507E7"/>
    <w:rsid w:val="004553D9"/>
    <w:rsid w:val="004645BC"/>
    <w:rsid w:val="004655B4"/>
    <w:rsid w:val="00471C10"/>
    <w:rsid w:val="00497B6C"/>
    <w:rsid w:val="004A0364"/>
    <w:rsid w:val="004A05B9"/>
    <w:rsid w:val="004A0DD8"/>
    <w:rsid w:val="004A0F72"/>
    <w:rsid w:val="004A5B8A"/>
    <w:rsid w:val="004B5E22"/>
    <w:rsid w:val="004C1890"/>
    <w:rsid w:val="004C4344"/>
    <w:rsid w:val="004D3A33"/>
    <w:rsid w:val="004D5DAC"/>
    <w:rsid w:val="004E1E02"/>
    <w:rsid w:val="004E518D"/>
    <w:rsid w:val="004E7F24"/>
    <w:rsid w:val="004F5464"/>
    <w:rsid w:val="00504D0C"/>
    <w:rsid w:val="005142C5"/>
    <w:rsid w:val="005173EE"/>
    <w:rsid w:val="00521DED"/>
    <w:rsid w:val="005230E5"/>
    <w:rsid w:val="005309D4"/>
    <w:rsid w:val="00551E90"/>
    <w:rsid w:val="0056369C"/>
    <w:rsid w:val="005658B4"/>
    <w:rsid w:val="005759C4"/>
    <w:rsid w:val="00576E8E"/>
    <w:rsid w:val="00577185"/>
    <w:rsid w:val="00580CA9"/>
    <w:rsid w:val="005832EE"/>
    <w:rsid w:val="00583651"/>
    <w:rsid w:val="005843BE"/>
    <w:rsid w:val="0058712A"/>
    <w:rsid w:val="005A57ED"/>
    <w:rsid w:val="005A7D6E"/>
    <w:rsid w:val="005B0B89"/>
    <w:rsid w:val="005B13EF"/>
    <w:rsid w:val="005B3748"/>
    <w:rsid w:val="005C27CF"/>
    <w:rsid w:val="005C3D8E"/>
    <w:rsid w:val="005C7CB1"/>
    <w:rsid w:val="005E2E4A"/>
    <w:rsid w:val="005F0989"/>
    <w:rsid w:val="005F4061"/>
    <w:rsid w:val="006077EF"/>
    <w:rsid w:val="0061452C"/>
    <w:rsid w:val="00617887"/>
    <w:rsid w:val="00623D51"/>
    <w:rsid w:val="00626897"/>
    <w:rsid w:val="00627C00"/>
    <w:rsid w:val="006351D4"/>
    <w:rsid w:val="006439FF"/>
    <w:rsid w:val="0064633E"/>
    <w:rsid w:val="006547AE"/>
    <w:rsid w:val="00654B1E"/>
    <w:rsid w:val="00656D9C"/>
    <w:rsid w:val="00664498"/>
    <w:rsid w:val="00697C3A"/>
    <w:rsid w:val="00697FAC"/>
    <w:rsid w:val="006A24AA"/>
    <w:rsid w:val="006A2B61"/>
    <w:rsid w:val="006A6142"/>
    <w:rsid w:val="006B1BE6"/>
    <w:rsid w:val="006B2C92"/>
    <w:rsid w:val="006C6058"/>
    <w:rsid w:val="006C6B3C"/>
    <w:rsid w:val="006D1883"/>
    <w:rsid w:val="006D7303"/>
    <w:rsid w:val="006E6EA3"/>
    <w:rsid w:val="006E7754"/>
    <w:rsid w:val="006F72CF"/>
    <w:rsid w:val="006F7A9F"/>
    <w:rsid w:val="006F7C1D"/>
    <w:rsid w:val="00710758"/>
    <w:rsid w:val="00717C92"/>
    <w:rsid w:val="0072392F"/>
    <w:rsid w:val="00723BFE"/>
    <w:rsid w:val="007362AA"/>
    <w:rsid w:val="007404D9"/>
    <w:rsid w:val="00742628"/>
    <w:rsid w:val="00745D9B"/>
    <w:rsid w:val="007460CC"/>
    <w:rsid w:val="00752A54"/>
    <w:rsid w:val="00756FDB"/>
    <w:rsid w:val="00757997"/>
    <w:rsid w:val="00765158"/>
    <w:rsid w:val="00765924"/>
    <w:rsid w:val="007717C6"/>
    <w:rsid w:val="00782454"/>
    <w:rsid w:val="00784C45"/>
    <w:rsid w:val="00796104"/>
    <w:rsid w:val="007A0A98"/>
    <w:rsid w:val="007A4B56"/>
    <w:rsid w:val="007A4D53"/>
    <w:rsid w:val="007A698E"/>
    <w:rsid w:val="007B1A13"/>
    <w:rsid w:val="007B1C6E"/>
    <w:rsid w:val="007B1F10"/>
    <w:rsid w:val="007C0526"/>
    <w:rsid w:val="007C1CF3"/>
    <w:rsid w:val="007D4706"/>
    <w:rsid w:val="007E079A"/>
    <w:rsid w:val="007E65B1"/>
    <w:rsid w:val="007F714E"/>
    <w:rsid w:val="008109DE"/>
    <w:rsid w:val="00813129"/>
    <w:rsid w:val="00822D1D"/>
    <w:rsid w:val="00831E79"/>
    <w:rsid w:val="00831F25"/>
    <w:rsid w:val="008334F8"/>
    <w:rsid w:val="00840B0A"/>
    <w:rsid w:val="00841EFE"/>
    <w:rsid w:val="0084551D"/>
    <w:rsid w:val="00852693"/>
    <w:rsid w:val="0085275D"/>
    <w:rsid w:val="00856C26"/>
    <w:rsid w:val="00865851"/>
    <w:rsid w:val="00874723"/>
    <w:rsid w:val="008762A8"/>
    <w:rsid w:val="008A2AFB"/>
    <w:rsid w:val="008A5C35"/>
    <w:rsid w:val="008B05F2"/>
    <w:rsid w:val="008B09FB"/>
    <w:rsid w:val="008B1C32"/>
    <w:rsid w:val="008B4647"/>
    <w:rsid w:val="008B473F"/>
    <w:rsid w:val="008E06F8"/>
    <w:rsid w:val="008E5957"/>
    <w:rsid w:val="008F0346"/>
    <w:rsid w:val="00912D3C"/>
    <w:rsid w:val="009204F3"/>
    <w:rsid w:val="009223A0"/>
    <w:rsid w:val="00924B9F"/>
    <w:rsid w:val="0092507B"/>
    <w:rsid w:val="0094314E"/>
    <w:rsid w:val="00944BE3"/>
    <w:rsid w:val="009459F9"/>
    <w:rsid w:val="00961A75"/>
    <w:rsid w:val="00970F82"/>
    <w:rsid w:val="009A1D42"/>
    <w:rsid w:val="009B5951"/>
    <w:rsid w:val="009C1850"/>
    <w:rsid w:val="009D585D"/>
    <w:rsid w:val="009E52C8"/>
    <w:rsid w:val="009F3BBC"/>
    <w:rsid w:val="00A00826"/>
    <w:rsid w:val="00A0246B"/>
    <w:rsid w:val="00A061E6"/>
    <w:rsid w:val="00A22DE7"/>
    <w:rsid w:val="00A2369C"/>
    <w:rsid w:val="00A2494D"/>
    <w:rsid w:val="00A333A4"/>
    <w:rsid w:val="00A3442D"/>
    <w:rsid w:val="00A35DB4"/>
    <w:rsid w:val="00A37110"/>
    <w:rsid w:val="00A3731A"/>
    <w:rsid w:val="00A44B94"/>
    <w:rsid w:val="00A52654"/>
    <w:rsid w:val="00A529CB"/>
    <w:rsid w:val="00A74810"/>
    <w:rsid w:val="00A83234"/>
    <w:rsid w:val="00A86C82"/>
    <w:rsid w:val="00A8753C"/>
    <w:rsid w:val="00AA194E"/>
    <w:rsid w:val="00AA4379"/>
    <w:rsid w:val="00AA68C2"/>
    <w:rsid w:val="00AB351B"/>
    <w:rsid w:val="00AB62A5"/>
    <w:rsid w:val="00AC77BF"/>
    <w:rsid w:val="00AD10C2"/>
    <w:rsid w:val="00AD1ADA"/>
    <w:rsid w:val="00AD2D35"/>
    <w:rsid w:val="00AE586E"/>
    <w:rsid w:val="00AF1622"/>
    <w:rsid w:val="00AF502C"/>
    <w:rsid w:val="00B01B05"/>
    <w:rsid w:val="00B068A5"/>
    <w:rsid w:val="00B15D55"/>
    <w:rsid w:val="00B16C85"/>
    <w:rsid w:val="00B20DE3"/>
    <w:rsid w:val="00B25BE9"/>
    <w:rsid w:val="00B32BB7"/>
    <w:rsid w:val="00B3513C"/>
    <w:rsid w:val="00B35AF5"/>
    <w:rsid w:val="00B378DE"/>
    <w:rsid w:val="00B4048C"/>
    <w:rsid w:val="00B436D1"/>
    <w:rsid w:val="00B5654F"/>
    <w:rsid w:val="00B659A8"/>
    <w:rsid w:val="00B66383"/>
    <w:rsid w:val="00B9402B"/>
    <w:rsid w:val="00BA32B3"/>
    <w:rsid w:val="00BB186A"/>
    <w:rsid w:val="00BD3BC7"/>
    <w:rsid w:val="00BD5FE7"/>
    <w:rsid w:val="00BE1095"/>
    <w:rsid w:val="00BE6E4D"/>
    <w:rsid w:val="00BF4B55"/>
    <w:rsid w:val="00C01170"/>
    <w:rsid w:val="00C018E9"/>
    <w:rsid w:val="00C10C13"/>
    <w:rsid w:val="00C2099E"/>
    <w:rsid w:val="00C27CCB"/>
    <w:rsid w:val="00C30893"/>
    <w:rsid w:val="00C476B6"/>
    <w:rsid w:val="00C61552"/>
    <w:rsid w:val="00C72828"/>
    <w:rsid w:val="00C85CB4"/>
    <w:rsid w:val="00C85FF7"/>
    <w:rsid w:val="00C93B50"/>
    <w:rsid w:val="00C96999"/>
    <w:rsid w:val="00C969C2"/>
    <w:rsid w:val="00CB0FFF"/>
    <w:rsid w:val="00CB1900"/>
    <w:rsid w:val="00CB6850"/>
    <w:rsid w:val="00CB6AD1"/>
    <w:rsid w:val="00CB756F"/>
    <w:rsid w:val="00CC3044"/>
    <w:rsid w:val="00CC4F2E"/>
    <w:rsid w:val="00CE44EF"/>
    <w:rsid w:val="00CF2DD3"/>
    <w:rsid w:val="00CF3C4B"/>
    <w:rsid w:val="00D00791"/>
    <w:rsid w:val="00D01B61"/>
    <w:rsid w:val="00D104F7"/>
    <w:rsid w:val="00D105C7"/>
    <w:rsid w:val="00D1209E"/>
    <w:rsid w:val="00D31822"/>
    <w:rsid w:val="00D53A4A"/>
    <w:rsid w:val="00D5598F"/>
    <w:rsid w:val="00D6748A"/>
    <w:rsid w:val="00D678C7"/>
    <w:rsid w:val="00D823C2"/>
    <w:rsid w:val="00D92C50"/>
    <w:rsid w:val="00DA1B62"/>
    <w:rsid w:val="00DA2244"/>
    <w:rsid w:val="00DA2EE7"/>
    <w:rsid w:val="00DA5102"/>
    <w:rsid w:val="00DA761D"/>
    <w:rsid w:val="00DB624A"/>
    <w:rsid w:val="00DB79F2"/>
    <w:rsid w:val="00DC07C6"/>
    <w:rsid w:val="00DD3DD5"/>
    <w:rsid w:val="00DD5F06"/>
    <w:rsid w:val="00DD6C13"/>
    <w:rsid w:val="00DD7006"/>
    <w:rsid w:val="00DE54DE"/>
    <w:rsid w:val="00DF07BF"/>
    <w:rsid w:val="00DF6952"/>
    <w:rsid w:val="00E01861"/>
    <w:rsid w:val="00E05F6B"/>
    <w:rsid w:val="00E06B29"/>
    <w:rsid w:val="00E1385A"/>
    <w:rsid w:val="00E24BB0"/>
    <w:rsid w:val="00E34832"/>
    <w:rsid w:val="00E35FA9"/>
    <w:rsid w:val="00E5264F"/>
    <w:rsid w:val="00E53084"/>
    <w:rsid w:val="00E72BB6"/>
    <w:rsid w:val="00E85F3B"/>
    <w:rsid w:val="00E87C3E"/>
    <w:rsid w:val="00E92F0E"/>
    <w:rsid w:val="00E9681D"/>
    <w:rsid w:val="00EA19C1"/>
    <w:rsid w:val="00EB03BB"/>
    <w:rsid w:val="00EB2649"/>
    <w:rsid w:val="00EB7FCF"/>
    <w:rsid w:val="00ED042D"/>
    <w:rsid w:val="00EE730C"/>
    <w:rsid w:val="00EF69EA"/>
    <w:rsid w:val="00F0334B"/>
    <w:rsid w:val="00F107EB"/>
    <w:rsid w:val="00F11FCC"/>
    <w:rsid w:val="00F12C57"/>
    <w:rsid w:val="00F20BD1"/>
    <w:rsid w:val="00F235AA"/>
    <w:rsid w:val="00F25301"/>
    <w:rsid w:val="00F42C15"/>
    <w:rsid w:val="00F44282"/>
    <w:rsid w:val="00F5509C"/>
    <w:rsid w:val="00F570BD"/>
    <w:rsid w:val="00F71F42"/>
    <w:rsid w:val="00F72B74"/>
    <w:rsid w:val="00F73BA8"/>
    <w:rsid w:val="00F969F7"/>
    <w:rsid w:val="00FA65CD"/>
    <w:rsid w:val="00FB3C31"/>
    <w:rsid w:val="00FB3E50"/>
    <w:rsid w:val="00FB7921"/>
    <w:rsid w:val="00FC6DFA"/>
    <w:rsid w:val="00FD2B15"/>
    <w:rsid w:val="00FD737A"/>
    <w:rsid w:val="00FE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3CD1"/>
  <w15:docId w15:val="{B1EDD5EA-32E0-423A-AEFB-50BD89B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A1D42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MAZAS">
    <w:name w:val="MAZAS"/>
    <w:rsid w:val="009A1D42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D3182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D31822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3182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D31822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17C9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717C92"/>
    <w:rPr>
      <w:rFonts w:ascii="Tahoma" w:eastAsia="Times New Roman" w:hAnsi="Tahoma" w:cs="Tahoma"/>
      <w:sz w:val="16"/>
      <w:szCs w:val="16"/>
      <w:lang w:eastAsia="lt-LT"/>
    </w:rPr>
  </w:style>
  <w:style w:type="paragraph" w:styleId="Pataisymai">
    <w:name w:val="Revision"/>
    <w:hidden/>
    <w:uiPriority w:val="99"/>
    <w:semiHidden/>
    <w:rsid w:val="0002468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fa1615fd7fca4106983c920b244b1f80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33AD3-3D1B-4BCF-A4F3-3D6B2E55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fa1615fd7fca4106983c920b244b1f80</Template>
  <TotalTime>1</TotalTime>
  <Pages>2</Pages>
  <Words>2894</Words>
  <Characters>1650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DĖL SKUODO RAJONO SAVIVALDYBĖS APLINKOS APSAUGOS RĖMIMO SPECIALIOSIOS PROGRAMOS 2023 METŲ PRIEMONIŲ PATVIRTINIMO</vt:lpstr>
      <vt:lpstr/>
    </vt:vector>
  </TitlesOfParts>
  <Manager>2023-02-23</Manager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APLINKOS APSAUGOS RĖMIMO SPECIALIOSIOS PROGRAMOS 2023 METŲ PRIEMONIŲ PATVIRTINIMO</dc:title>
  <dc:subject>T9-27</dc:subject>
  <dc:creator>SKUODO RAJONO SAVIVALDYBĖS TARYBA</dc:creator>
  <cp:lastModifiedBy>Sadauskienė, Dalia</cp:lastModifiedBy>
  <cp:revision>3</cp:revision>
  <cp:lastPrinted>2020-02-12T12:06:00Z</cp:lastPrinted>
  <dcterms:created xsi:type="dcterms:W3CDTF">2024-02-19T11:18:00Z</dcterms:created>
  <dcterms:modified xsi:type="dcterms:W3CDTF">2024-02-19T14:34:00Z</dcterms:modified>
  <cp:category>PRIEDAS</cp:category>
</cp:coreProperties>
</file>